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4B3A4D9A" w:rsidR="00421E32" w:rsidRPr="00E66C6A" w:rsidRDefault="00C44890" w:rsidP="004F58CB">
      <w:pPr>
        <w:spacing w:before="1200" w:after="2400"/>
        <w:jc w:val="center"/>
        <w:rPr>
          <w:rFonts w:asciiTheme="minorHAnsi" w:hAnsiTheme="minorHAnsi" w:cstheme="minorHAnsi"/>
          <w:b/>
          <w:sz w:val="36"/>
          <w:szCs w:val="36"/>
          <w:lang w:val="en-GB"/>
        </w:rPr>
      </w:pPr>
      <w:r w:rsidRPr="00E66C6A">
        <w:rPr>
          <w:rFonts w:asciiTheme="minorHAnsi" w:hAnsiTheme="minorHAnsi" w:cstheme="minorHAnsi"/>
          <w:b/>
          <w:sz w:val="36"/>
          <w:szCs w:val="36"/>
          <w:lang w:val="en-GB"/>
        </w:rPr>
        <w:t>REQUEST FOR PROPOSAL</w:t>
      </w:r>
      <w:r w:rsidRPr="00E66C6A">
        <w:rPr>
          <w:rFonts w:asciiTheme="minorHAnsi" w:hAnsiTheme="minorHAnsi" w:cstheme="minorHAnsi"/>
          <w:b/>
          <w:sz w:val="36"/>
          <w:szCs w:val="36"/>
          <w:lang w:val="en-GB"/>
        </w:rPr>
        <w:br/>
        <w:t xml:space="preserve">SPECIFICATION OF </w:t>
      </w:r>
      <w:r w:rsidR="003E5AE2" w:rsidRPr="00E66C6A">
        <w:rPr>
          <w:rFonts w:asciiTheme="minorHAnsi" w:hAnsiTheme="minorHAnsi" w:cstheme="minorHAnsi"/>
          <w:b/>
          <w:sz w:val="36"/>
          <w:szCs w:val="36"/>
          <w:lang w:val="en-GB"/>
        </w:rPr>
        <w:t xml:space="preserve">SPECIFIED </w:t>
      </w:r>
      <w:r w:rsidRPr="00E66C6A">
        <w:rPr>
          <w:rFonts w:asciiTheme="minorHAnsi" w:hAnsiTheme="minorHAnsi" w:cstheme="minorHAnsi"/>
          <w:b/>
          <w:sz w:val="36"/>
          <w:szCs w:val="36"/>
          <w:lang w:val="en-GB"/>
        </w:rPr>
        <w:t>GOODS</w:t>
      </w:r>
    </w:p>
    <w:p w14:paraId="002A6A00" w14:textId="6EF9D339" w:rsidR="004E36AD" w:rsidRPr="00E66C6A" w:rsidRDefault="004E36AD" w:rsidP="003E5AE2">
      <w:pPr>
        <w:tabs>
          <w:tab w:val="left" w:pos="2835"/>
        </w:tabs>
        <w:spacing w:before="240" w:after="240"/>
        <w:ind w:left="2835" w:hanging="2835"/>
        <w:jc w:val="center"/>
        <w:rPr>
          <w:lang w:val="en-GB" w:eastAsia="ko-KR"/>
        </w:rPr>
      </w:pPr>
      <w:r w:rsidRPr="00E66C6A">
        <w:rPr>
          <w:b/>
          <w:lang w:val="en-GB"/>
        </w:rPr>
        <w:t>Procurement No:</w:t>
      </w:r>
      <w:r w:rsidRPr="00E66C6A">
        <w:rPr>
          <w:lang w:val="en-GB"/>
        </w:rPr>
        <w:tab/>
      </w:r>
      <w:r w:rsidR="00E14D4A">
        <w:rPr>
          <w:rStyle w:val="Strong"/>
          <w:rFonts w:asciiTheme="minorHAnsi" w:hAnsiTheme="minorHAnsi" w:cstheme="minorHAnsi"/>
          <w:lang w:val="en-GB"/>
        </w:rPr>
        <w:t>22-G025-24</w:t>
      </w:r>
    </w:p>
    <w:p w14:paraId="5271E422" w14:textId="09544010" w:rsidR="00441DA5" w:rsidRPr="00E66C6A" w:rsidRDefault="00441DA5" w:rsidP="004E36AD">
      <w:pPr>
        <w:tabs>
          <w:tab w:val="left" w:pos="2835"/>
        </w:tabs>
        <w:spacing w:before="240" w:after="240"/>
        <w:ind w:left="2835" w:hanging="2835"/>
        <w:rPr>
          <w:rFonts w:ascii="Calibri" w:hAnsi="Calibri" w:cs="Calibri"/>
          <w:highlight w:val="yellow"/>
          <w:lang w:val="en-GB"/>
        </w:rPr>
      </w:pPr>
      <w:r w:rsidRPr="00E66C6A">
        <w:rPr>
          <w:rFonts w:ascii="Calibri" w:hAnsi="Calibri" w:cs="Calibri"/>
          <w:highlight w:val="yellow"/>
          <w:lang w:val="en-GB"/>
        </w:rPr>
        <w:br w:type="page"/>
      </w:r>
    </w:p>
    <w:p w14:paraId="08AF0BFE" w14:textId="77777777" w:rsidR="00C44890" w:rsidRPr="00E66C6A" w:rsidRDefault="00C44890" w:rsidP="00C44890">
      <w:pPr>
        <w:pStyle w:val="Heading2"/>
      </w:pPr>
      <w:bookmarkStart w:id="0" w:name="_Toc419729571"/>
      <w:bookmarkStart w:id="1" w:name="_Toc11156577"/>
      <w:r w:rsidRPr="00E66C6A">
        <w:lastRenderedPageBreak/>
        <w:t>Specification</w:t>
      </w:r>
      <w:bookmarkEnd w:id="0"/>
    </w:p>
    <w:p w14:paraId="3E6BBCE8" w14:textId="4D333F31" w:rsidR="00C44890" w:rsidRPr="00E66C6A" w:rsidRDefault="00C44890" w:rsidP="00C44890">
      <w:pPr>
        <w:pStyle w:val="Heading3"/>
        <w:rPr>
          <w:lang w:val="en-GB"/>
        </w:rPr>
      </w:pPr>
      <w:bookmarkStart w:id="2" w:name="_Toc293504682"/>
      <w:bookmarkStart w:id="3" w:name="_Toc419729572"/>
      <w:bookmarkStart w:id="4" w:name="_Toc292659306"/>
      <w:r w:rsidRPr="00E66C6A">
        <w:rPr>
          <w:lang w:val="en-GB"/>
        </w:rPr>
        <w:t>Background</w:t>
      </w:r>
      <w:bookmarkEnd w:id="2"/>
      <w:bookmarkEnd w:id="3"/>
    </w:p>
    <w:p w14:paraId="5B4EF606" w14:textId="77777777" w:rsidR="00BB1E14" w:rsidRDefault="00BB1E14" w:rsidP="00BB1E14">
      <w:pPr>
        <w:jc w:val="both"/>
        <w:rPr>
          <w:lang w:val="en-GB"/>
        </w:rPr>
      </w:pPr>
      <w:bookmarkStart w:id="5" w:name="_Toc312171709"/>
      <w:r>
        <w:rPr>
          <w:lang w:val="en-GB"/>
        </w:rPr>
        <w:t>The Dental services care delivery basically depend on the adequate supplies that are purchased overseas through the procurement process. The Dental services comprises of 4 main clinics that are situated at Tungaru Central Hospital which is the main the department. Second dental clinic is situated in Ronton Hospital Xmas Island, third one is at the Southern Kiribati Hospital in Tabiteuea north and fourth dental clinic was situated in Betio hospital.</w:t>
      </w:r>
    </w:p>
    <w:p w14:paraId="7F412AE7" w14:textId="77777777" w:rsidR="00BB1E14" w:rsidRDefault="00BB1E14" w:rsidP="00BB1E14">
      <w:pPr>
        <w:jc w:val="both"/>
        <w:rPr>
          <w:lang w:val="en-GB"/>
        </w:rPr>
      </w:pPr>
      <w:r>
        <w:rPr>
          <w:lang w:val="en-GB"/>
        </w:rPr>
        <w:t>There are several range of Oral health care delivery that are carried out in these clinics which range from simple oral health awareness, conservative and oral hygiene therapy, root canal therapy, dental extractions, oral rehabilitation with prosthesis and  Oral maxillofacial surgery.</w:t>
      </w:r>
    </w:p>
    <w:p w14:paraId="0217E140" w14:textId="77777777" w:rsidR="00BB1E14" w:rsidRDefault="00BB1E14" w:rsidP="00BB1E14">
      <w:pPr>
        <w:jc w:val="both"/>
        <w:rPr>
          <w:lang w:val="en-GB"/>
        </w:rPr>
      </w:pPr>
      <w:r>
        <w:rPr>
          <w:lang w:val="en-GB"/>
        </w:rPr>
        <w:t>In order to carry out these oral health care delivery, it is depends on the adequate dental supplies/consumables, equipment and instruments that is available and needed.</w:t>
      </w:r>
    </w:p>
    <w:p w14:paraId="6928F524" w14:textId="77777777" w:rsidR="00BB1E14" w:rsidRPr="00AB5546" w:rsidRDefault="00BB1E14" w:rsidP="00BB1E14">
      <w:pPr>
        <w:jc w:val="both"/>
        <w:rPr>
          <w:lang w:val="en-GB"/>
        </w:rPr>
      </w:pPr>
      <w:r>
        <w:rPr>
          <w:lang w:val="en-GB"/>
        </w:rPr>
        <w:t>Therefore on a yearly basis, the Dental services compiled all the necessary list of dental supplies which range from consumable materials, instruments and oral surgery equipment for overseas purchase. This is to full supply and equipped these dental clinic for efficient oral health care.</w:t>
      </w:r>
    </w:p>
    <w:p w14:paraId="64EB61F5" w14:textId="77777777" w:rsidR="00BB1E14" w:rsidRDefault="00BB1E14" w:rsidP="00BB1E14">
      <w:pPr>
        <w:rPr>
          <w:lang w:val="en-GB"/>
        </w:rPr>
      </w:pPr>
      <w:bookmarkStart w:id="6" w:name="_Toc308102003"/>
      <w:bookmarkStart w:id="7" w:name="_Toc419729577"/>
      <w:r>
        <w:rPr>
          <w:lang w:val="en-GB"/>
        </w:rPr>
        <w:t>Tenders should meet the following requirements:</w:t>
      </w:r>
    </w:p>
    <w:p w14:paraId="3519D3FD" w14:textId="77777777" w:rsidR="00BB1E14" w:rsidRDefault="00BB1E14" w:rsidP="00BB1E14">
      <w:pPr>
        <w:rPr>
          <w:lang w:val="en-GB"/>
        </w:rPr>
      </w:pPr>
    </w:p>
    <w:p w14:paraId="3AE65E89" w14:textId="77777777" w:rsidR="00BB1E14" w:rsidRDefault="00BB1E14" w:rsidP="00BB1E14">
      <w:pPr>
        <w:pStyle w:val="ListParagraph"/>
        <w:numPr>
          <w:ilvl w:val="0"/>
          <w:numId w:val="16"/>
        </w:numPr>
        <w:ind w:leftChars="0"/>
        <w:rPr>
          <w:rFonts w:ascii="Times New Roman" w:hAnsi="Times New Roman"/>
          <w:sz w:val="22"/>
          <w:lang w:val="en-GB"/>
        </w:rPr>
      </w:pPr>
      <w:r w:rsidRPr="00B10719">
        <w:rPr>
          <w:rFonts w:ascii="Times New Roman" w:hAnsi="Times New Roman"/>
          <w:sz w:val="22"/>
          <w:lang w:val="en-GB"/>
        </w:rPr>
        <w:t xml:space="preserve">Should have a valid certificate </w:t>
      </w:r>
      <w:r>
        <w:rPr>
          <w:rFonts w:ascii="Times New Roman" w:hAnsi="Times New Roman"/>
          <w:sz w:val="22"/>
          <w:lang w:val="en-GB"/>
        </w:rPr>
        <w:t>to supply medical supplies</w:t>
      </w:r>
    </w:p>
    <w:p w14:paraId="32C58E81" w14:textId="77777777" w:rsidR="00BB1E14" w:rsidRPr="00B10719" w:rsidRDefault="00BB1E14" w:rsidP="00BB1E14">
      <w:pPr>
        <w:pStyle w:val="ListParagraph"/>
        <w:numPr>
          <w:ilvl w:val="0"/>
          <w:numId w:val="16"/>
        </w:numPr>
        <w:ind w:leftChars="0"/>
        <w:rPr>
          <w:rFonts w:ascii="Times New Roman" w:hAnsi="Times New Roman"/>
          <w:sz w:val="22"/>
          <w:lang w:val="en-GB"/>
        </w:rPr>
      </w:pPr>
      <w:r w:rsidRPr="00B10719">
        <w:rPr>
          <w:rFonts w:ascii="Times New Roman" w:hAnsi="Times New Roman"/>
          <w:sz w:val="22"/>
          <w:lang w:val="en-GB"/>
        </w:rPr>
        <w:t>Business registration</w:t>
      </w:r>
      <w:r>
        <w:rPr>
          <w:rFonts w:ascii="Times New Roman" w:hAnsi="Times New Roman"/>
          <w:sz w:val="22"/>
          <w:lang w:val="en-GB"/>
        </w:rPr>
        <w:t>.</w:t>
      </w:r>
    </w:p>
    <w:p w14:paraId="5FF8B172" w14:textId="77777777" w:rsidR="00BB1E14" w:rsidRPr="00015D29" w:rsidRDefault="00BB1E14" w:rsidP="00BB1E14">
      <w:pPr>
        <w:pStyle w:val="ListParagraph"/>
        <w:numPr>
          <w:ilvl w:val="0"/>
          <w:numId w:val="16"/>
        </w:numPr>
        <w:ind w:leftChars="0"/>
        <w:rPr>
          <w:rFonts w:ascii="Times New Roman" w:hAnsi="Times New Roman"/>
          <w:sz w:val="22"/>
          <w:lang w:val="en-GB"/>
        </w:rPr>
      </w:pPr>
      <w:r w:rsidRPr="00B10719">
        <w:rPr>
          <w:rFonts w:ascii="Times New Roman" w:hAnsi="Times New Roman"/>
          <w:sz w:val="22"/>
          <w:lang w:val="en-GB"/>
        </w:rPr>
        <w:t>Business license</w:t>
      </w:r>
      <w:r>
        <w:rPr>
          <w:rFonts w:ascii="Times New Roman" w:hAnsi="Times New Roman"/>
          <w:sz w:val="22"/>
          <w:lang w:val="en-GB"/>
        </w:rPr>
        <w:t>.</w:t>
      </w:r>
    </w:p>
    <w:p w14:paraId="62BC404C" w14:textId="2AE60005" w:rsidR="00BB1E14" w:rsidRDefault="00BB1E14" w:rsidP="00BB1E14">
      <w:pPr>
        <w:pStyle w:val="ListParagraph"/>
        <w:numPr>
          <w:ilvl w:val="0"/>
          <w:numId w:val="16"/>
        </w:numPr>
        <w:ind w:leftChars="0"/>
        <w:rPr>
          <w:rFonts w:ascii="Times New Roman" w:hAnsi="Times New Roman"/>
          <w:sz w:val="22"/>
          <w:lang w:val="en-GB"/>
        </w:rPr>
      </w:pPr>
      <w:r w:rsidRPr="00B10719">
        <w:rPr>
          <w:rFonts w:ascii="Times New Roman" w:hAnsi="Times New Roman"/>
          <w:sz w:val="22"/>
          <w:lang w:val="en-GB"/>
        </w:rPr>
        <w:t>L</w:t>
      </w:r>
      <w:r>
        <w:rPr>
          <w:rFonts w:ascii="Times New Roman" w:hAnsi="Times New Roman"/>
          <w:sz w:val="22"/>
          <w:lang w:val="en-GB"/>
        </w:rPr>
        <w:t>ist &amp; Evidence of previous supplies for medical stuff</w:t>
      </w:r>
    </w:p>
    <w:p w14:paraId="6AFB944D" w14:textId="77777777" w:rsidR="00BB1E14" w:rsidRPr="00B10719" w:rsidRDefault="00BB1E14" w:rsidP="00BB1E14">
      <w:pPr>
        <w:pStyle w:val="ListParagraph"/>
        <w:numPr>
          <w:ilvl w:val="0"/>
          <w:numId w:val="16"/>
        </w:numPr>
        <w:ind w:leftChars="0"/>
        <w:rPr>
          <w:rFonts w:ascii="Times New Roman" w:hAnsi="Times New Roman"/>
          <w:sz w:val="22"/>
          <w:lang w:val="en-GB"/>
        </w:rPr>
      </w:pPr>
      <w:r>
        <w:rPr>
          <w:rFonts w:ascii="Times New Roman" w:hAnsi="Times New Roman"/>
          <w:sz w:val="22"/>
          <w:lang w:val="en-GB"/>
        </w:rPr>
        <w:t>Should provide quotations in time to avoid delays</w:t>
      </w:r>
    </w:p>
    <w:bookmarkEnd w:id="6"/>
    <w:p w14:paraId="65A62D34" w14:textId="77777777" w:rsidR="00C44890" w:rsidRPr="00E66C6A" w:rsidRDefault="00C44890" w:rsidP="00C44890">
      <w:pPr>
        <w:pStyle w:val="Heading3"/>
        <w:rPr>
          <w:rFonts w:cs="Calibri"/>
          <w:lang w:val="en-GB"/>
        </w:rPr>
      </w:pPr>
      <w:r w:rsidRPr="00E66C6A">
        <w:rPr>
          <w:rFonts w:cs="Calibri"/>
          <w:lang w:val="en-GB"/>
        </w:rPr>
        <w:t>Installation services</w:t>
      </w:r>
      <w:bookmarkEnd w:id="7"/>
    </w:p>
    <w:p w14:paraId="3321152F" w14:textId="6F687EF4" w:rsidR="00C44890" w:rsidRPr="00E66C6A" w:rsidRDefault="00BB1E14" w:rsidP="00C44890">
      <w:pPr>
        <w:rPr>
          <w:lang w:val="en-GB"/>
        </w:rPr>
      </w:pPr>
      <w:r>
        <w:rPr>
          <w:lang w:val="en-GB"/>
        </w:rPr>
        <w:t>NA</w:t>
      </w:r>
    </w:p>
    <w:p w14:paraId="17367821" w14:textId="77777777" w:rsidR="00C44890" w:rsidRPr="00E66C6A" w:rsidRDefault="00C44890" w:rsidP="00772E21">
      <w:pPr>
        <w:pStyle w:val="Heading3"/>
        <w:rPr>
          <w:lang w:val="en-GB"/>
        </w:rPr>
      </w:pPr>
      <w:bookmarkStart w:id="8" w:name="_Toc419729578"/>
      <w:r w:rsidRPr="00E66C6A">
        <w:rPr>
          <w:lang w:val="en-GB"/>
        </w:rPr>
        <w:t>Delivery Time</w:t>
      </w:r>
      <w:bookmarkEnd w:id="8"/>
    </w:p>
    <w:p w14:paraId="1FAB4B7A" w14:textId="72995E65" w:rsidR="00C44890" w:rsidRPr="00E66C6A" w:rsidRDefault="00BB1E14" w:rsidP="00C44890">
      <w:pPr>
        <w:rPr>
          <w:lang w:val="en-GB"/>
        </w:rPr>
      </w:pPr>
      <w:r>
        <w:rPr>
          <w:lang w:val="en-GB"/>
        </w:rPr>
        <w:t>As per tender indicated</w:t>
      </w:r>
    </w:p>
    <w:bookmarkEnd w:id="4"/>
    <w:bookmarkEnd w:id="5"/>
    <w:p w14:paraId="625DFCD7" w14:textId="43F96A5E" w:rsidR="00C44890" w:rsidRPr="00E66C6A" w:rsidRDefault="00C44890" w:rsidP="00C44890">
      <w:pPr>
        <w:pStyle w:val="Heading2"/>
      </w:pPr>
      <w:r w:rsidRPr="00E66C6A">
        <w:t>Description of the Goods</w:t>
      </w:r>
      <w:bookmarkEnd w:id="1"/>
    </w:p>
    <w:p w14:paraId="107815C1" w14:textId="77777777" w:rsidR="00C44890" w:rsidRPr="00E66C6A" w:rsidRDefault="00C44890" w:rsidP="00C44890">
      <w:pPr>
        <w:rPr>
          <w:i/>
          <w:iCs/>
          <w:lang w:val="en-GB"/>
        </w:rPr>
      </w:pPr>
      <w:r w:rsidRPr="00E66C6A">
        <w:rPr>
          <w:i/>
          <w:iCs/>
          <w:lang w:val="en-GB"/>
        </w:rPr>
        <w:t>Here, list all items to be Tendered</w:t>
      </w:r>
    </w:p>
    <w:p w14:paraId="69E741C9" w14:textId="77777777" w:rsidR="00C44890" w:rsidRPr="00E66C6A" w:rsidRDefault="00C44890" w:rsidP="00C44890">
      <w:pPr>
        <w:rPr>
          <w:i/>
          <w:iCs/>
          <w:lang w:val="en-GB"/>
        </w:rPr>
      </w:pPr>
      <w:r w:rsidRPr="00E66C6A">
        <w:rPr>
          <w:i/>
          <w:iCs/>
          <w:lang w:val="en-GB"/>
        </w:rPr>
        <w:t>(This part may be replaced by a proprietary Supplier description)</w:t>
      </w:r>
    </w:p>
    <w:p w14:paraId="67D3B075" w14:textId="77777777" w:rsidR="00C44890" w:rsidRDefault="00C44890" w:rsidP="00C44890">
      <w:pPr>
        <w:rPr>
          <w:lang w:val="en-GB"/>
        </w:rPr>
      </w:pPr>
    </w:p>
    <w:p w14:paraId="5EEE1307" w14:textId="77777777" w:rsidR="00BB1E14" w:rsidRPr="00E66C6A" w:rsidRDefault="00BB1E14" w:rsidP="00C44890">
      <w:pPr>
        <w:rPr>
          <w:lang w:val="en-GB"/>
        </w:rPr>
      </w:pPr>
    </w:p>
    <w:tbl>
      <w:tblPr>
        <w:tblStyle w:val="TableGrid"/>
        <w:tblW w:w="0" w:type="auto"/>
        <w:tblLook w:val="04A0" w:firstRow="1" w:lastRow="0" w:firstColumn="1" w:lastColumn="0" w:noHBand="0" w:noVBand="1"/>
      </w:tblPr>
      <w:tblGrid>
        <w:gridCol w:w="5781"/>
        <w:gridCol w:w="1783"/>
        <w:gridCol w:w="679"/>
        <w:gridCol w:w="535"/>
        <w:gridCol w:w="572"/>
      </w:tblGrid>
      <w:tr w:rsidR="00BB1E14" w:rsidRPr="003C0201" w14:paraId="2EF98C3C" w14:textId="77777777" w:rsidTr="00344378">
        <w:trPr>
          <w:trHeight w:val="300"/>
        </w:trPr>
        <w:tc>
          <w:tcPr>
            <w:tcW w:w="16711" w:type="dxa"/>
            <w:gridSpan w:val="5"/>
            <w:noWrap/>
            <w:hideMark/>
          </w:tcPr>
          <w:p w14:paraId="22A8560A" w14:textId="77777777" w:rsidR="00BB1E14" w:rsidRPr="003C0201" w:rsidRDefault="00BB1E14" w:rsidP="00344378">
            <w:pPr>
              <w:jc w:val="left"/>
            </w:pPr>
            <w:r w:rsidRPr="003C0201">
              <w:lastRenderedPageBreak/>
              <w:t>DENTAL BULK ORDER 2024</w:t>
            </w:r>
          </w:p>
        </w:tc>
      </w:tr>
      <w:tr w:rsidR="00BB1E14" w:rsidRPr="003C0201" w14:paraId="0CF98BE6" w14:textId="77777777" w:rsidTr="00344378">
        <w:trPr>
          <w:trHeight w:val="300"/>
        </w:trPr>
        <w:tc>
          <w:tcPr>
            <w:tcW w:w="10932" w:type="dxa"/>
            <w:noWrap/>
            <w:hideMark/>
          </w:tcPr>
          <w:p w14:paraId="3685A207" w14:textId="77777777" w:rsidR="00BB1E14" w:rsidRPr="003C0201" w:rsidRDefault="00BB1E14" w:rsidP="00344378">
            <w:pPr>
              <w:jc w:val="left"/>
            </w:pPr>
            <w:r w:rsidRPr="003C0201">
              <w:t>ITEM</w:t>
            </w:r>
          </w:p>
        </w:tc>
        <w:tc>
          <w:tcPr>
            <w:tcW w:w="3234" w:type="dxa"/>
            <w:noWrap/>
            <w:hideMark/>
          </w:tcPr>
          <w:p w14:paraId="3FA5C447" w14:textId="77777777" w:rsidR="00BB1E14" w:rsidRPr="003C0201" w:rsidRDefault="00BB1E14" w:rsidP="00344378">
            <w:r w:rsidRPr="003C0201">
              <w:t>Pack size</w:t>
            </w:r>
          </w:p>
        </w:tc>
        <w:tc>
          <w:tcPr>
            <w:tcW w:w="813" w:type="dxa"/>
            <w:noWrap/>
            <w:hideMark/>
          </w:tcPr>
          <w:p w14:paraId="5567BA8C" w14:textId="77777777" w:rsidR="00BB1E14" w:rsidRPr="003C0201" w:rsidRDefault="00BB1E14" w:rsidP="00344378">
            <w:r w:rsidRPr="003C0201">
              <w:t>Quantity</w:t>
            </w:r>
          </w:p>
        </w:tc>
        <w:tc>
          <w:tcPr>
            <w:tcW w:w="830" w:type="dxa"/>
            <w:noWrap/>
            <w:hideMark/>
          </w:tcPr>
          <w:p w14:paraId="076C7623" w14:textId="77777777" w:rsidR="00BB1E14" w:rsidRPr="003C0201" w:rsidRDefault="00BB1E14" w:rsidP="00344378">
            <w:r w:rsidRPr="003C0201">
              <w:t>Unit cost</w:t>
            </w:r>
          </w:p>
        </w:tc>
        <w:tc>
          <w:tcPr>
            <w:tcW w:w="902" w:type="dxa"/>
            <w:noWrap/>
            <w:hideMark/>
          </w:tcPr>
          <w:p w14:paraId="66FCD80E" w14:textId="77777777" w:rsidR="00BB1E14" w:rsidRPr="003C0201" w:rsidRDefault="00BB1E14" w:rsidP="00344378">
            <w:r w:rsidRPr="003C0201">
              <w:t>Total cost</w:t>
            </w:r>
          </w:p>
        </w:tc>
      </w:tr>
      <w:tr w:rsidR="00BB1E14" w:rsidRPr="003C0201" w14:paraId="0BDA4D5B" w14:textId="77777777" w:rsidTr="00344378">
        <w:trPr>
          <w:trHeight w:val="300"/>
        </w:trPr>
        <w:tc>
          <w:tcPr>
            <w:tcW w:w="10932" w:type="dxa"/>
            <w:noWrap/>
            <w:hideMark/>
          </w:tcPr>
          <w:p w14:paraId="5C789EDD" w14:textId="77777777" w:rsidR="00BB1E14" w:rsidRPr="003C0201" w:rsidRDefault="00BB1E14" w:rsidP="00344378">
            <w:pPr>
              <w:rPr>
                <w:b/>
                <w:bCs/>
              </w:rPr>
            </w:pPr>
            <w:r w:rsidRPr="003C0201">
              <w:rPr>
                <w:b/>
                <w:bCs/>
              </w:rPr>
              <w:t>Filling Materials</w:t>
            </w:r>
          </w:p>
        </w:tc>
        <w:tc>
          <w:tcPr>
            <w:tcW w:w="3234" w:type="dxa"/>
            <w:noWrap/>
            <w:hideMark/>
          </w:tcPr>
          <w:p w14:paraId="1A7379DA" w14:textId="77777777" w:rsidR="00BB1E14" w:rsidRPr="003C0201" w:rsidRDefault="00BB1E14" w:rsidP="00344378">
            <w:pPr>
              <w:rPr>
                <w:b/>
                <w:bCs/>
                <w:i/>
                <w:iCs/>
              </w:rPr>
            </w:pPr>
            <w:r w:rsidRPr="003C0201">
              <w:rPr>
                <w:b/>
                <w:bCs/>
                <w:i/>
                <w:iCs/>
              </w:rPr>
              <w:t> </w:t>
            </w:r>
          </w:p>
        </w:tc>
        <w:tc>
          <w:tcPr>
            <w:tcW w:w="813" w:type="dxa"/>
            <w:noWrap/>
            <w:hideMark/>
          </w:tcPr>
          <w:p w14:paraId="5B165372" w14:textId="77777777" w:rsidR="00BB1E14" w:rsidRPr="003C0201" w:rsidRDefault="00BB1E14" w:rsidP="00344378">
            <w:pPr>
              <w:jc w:val="left"/>
            </w:pPr>
            <w:r w:rsidRPr="003C0201">
              <w:t> </w:t>
            </w:r>
          </w:p>
        </w:tc>
        <w:tc>
          <w:tcPr>
            <w:tcW w:w="830" w:type="dxa"/>
            <w:noWrap/>
            <w:hideMark/>
          </w:tcPr>
          <w:p w14:paraId="028C1F8C" w14:textId="77777777" w:rsidR="00BB1E14" w:rsidRPr="003C0201" w:rsidRDefault="00BB1E14" w:rsidP="00344378">
            <w:pPr>
              <w:jc w:val="left"/>
            </w:pPr>
            <w:r w:rsidRPr="003C0201">
              <w:t> </w:t>
            </w:r>
          </w:p>
        </w:tc>
        <w:tc>
          <w:tcPr>
            <w:tcW w:w="902" w:type="dxa"/>
            <w:noWrap/>
            <w:hideMark/>
          </w:tcPr>
          <w:p w14:paraId="54A2FD3F" w14:textId="77777777" w:rsidR="00BB1E14" w:rsidRPr="003C0201" w:rsidRDefault="00BB1E14" w:rsidP="00344378">
            <w:r w:rsidRPr="003C0201">
              <w:t> </w:t>
            </w:r>
          </w:p>
        </w:tc>
      </w:tr>
      <w:tr w:rsidR="00BB1E14" w:rsidRPr="003C0201" w14:paraId="76262682" w14:textId="77777777" w:rsidTr="00344378">
        <w:trPr>
          <w:trHeight w:val="300"/>
        </w:trPr>
        <w:tc>
          <w:tcPr>
            <w:tcW w:w="10932" w:type="dxa"/>
            <w:noWrap/>
            <w:hideMark/>
          </w:tcPr>
          <w:p w14:paraId="50D66304" w14:textId="77777777" w:rsidR="00BB1E14" w:rsidRPr="003C0201" w:rsidRDefault="00BB1E14" w:rsidP="00344378">
            <w:pPr>
              <w:rPr>
                <w:b/>
                <w:bCs/>
                <w:i/>
                <w:iCs/>
              </w:rPr>
            </w:pPr>
            <w:r w:rsidRPr="003C0201">
              <w:rPr>
                <w:b/>
                <w:bCs/>
                <w:i/>
                <w:iCs/>
              </w:rPr>
              <w:t>Composite filling materials (4G syringes)</w:t>
            </w:r>
          </w:p>
        </w:tc>
        <w:tc>
          <w:tcPr>
            <w:tcW w:w="3234" w:type="dxa"/>
            <w:noWrap/>
            <w:hideMark/>
          </w:tcPr>
          <w:p w14:paraId="4BA16AD1" w14:textId="77777777" w:rsidR="00BB1E14" w:rsidRPr="003C0201" w:rsidRDefault="00BB1E14" w:rsidP="00344378">
            <w:pPr>
              <w:rPr>
                <w:b/>
                <w:bCs/>
                <w:i/>
                <w:iCs/>
              </w:rPr>
            </w:pPr>
            <w:r w:rsidRPr="003C0201">
              <w:rPr>
                <w:b/>
                <w:bCs/>
                <w:i/>
                <w:iCs/>
              </w:rPr>
              <w:t> </w:t>
            </w:r>
          </w:p>
        </w:tc>
        <w:tc>
          <w:tcPr>
            <w:tcW w:w="813" w:type="dxa"/>
            <w:noWrap/>
            <w:hideMark/>
          </w:tcPr>
          <w:p w14:paraId="0A8BB004" w14:textId="77777777" w:rsidR="00BB1E14" w:rsidRPr="003C0201" w:rsidRDefault="00BB1E14" w:rsidP="00344378">
            <w:pPr>
              <w:jc w:val="left"/>
            </w:pPr>
            <w:r w:rsidRPr="003C0201">
              <w:t> </w:t>
            </w:r>
          </w:p>
        </w:tc>
        <w:tc>
          <w:tcPr>
            <w:tcW w:w="830" w:type="dxa"/>
            <w:noWrap/>
            <w:hideMark/>
          </w:tcPr>
          <w:p w14:paraId="2BEC45FF" w14:textId="77777777" w:rsidR="00BB1E14" w:rsidRPr="003C0201" w:rsidRDefault="00BB1E14" w:rsidP="00344378">
            <w:pPr>
              <w:jc w:val="left"/>
            </w:pPr>
            <w:r w:rsidRPr="003C0201">
              <w:t> </w:t>
            </w:r>
          </w:p>
        </w:tc>
        <w:tc>
          <w:tcPr>
            <w:tcW w:w="902" w:type="dxa"/>
            <w:noWrap/>
            <w:hideMark/>
          </w:tcPr>
          <w:p w14:paraId="2246187D" w14:textId="77777777" w:rsidR="00BB1E14" w:rsidRPr="003C0201" w:rsidRDefault="00BB1E14" w:rsidP="00344378">
            <w:r w:rsidRPr="003C0201">
              <w:t> </w:t>
            </w:r>
          </w:p>
        </w:tc>
      </w:tr>
      <w:tr w:rsidR="00BB1E14" w:rsidRPr="003C0201" w14:paraId="6C4D5B02" w14:textId="77777777" w:rsidTr="00344378">
        <w:trPr>
          <w:trHeight w:val="300"/>
        </w:trPr>
        <w:tc>
          <w:tcPr>
            <w:tcW w:w="10932" w:type="dxa"/>
            <w:noWrap/>
            <w:hideMark/>
          </w:tcPr>
          <w:p w14:paraId="30A044C9" w14:textId="77777777" w:rsidR="00BB1E14" w:rsidRPr="003C0201" w:rsidRDefault="00BB1E14" w:rsidP="00344378">
            <w:r w:rsidRPr="003C0201">
              <w:t>A2</w:t>
            </w:r>
          </w:p>
        </w:tc>
        <w:tc>
          <w:tcPr>
            <w:tcW w:w="3234" w:type="dxa"/>
            <w:noWrap/>
            <w:hideMark/>
          </w:tcPr>
          <w:p w14:paraId="0F7B9ABB" w14:textId="77777777" w:rsidR="00BB1E14" w:rsidRPr="003C0201" w:rsidRDefault="00BB1E14" w:rsidP="00344378">
            <w:pPr>
              <w:rPr>
                <w:b/>
                <w:bCs/>
                <w:i/>
                <w:iCs/>
              </w:rPr>
            </w:pPr>
            <w:r w:rsidRPr="003C0201">
              <w:rPr>
                <w:b/>
                <w:bCs/>
                <w:i/>
                <w:iCs/>
              </w:rPr>
              <w:t> </w:t>
            </w:r>
          </w:p>
        </w:tc>
        <w:tc>
          <w:tcPr>
            <w:tcW w:w="813" w:type="dxa"/>
            <w:noWrap/>
            <w:hideMark/>
          </w:tcPr>
          <w:p w14:paraId="13EBA4E5" w14:textId="77777777" w:rsidR="00BB1E14" w:rsidRPr="003C0201" w:rsidRDefault="00BB1E14" w:rsidP="00344378">
            <w:pPr>
              <w:jc w:val="left"/>
            </w:pPr>
            <w:r w:rsidRPr="003C0201">
              <w:t>15</w:t>
            </w:r>
          </w:p>
        </w:tc>
        <w:tc>
          <w:tcPr>
            <w:tcW w:w="830" w:type="dxa"/>
            <w:noWrap/>
            <w:hideMark/>
          </w:tcPr>
          <w:p w14:paraId="52219811" w14:textId="77777777" w:rsidR="00BB1E14" w:rsidRPr="003C0201" w:rsidRDefault="00BB1E14" w:rsidP="00344378">
            <w:pPr>
              <w:jc w:val="left"/>
            </w:pPr>
            <w:r w:rsidRPr="003C0201">
              <w:t> </w:t>
            </w:r>
          </w:p>
        </w:tc>
        <w:tc>
          <w:tcPr>
            <w:tcW w:w="902" w:type="dxa"/>
            <w:noWrap/>
            <w:hideMark/>
          </w:tcPr>
          <w:p w14:paraId="6DD3AAD3" w14:textId="77777777" w:rsidR="00BB1E14" w:rsidRPr="003C0201" w:rsidRDefault="00BB1E14" w:rsidP="00344378">
            <w:r w:rsidRPr="003C0201">
              <w:t> </w:t>
            </w:r>
          </w:p>
        </w:tc>
      </w:tr>
      <w:tr w:rsidR="00BB1E14" w:rsidRPr="003C0201" w14:paraId="342495D3" w14:textId="77777777" w:rsidTr="00344378">
        <w:trPr>
          <w:trHeight w:val="300"/>
        </w:trPr>
        <w:tc>
          <w:tcPr>
            <w:tcW w:w="10932" w:type="dxa"/>
            <w:noWrap/>
            <w:hideMark/>
          </w:tcPr>
          <w:p w14:paraId="6EA94D64" w14:textId="77777777" w:rsidR="00BB1E14" w:rsidRPr="003C0201" w:rsidRDefault="00BB1E14" w:rsidP="00344378">
            <w:r w:rsidRPr="003C0201">
              <w:t>A3</w:t>
            </w:r>
          </w:p>
        </w:tc>
        <w:tc>
          <w:tcPr>
            <w:tcW w:w="3234" w:type="dxa"/>
            <w:noWrap/>
            <w:hideMark/>
          </w:tcPr>
          <w:p w14:paraId="700AE44B" w14:textId="77777777" w:rsidR="00BB1E14" w:rsidRPr="003C0201" w:rsidRDefault="00BB1E14" w:rsidP="00344378">
            <w:pPr>
              <w:rPr>
                <w:b/>
                <w:bCs/>
                <w:i/>
                <w:iCs/>
              </w:rPr>
            </w:pPr>
            <w:r w:rsidRPr="003C0201">
              <w:rPr>
                <w:b/>
                <w:bCs/>
                <w:i/>
                <w:iCs/>
              </w:rPr>
              <w:t> </w:t>
            </w:r>
          </w:p>
        </w:tc>
        <w:tc>
          <w:tcPr>
            <w:tcW w:w="813" w:type="dxa"/>
            <w:noWrap/>
            <w:hideMark/>
          </w:tcPr>
          <w:p w14:paraId="6CE511E5" w14:textId="77777777" w:rsidR="00BB1E14" w:rsidRPr="003C0201" w:rsidRDefault="00BB1E14" w:rsidP="00344378">
            <w:pPr>
              <w:jc w:val="left"/>
            </w:pPr>
            <w:r w:rsidRPr="003C0201">
              <w:t>15</w:t>
            </w:r>
          </w:p>
        </w:tc>
        <w:tc>
          <w:tcPr>
            <w:tcW w:w="830" w:type="dxa"/>
            <w:noWrap/>
            <w:hideMark/>
          </w:tcPr>
          <w:p w14:paraId="2AEC79C0" w14:textId="77777777" w:rsidR="00BB1E14" w:rsidRPr="003C0201" w:rsidRDefault="00BB1E14" w:rsidP="00344378">
            <w:pPr>
              <w:jc w:val="left"/>
            </w:pPr>
            <w:r w:rsidRPr="003C0201">
              <w:t> </w:t>
            </w:r>
          </w:p>
        </w:tc>
        <w:tc>
          <w:tcPr>
            <w:tcW w:w="902" w:type="dxa"/>
            <w:noWrap/>
            <w:hideMark/>
          </w:tcPr>
          <w:p w14:paraId="4D078275" w14:textId="77777777" w:rsidR="00BB1E14" w:rsidRPr="003C0201" w:rsidRDefault="00BB1E14" w:rsidP="00344378">
            <w:r w:rsidRPr="003C0201">
              <w:t> </w:t>
            </w:r>
          </w:p>
        </w:tc>
      </w:tr>
      <w:tr w:rsidR="00BB1E14" w:rsidRPr="003C0201" w14:paraId="0EB11FCF" w14:textId="77777777" w:rsidTr="00344378">
        <w:trPr>
          <w:trHeight w:val="300"/>
        </w:trPr>
        <w:tc>
          <w:tcPr>
            <w:tcW w:w="10932" w:type="dxa"/>
            <w:noWrap/>
            <w:hideMark/>
          </w:tcPr>
          <w:p w14:paraId="7A9498E4" w14:textId="77777777" w:rsidR="00BB1E14" w:rsidRPr="003C0201" w:rsidRDefault="00BB1E14" w:rsidP="00344378">
            <w:r w:rsidRPr="003C0201">
              <w:t>A1</w:t>
            </w:r>
          </w:p>
        </w:tc>
        <w:tc>
          <w:tcPr>
            <w:tcW w:w="3234" w:type="dxa"/>
            <w:noWrap/>
            <w:hideMark/>
          </w:tcPr>
          <w:p w14:paraId="31BA497B" w14:textId="77777777" w:rsidR="00BB1E14" w:rsidRPr="003C0201" w:rsidRDefault="00BB1E14" w:rsidP="00344378">
            <w:pPr>
              <w:rPr>
                <w:b/>
                <w:bCs/>
                <w:i/>
                <w:iCs/>
              </w:rPr>
            </w:pPr>
            <w:r w:rsidRPr="003C0201">
              <w:rPr>
                <w:b/>
                <w:bCs/>
                <w:i/>
                <w:iCs/>
              </w:rPr>
              <w:t> </w:t>
            </w:r>
          </w:p>
        </w:tc>
        <w:tc>
          <w:tcPr>
            <w:tcW w:w="813" w:type="dxa"/>
            <w:noWrap/>
            <w:hideMark/>
          </w:tcPr>
          <w:p w14:paraId="52A1C7D4" w14:textId="77777777" w:rsidR="00BB1E14" w:rsidRPr="003C0201" w:rsidRDefault="00BB1E14" w:rsidP="00344378">
            <w:pPr>
              <w:jc w:val="left"/>
            </w:pPr>
            <w:r w:rsidRPr="003C0201">
              <w:t>12</w:t>
            </w:r>
          </w:p>
        </w:tc>
        <w:tc>
          <w:tcPr>
            <w:tcW w:w="830" w:type="dxa"/>
            <w:noWrap/>
            <w:hideMark/>
          </w:tcPr>
          <w:p w14:paraId="237BE92F" w14:textId="77777777" w:rsidR="00BB1E14" w:rsidRPr="003C0201" w:rsidRDefault="00BB1E14" w:rsidP="00344378">
            <w:pPr>
              <w:jc w:val="left"/>
            </w:pPr>
            <w:r w:rsidRPr="003C0201">
              <w:t> </w:t>
            </w:r>
          </w:p>
        </w:tc>
        <w:tc>
          <w:tcPr>
            <w:tcW w:w="902" w:type="dxa"/>
            <w:noWrap/>
            <w:hideMark/>
          </w:tcPr>
          <w:p w14:paraId="63AD6964" w14:textId="77777777" w:rsidR="00BB1E14" w:rsidRPr="003C0201" w:rsidRDefault="00BB1E14" w:rsidP="00344378">
            <w:r w:rsidRPr="003C0201">
              <w:t> </w:t>
            </w:r>
          </w:p>
        </w:tc>
      </w:tr>
      <w:tr w:rsidR="00BB1E14" w:rsidRPr="003C0201" w14:paraId="43288B0D" w14:textId="77777777" w:rsidTr="00344378">
        <w:trPr>
          <w:trHeight w:val="300"/>
        </w:trPr>
        <w:tc>
          <w:tcPr>
            <w:tcW w:w="10932" w:type="dxa"/>
            <w:noWrap/>
            <w:hideMark/>
          </w:tcPr>
          <w:p w14:paraId="3C1E130E" w14:textId="77777777" w:rsidR="00BB1E14" w:rsidRPr="003C0201" w:rsidRDefault="00BB1E14" w:rsidP="00344378">
            <w:r w:rsidRPr="003C0201">
              <w:t>B1</w:t>
            </w:r>
          </w:p>
        </w:tc>
        <w:tc>
          <w:tcPr>
            <w:tcW w:w="3234" w:type="dxa"/>
            <w:noWrap/>
            <w:hideMark/>
          </w:tcPr>
          <w:p w14:paraId="68CDC52B" w14:textId="77777777" w:rsidR="00BB1E14" w:rsidRPr="003C0201" w:rsidRDefault="00BB1E14" w:rsidP="00344378">
            <w:pPr>
              <w:rPr>
                <w:b/>
                <w:bCs/>
                <w:i/>
                <w:iCs/>
              </w:rPr>
            </w:pPr>
            <w:r w:rsidRPr="003C0201">
              <w:rPr>
                <w:b/>
                <w:bCs/>
                <w:i/>
                <w:iCs/>
              </w:rPr>
              <w:t> </w:t>
            </w:r>
          </w:p>
        </w:tc>
        <w:tc>
          <w:tcPr>
            <w:tcW w:w="813" w:type="dxa"/>
            <w:noWrap/>
            <w:hideMark/>
          </w:tcPr>
          <w:p w14:paraId="3911EE98" w14:textId="77777777" w:rsidR="00BB1E14" w:rsidRPr="003C0201" w:rsidRDefault="00BB1E14" w:rsidP="00344378">
            <w:pPr>
              <w:jc w:val="left"/>
            </w:pPr>
            <w:r w:rsidRPr="003C0201">
              <w:t>10</w:t>
            </w:r>
          </w:p>
        </w:tc>
        <w:tc>
          <w:tcPr>
            <w:tcW w:w="830" w:type="dxa"/>
            <w:noWrap/>
            <w:hideMark/>
          </w:tcPr>
          <w:p w14:paraId="7FFB0D3D" w14:textId="77777777" w:rsidR="00BB1E14" w:rsidRPr="003C0201" w:rsidRDefault="00BB1E14" w:rsidP="00344378">
            <w:pPr>
              <w:jc w:val="left"/>
            </w:pPr>
            <w:r w:rsidRPr="003C0201">
              <w:t> </w:t>
            </w:r>
          </w:p>
        </w:tc>
        <w:tc>
          <w:tcPr>
            <w:tcW w:w="902" w:type="dxa"/>
            <w:noWrap/>
            <w:hideMark/>
          </w:tcPr>
          <w:p w14:paraId="5D37DD10" w14:textId="77777777" w:rsidR="00BB1E14" w:rsidRPr="003C0201" w:rsidRDefault="00BB1E14" w:rsidP="00344378">
            <w:r w:rsidRPr="003C0201">
              <w:t> </w:t>
            </w:r>
          </w:p>
        </w:tc>
      </w:tr>
      <w:tr w:rsidR="00BB1E14" w:rsidRPr="003C0201" w14:paraId="1F2B1580" w14:textId="77777777" w:rsidTr="00344378">
        <w:trPr>
          <w:trHeight w:val="285"/>
        </w:trPr>
        <w:tc>
          <w:tcPr>
            <w:tcW w:w="10932" w:type="dxa"/>
            <w:noWrap/>
            <w:hideMark/>
          </w:tcPr>
          <w:p w14:paraId="056B3C35" w14:textId="77777777" w:rsidR="00BB1E14" w:rsidRPr="003C0201" w:rsidRDefault="00BB1E14" w:rsidP="00344378">
            <w:r w:rsidRPr="003C0201">
              <w:t>B2</w:t>
            </w:r>
          </w:p>
        </w:tc>
        <w:tc>
          <w:tcPr>
            <w:tcW w:w="3234" w:type="dxa"/>
            <w:noWrap/>
            <w:hideMark/>
          </w:tcPr>
          <w:p w14:paraId="7DF15F7E" w14:textId="77777777" w:rsidR="00BB1E14" w:rsidRPr="003C0201" w:rsidRDefault="00BB1E14" w:rsidP="00344378">
            <w:pPr>
              <w:rPr>
                <w:b/>
                <w:bCs/>
                <w:i/>
                <w:iCs/>
              </w:rPr>
            </w:pPr>
            <w:r w:rsidRPr="003C0201">
              <w:rPr>
                <w:b/>
                <w:bCs/>
                <w:i/>
                <w:iCs/>
              </w:rPr>
              <w:t> </w:t>
            </w:r>
          </w:p>
        </w:tc>
        <w:tc>
          <w:tcPr>
            <w:tcW w:w="813" w:type="dxa"/>
            <w:noWrap/>
            <w:hideMark/>
          </w:tcPr>
          <w:p w14:paraId="2FE9655A" w14:textId="77777777" w:rsidR="00BB1E14" w:rsidRPr="003C0201" w:rsidRDefault="00BB1E14" w:rsidP="00344378">
            <w:pPr>
              <w:jc w:val="left"/>
            </w:pPr>
            <w:r w:rsidRPr="003C0201">
              <w:t>15</w:t>
            </w:r>
          </w:p>
        </w:tc>
        <w:tc>
          <w:tcPr>
            <w:tcW w:w="830" w:type="dxa"/>
            <w:noWrap/>
            <w:hideMark/>
          </w:tcPr>
          <w:p w14:paraId="27E1FBD9" w14:textId="77777777" w:rsidR="00BB1E14" w:rsidRPr="003C0201" w:rsidRDefault="00BB1E14" w:rsidP="00344378">
            <w:pPr>
              <w:jc w:val="left"/>
            </w:pPr>
            <w:r w:rsidRPr="003C0201">
              <w:t> </w:t>
            </w:r>
          </w:p>
        </w:tc>
        <w:tc>
          <w:tcPr>
            <w:tcW w:w="902" w:type="dxa"/>
            <w:noWrap/>
            <w:hideMark/>
          </w:tcPr>
          <w:p w14:paraId="2387789E" w14:textId="77777777" w:rsidR="00BB1E14" w:rsidRPr="003C0201" w:rsidRDefault="00BB1E14" w:rsidP="00344378">
            <w:r w:rsidRPr="003C0201">
              <w:t> </w:t>
            </w:r>
          </w:p>
        </w:tc>
      </w:tr>
      <w:tr w:rsidR="00BB1E14" w:rsidRPr="003C0201" w14:paraId="16921120" w14:textId="77777777" w:rsidTr="00344378">
        <w:trPr>
          <w:trHeight w:val="285"/>
        </w:trPr>
        <w:tc>
          <w:tcPr>
            <w:tcW w:w="10932" w:type="dxa"/>
            <w:noWrap/>
            <w:hideMark/>
          </w:tcPr>
          <w:p w14:paraId="52E489A5" w14:textId="77777777" w:rsidR="00BB1E14" w:rsidRPr="003C0201" w:rsidRDefault="00BB1E14" w:rsidP="00344378">
            <w:r w:rsidRPr="003C0201">
              <w:rPr>
                <w:b/>
                <w:bCs/>
              </w:rPr>
              <w:t>GIC Filling material</w:t>
            </w:r>
            <w:r w:rsidRPr="003C0201">
              <w:t xml:space="preserve"> </w:t>
            </w:r>
          </w:p>
        </w:tc>
        <w:tc>
          <w:tcPr>
            <w:tcW w:w="3234" w:type="dxa"/>
            <w:noWrap/>
            <w:hideMark/>
          </w:tcPr>
          <w:p w14:paraId="248156FC" w14:textId="77777777" w:rsidR="00BB1E14" w:rsidRPr="003C0201" w:rsidRDefault="00BB1E14" w:rsidP="00344378">
            <w:pPr>
              <w:rPr>
                <w:b/>
                <w:bCs/>
                <w:i/>
                <w:iCs/>
              </w:rPr>
            </w:pPr>
            <w:r w:rsidRPr="003C0201">
              <w:rPr>
                <w:b/>
                <w:bCs/>
                <w:i/>
                <w:iCs/>
              </w:rPr>
              <w:t> </w:t>
            </w:r>
          </w:p>
        </w:tc>
        <w:tc>
          <w:tcPr>
            <w:tcW w:w="813" w:type="dxa"/>
            <w:noWrap/>
            <w:hideMark/>
          </w:tcPr>
          <w:p w14:paraId="10F2C56F" w14:textId="77777777" w:rsidR="00BB1E14" w:rsidRPr="003C0201" w:rsidRDefault="00BB1E14" w:rsidP="00344378">
            <w:pPr>
              <w:jc w:val="left"/>
            </w:pPr>
            <w:r w:rsidRPr="003C0201">
              <w:t> </w:t>
            </w:r>
          </w:p>
        </w:tc>
        <w:tc>
          <w:tcPr>
            <w:tcW w:w="830" w:type="dxa"/>
            <w:noWrap/>
            <w:hideMark/>
          </w:tcPr>
          <w:p w14:paraId="4C8CFC87" w14:textId="77777777" w:rsidR="00BB1E14" w:rsidRPr="003C0201" w:rsidRDefault="00BB1E14" w:rsidP="00344378">
            <w:pPr>
              <w:jc w:val="left"/>
            </w:pPr>
            <w:r w:rsidRPr="003C0201">
              <w:t> </w:t>
            </w:r>
          </w:p>
        </w:tc>
        <w:tc>
          <w:tcPr>
            <w:tcW w:w="902" w:type="dxa"/>
            <w:noWrap/>
            <w:hideMark/>
          </w:tcPr>
          <w:p w14:paraId="57C0B2A4" w14:textId="77777777" w:rsidR="00BB1E14" w:rsidRPr="003C0201" w:rsidRDefault="00BB1E14" w:rsidP="00344378">
            <w:r w:rsidRPr="003C0201">
              <w:t> </w:t>
            </w:r>
          </w:p>
        </w:tc>
      </w:tr>
      <w:tr w:rsidR="00BB1E14" w:rsidRPr="003C0201" w14:paraId="223284ED" w14:textId="77777777" w:rsidTr="00344378">
        <w:trPr>
          <w:trHeight w:val="285"/>
        </w:trPr>
        <w:tc>
          <w:tcPr>
            <w:tcW w:w="10932" w:type="dxa"/>
            <w:noWrap/>
            <w:hideMark/>
          </w:tcPr>
          <w:p w14:paraId="7CA7C067" w14:textId="77777777" w:rsidR="00BB1E14" w:rsidRPr="003C0201" w:rsidRDefault="00BB1E14" w:rsidP="00344378">
            <w:r w:rsidRPr="003C0201">
              <w:t>ART FUJI 1x (powder &amp; liquid)</w:t>
            </w:r>
          </w:p>
        </w:tc>
        <w:tc>
          <w:tcPr>
            <w:tcW w:w="3234" w:type="dxa"/>
            <w:noWrap/>
            <w:hideMark/>
          </w:tcPr>
          <w:p w14:paraId="4A8D3012" w14:textId="77777777" w:rsidR="00BB1E14" w:rsidRPr="003C0201" w:rsidRDefault="00BB1E14" w:rsidP="00344378">
            <w:pPr>
              <w:rPr>
                <w:b/>
                <w:bCs/>
                <w:i/>
                <w:iCs/>
              </w:rPr>
            </w:pPr>
            <w:r w:rsidRPr="003C0201">
              <w:rPr>
                <w:b/>
                <w:bCs/>
                <w:i/>
                <w:iCs/>
              </w:rPr>
              <w:t> </w:t>
            </w:r>
          </w:p>
        </w:tc>
        <w:tc>
          <w:tcPr>
            <w:tcW w:w="813" w:type="dxa"/>
            <w:noWrap/>
            <w:hideMark/>
          </w:tcPr>
          <w:p w14:paraId="2579F7BC" w14:textId="77777777" w:rsidR="00BB1E14" w:rsidRPr="003C0201" w:rsidRDefault="00BB1E14" w:rsidP="00344378">
            <w:pPr>
              <w:jc w:val="left"/>
            </w:pPr>
            <w:r w:rsidRPr="003C0201">
              <w:t>10</w:t>
            </w:r>
          </w:p>
        </w:tc>
        <w:tc>
          <w:tcPr>
            <w:tcW w:w="830" w:type="dxa"/>
            <w:noWrap/>
            <w:hideMark/>
          </w:tcPr>
          <w:p w14:paraId="5321AEED" w14:textId="77777777" w:rsidR="00BB1E14" w:rsidRPr="003C0201" w:rsidRDefault="00BB1E14" w:rsidP="00344378">
            <w:pPr>
              <w:jc w:val="left"/>
            </w:pPr>
            <w:r w:rsidRPr="003C0201">
              <w:t> </w:t>
            </w:r>
          </w:p>
        </w:tc>
        <w:tc>
          <w:tcPr>
            <w:tcW w:w="902" w:type="dxa"/>
            <w:noWrap/>
            <w:hideMark/>
          </w:tcPr>
          <w:p w14:paraId="4E40ACD0" w14:textId="77777777" w:rsidR="00BB1E14" w:rsidRPr="003C0201" w:rsidRDefault="00BB1E14" w:rsidP="00344378">
            <w:r w:rsidRPr="003C0201">
              <w:t> </w:t>
            </w:r>
          </w:p>
        </w:tc>
      </w:tr>
      <w:tr w:rsidR="00BB1E14" w:rsidRPr="003C0201" w14:paraId="7337A290" w14:textId="77777777" w:rsidTr="00344378">
        <w:trPr>
          <w:trHeight w:val="300"/>
        </w:trPr>
        <w:tc>
          <w:tcPr>
            <w:tcW w:w="10932" w:type="dxa"/>
            <w:noWrap/>
            <w:hideMark/>
          </w:tcPr>
          <w:p w14:paraId="07223804" w14:textId="77777777" w:rsidR="00BB1E14" w:rsidRPr="003C0201" w:rsidRDefault="00BB1E14" w:rsidP="00344378">
            <w:pPr>
              <w:rPr>
                <w:i/>
                <w:iCs/>
              </w:rPr>
            </w:pPr>
            <w:r w:rsidRPr="003C0201">
              <w:rPr>
                <w:i/>
                <w:iCs/>
              </w:rPr>
              <w:t>Encapsulated GIC Fuji IX</w:t>
            </w:r>
          </w:p>
        </w:tc>
        <w:tc>
          <w:tcPr>
            <w:tcW w:w="3234" w:type="dxa"/>
            <w:noWrap/>
            <w:hideMark/>
          </w:tcPr>
          <w:p w14:paraId="46CBA29B" w14:textId="77777777" w:rsidR="00BB1E14" w:rsidRPr="003C0201" w:rsidRDefault="00BB1E14" w:rsidP="00344378">
            <w:r w:rsidRPr="003C0201">
              <w:t>Ctn/50cap/pkt</w:t>
            </w:r>
          </w:p>
        </w:tc>
        <w:tc>
          <w:tcPr>
            <w:tcW w:w="813" w:type="dxa"/>
            <w:noWrap/>
            <w:hideMark/>
          </w:tcPr>
          <w:p w14:paraId="0D29F425" w14:textId="77777777" w:rsidR="00BB1E14" w:rsidRPr="003C0201" w:rsidRDefault="00BB1E14" w:rsidP="00344378">
            <w:pPr>
              <w:jc w:val="left"/>
            </w:pPr>
            <w:r w:rsidRPr="003C0201">
              <w:t>20</w:t>
            </w:r>
          </w:p>
        </w:tc>
        <w:tc>
          <w:tcPr>
            <w:tcW w:w="830" w:type="dxa"/>
            <w:noWrap/>
            <w:hideMark/>
          </w:tcPr>
          <w:p w14:paraId="1D87EF22" w14:textId="77777777" w:rsidR="00BB1E14" w:rsidRPr="003C0201" w:rsidRDefault="00BB1E14" w:rsidP="00344378">
            <w:pPr>
              <w:jc w:val="left"/>
            </w:pPr>
            <w:r w:rsidRPr="003C0201">
              <w:t> </w:t>
            </w:r>
          </w:p>
        </w:tc>
        <w:tc>
          <w:tcPr>
            <w:tcW w:w="902" w:type="dxa"/>
            <w:noWrap/>
            <w:hideMark/>
          </w:tcPr>
          <w:p w14:paraId="02EDADF8" w14:textId="77777777" w:rsidR="00BB1E14" w:rsidRPr="003C0201" w:rsidRDefault="00BB1E14" w:rsidP="00344378">
            <w:r w:rsidRPr="003C0201">
              <w:t> </w:t>
            </w:r>
          </w:p>
        </w:tc>
      </w:tr>
      <w:tr w:rsidR="00BB1E14" w:rsidRPr="003C0201" w14:paraId="76B2708C" w14:textId="77777777" w:rsidTr="00344378">
        <w:trPr>
          <w:trHeight w:val="300"/>
        </w:trPr>
        <w:tc>
          <w:tcPr>
            <w:tcW w:w="10932" w:type="dxa"/>
            <w:noWrap/>
            <w:hideMark/>
          </w:tcPr>
          <w:p w14:paraId="3864533E" w14:textId="77777777" w:rsidR="00BB1E14" w:rsidRPr="003C0201" w:rsidRDefault="00BB1E14" w:rsidP="00344378">
            <w:pPr>
              <w:rPr>
                <w:i/>
                <w:iCs/>
              </w:rPr>
            </w:pPr>
            <w:r w:rsidRPr="003C0201">
              <w:rPr>
                <w:i/>
                <w:iCs/>
              </w:rPr>
              <w:t>Zinc Oxide +Eugenol(DORIDENT)</w:t>
            </w:r>
          </w:p>
        </w:tc>
        <w:tc>
          <w:tcPr>
            <w:tcW w:w="3234" w:type="dxa"/>
            <w:noWrap/>
            <w:hideMark/>
          </w:tcPr>
          <w:p w14:paraId="7BDA55B3" w14:textId="77777777" w:rsidR="00BB1E14" w:rsidRPr="003C0201" w:rsidRDefault="00BB1E14" w:rsidP="00344378">
            <w:r w:rsidRPr="003C0201">
              <w:t> </w:t>
            </w:r>
          </w:p>
        </w:tc>
        <w:tc>
          <w:tcPr>
            <w:tcW w:w="813" w:type="dxa"/>
            <w:noWrap/>
            <w:hideMark/>
          </w:tcPr>
          <w:p w14:paraId="0216AE9D" w14:textId="77777777" w:rsidR="00BB1E14" w:rsidRPr="003C0201" w:rsidRDefault="00BB1E14" w:rsidP="00344378">
            <w:pPr>
              <w:jc w:val="left"/>
            </w:pPr>
            <w:r w:rsidRPr="003C0201">
              <w:t>10</w:t>
            </w:r>
          </w:p>
        </w:tc>
        <w:tc>
          <w:tcPr>
            <w:tcW w:w="830" w:type="dxa"/>
            <w:noWrap/>
            <w:hideMark/>
          </w:tcPr>
          <w:p w14:paraId="3B3576CE" w14:textId="77777777" w:rsidR="00BB1E14" w:rsidRPr="003C0201" w:rsidRDefault="00BB1E14" w:rsidP="00344378">
            <w:pPr>
              <w:jc w:val="left"/>
            </w:pPr>
            <w:r w:rsidRPr="003C0201">
              <w:t> </w:t>
            </w:r>
          </w:p>
        </w:tc>
        <w:tc>
          <w:tcPr>
            <w:tcW w:w="902" w:type="dxa"/>
            <w:noWrap/>
            <w:hideMark/>
          </w:tcPr>
          <w:p w14:paraId="0D1B9867" w14:textId="77777777" w:rsidR="00BB1E14" w:rsidRPr="003C0201" w:rsidRDefault="00BB1E14" w:rsidP="00344378">
            <w:r w:rsidRPr="003C0201">
              <w:t> </w:t>
            </w:r>
          </w:p>
        </w:tc>
      </w:tr>
      <w:tr w:rsidR="00BB1E14" w:rsidRPr="003C0201" w14:paraId="37AB908C" w14:textId="77777777" w:rsidTr="00344378">
        <w:trPr>
          <w:trHeight w:val="300"/>
        </w:trPr>
        <w:tc>
          <w:tcPr>
            <w:tcW w:w="10932" w:type="dxa"/>
            <w:noWrap/>
            <w:hideMark/>
          </w:tcPr>
          <w:p w14:paraId="36948F7D" w14:textId="77777777" w:rsidR="00BB1E14" w:rsidRPr="003C0201" w:rsidRDefault="00BB1E14" w:rsidP="00344378">
            <w:pPr>
              <w:rPr>
                <w:i/>
                <w:iCs/>
              </w:rPr>
            </w:pPr>
            <w:r w:rsidRPr="003C0201">
              <w:rPr>
                <w:i/>
                <w:iCs/>
              </w:rPr>
              <w:t xml:space="preserve">Acid Etch liquid </w:t>
            </w:r>
          </w:p>
        </w:tc>
        <w:tc>
          <w:tcPr>
            <w:tcW w:w="3234" w:type="dxa"/>
            <w:noWrap/>
            <w:hideMark/>
          </w:tcPr>
          <w:p w14:paraId="7C518626" w14:textId="77777777" w:rsidR="00BB1E14" w:rsidRPr="003C0201" w:rsidRDefault="00BB1E14" w:rsidP="00344378">
            <w:r w:rsidRPr="003C0201">
              <w:t> </w:t>
            </w:r>
          </w:p>
        </w:tc>
        <w:tc>
          <w:tcPr>
            <w:tcW w:w="813" w:type="dxa"/>
            <w:noWrap/>
            <w:hideMark/>
          </w:tcPr>
          <w:p w14:paraId="5E94548B" w14:textId="77777777" w:rsidR="00BB1E14" w:rsidRPr="003C0201" w:rsidRDefault="00BB1E14" w:rsidP="00344378">
            <w:pPr>
              <w:jc w:val="left"/>
            </w:pPr>
            <w:r w:rsidRPr="003C0201">
              <w:t>3</w:t>
            </w:r>
          </w:p>
        </w:tc>
        <w:tc>
          <w:tcPr>
            <w:tcW w:w="830" w:type="dxa"/>
            <w:noWrap/>
            <w:hideMark/>
          </w:tcPr>
          <w:p w14:paraId="7B7C3255" w14:textId="77777777" w:rsidR="00BB1E14" w:rsidRPr="003C0201" w:rsidRDefault="00BB1E14" w:rsidP="00344378">
            <w:pPr>
              <w:jc w:val="left"/>
            </w:pPr>
            <w:r w:rsidRPr="003C0201">
              <w:t> </w:t>
            </w:r>
          </w:p>
        </w:tc>
        <w:tc>
          <w:tcPr>
            <w:tcW w:w="902" w:type="dxa"/>
            <w:noWrap/>
            <w:hideMark/>
          </w:tcPr>
          <w:p w14:paraId="66A3DEE9" w14:textId="77777777" w:rsidR="00BB1E14" w:rsidRPr="003C0201" w:rsidRDefault="00BB1E14" w:rsidP="00344378">
            <w:r w:rsidRPr="003C0201">
              <w:t> </w:t>
            </w:r>
          </w:p>
        </w:tc>
      </w:tr>
      <w:tr w:rsidR="00BB1E14" w:rsidRPr="003C0201" w14:paraId="41B15CB1" w14:textId="77777777" w:rsidTr="00344378">
        <w:trPr>
          <w:trHeight w:val="300"/>
        </w:trPr>
        <w:tc>
          <w:tcPr>
            <w:tcW w:w="10932" w:type="dxa"/>
            <w:noWrap/>
            <w:hideMark/>
          </w:tcPr>
          <w:p w14:paraId="4BD52705" w14:textId="77777777" w:rsidR="00BB1E14" w:rsidRPr="003C0201" w:rsidRDefault="00BB1E14" w:rsidP="00344378">
            <w:r w:rsidRPr="003C0201">
              <w:t>Dycal (Calcium hydroxide cement) for indirect pulp capping</w:t>
            </w:r>
          </w:p>
        </w:tc>
        <w:tc>
          <w:tcPr>
            <w:tcW w:w="3234" w:type="dxa"/>
            <w:noWrap/>
            <w:hideMark/>
          </w:tcPr>
          <w:p w14:paraId="4B46D4B1" w14:textId="77777777" w:rsidR="00BB1E14" w:rsidRPr="003C0201" w:rsidRDefault="00BB1E14" w:rsidP="00344378">
            <w:r w:rsidRPr="003C0201">
              <w:t xml:space="preserve"> tube</w:t>
            </w:r>
          </w:p>
        </w:tc>
        <w:tc>
          <w:tcPr>
            <w:tcW w:w="813" w:type="dxa"/>
            <w:noWrap/>
            <w:hideMark/>
          </w:tcPr>
          <w:p w14:paraId="775A5706" w14:textId="77777777" w:rsidR="00BB1E14" w:rsidRPr="003C0201" w:rsidRDefault="00BB1E14" w:rsidP="00344378">
            <w:pPr>
              <w:jc w:val="left"/>
            </w:pPr>
            <w:r w:rsidRPr="003C0201">
              <w:t>15</w:t>
            </w:r>
          </w:p>
        </w:tc>
        <w:tc>
          <w:tcPr>
            <w:tcW w:w="830" w:type="dxa"/>
            <w:noWrap/>
            <w:hideMark/>
          </w:tcPr>
          <w:p w14:paraId="5FC98161" w14:textId="77777777" w:rsidR="00BB1E14" w:rsidRPr="003C0201" w:rsidRDefault="00BB1E14" w:rsidP="00344378">
            <w:pPr>
              <w:jc w:val="left"/>
            </w:pPr>
            <w:r w:rsidRPr="003C0201">
              <w:t> </w:t>
            </w:r>
          </w:p>
        </w:tc>
        <w:tc>
          <w:tcPr>
            <w:tcW w:w="902" w:type="dxa"/>
            <w:noWrap/>
            <w:hideMark/>
          </w:tcPr>
          <w:p w14:paraId="50755E59" w14:textId="77777777" w:rsidR="00BB1E14" w:rsidRPr="003C0201" w:rsidRDefault="00BB1E14" w:rsidP="00344378">
            <w:r w:rsidRPr="003C0201">
              <w:t> </w:t>
            </w:r>
          </w:p>
        </w:tc>
      </w:tr>
      <w:tr w:rsidR="00BB1E14" w:rsidRPr="003C0201" w14:paraId="4357E9DF" w14:textId="77777777" w:rsidTr="00344378">
        <w:trPr>
          <w:trHeight w:val="300"/>
        </w:trPr>
        <w:tc>
          <w:tcPr>
            <w:tcW w:w="10932" w:type="dxa"/>
            <w:noWrap/>
            <w:hideMark/>
          </w:tcPr>
          <w:p w14:paraId="4C3DBC68" w14:textId="77777777" w:rsidR="00BB1E14" w:rsidRPr="003C0201" w:rsidRDefault="00BB1E14" w:rsidP="00344378">
            <w:r w:rsidRPr="003C0201">
              <w:t>GC Dentine conditioner (25%-30% polyacrylic acid) 25g</w:t>
            </w:r>
          </w:p>
        </w:tc>
        <w:tc>
          <w:tcPr>
            <w:tcW w:w="3234" w:type="dxa"/>
            <w:noWrap/>
            <w:hideMark/>
          </w:tcPr>
          <w:p w14:paraId="7771ADE8" w14:textId="77777777" w:rsidR="00BB1E14" w:rsidRPr="003C0201" w:rsidRDefault="00BB1E14" w:rsidP="00344378">
            <w:r w:rsidRPr="003C0201">
              <w:t>pieces</w:t>
            </w:r>
          </w:p>
        </w:tc>
        <w:tc>
          <w:tcPr>
            <w:tcW w:w="813" w:type="dxa"/>
            <w:noWrap/>
            <w:hideMark/>
          </w:tcPr>
          <w:p w14:paraId="5F298C19" w14:textId="77777777" w:rsidR="00BB1E14" w:rsidRPr="003C0201" w:rsidRDefault="00BB1E14" w:rsidP="00344378">
            <w:pPr>
              <w:jc w:val="left"/>
            </w:pPr>
            <w:r w:rsidRPr="003C0201">
              <w:t>18</w:t>
            </w:r>
          </w:p>
        </w:tc>
        <w:tc>
          <w:tcPr>
            <w:tcW w:w="830" w:type="dxa"/>
            <w:noWrap/>
            <w:hideMark/>
          </w:tcPr>
          <w:p w14:paraId="57F08DCC" w14:textId="77777777" w:rsidR="00BB1E14" w:rsidRPr="003C0201" w:rsidRDefault="00BB1E14" w:rsidP="00344378">
            <w:pPr>
              <w:jc w:val="left"/>
            </w:pPr>
            <w:r w:rsidRPr="003C0201">
              <w:t> </w:t>
            </w:r>
          </w:p>
        </w:tc>
        <w:tc>
          <w:tcPr>
            <w:tcW w:w="902" w:type="dxa"/>
            <w:noWrap/>
            <w:hideMark/>
          </w:tcPr>
          <w:p w14:paraId="427CA878" w14:textId="77777777" w:rsidR="00BB1E14" w:rsidRPr="003C0201" w:rsidRDefault="00BB1E14" w:rsidP="00344378">
            <w:r w:rsidRPr="003C0201">
              <w:t> </w:t>
            </w:r>
          </w:p>
        </w:tc>
      </w:tr>
      <w:tr w:rsidR="00BB1E14" w:rsidRPr="003C0201" w14:paraId="4DFE4582" w14:textId="77777777" w:rsidTr="00344378">
        <w:trPr>
          <w:trHeight w:val="300"/>
        </w:trPr>
        <w:tc>
          <w:tcPr>
            <w:tcW w:w="10932" w:type="dxa"/>
            <w:noWrap/>
            <w:hideMark/>
          </w:tcPr>
          <w:p w14:paraId="1EB3E788" w14:textId="77777777" w:rsidR="00BB1E14" w:rsidRPr="003C0201" w:rsidRDefault="00BB1E14" w:rsidP="00344378">
            <w:r w:rsidRPr="003C0201">
              <w:t>Bond -for composite</w:t>
            </w:r>
          </w:p>
        </w:tc>
        <w:tc>
          <w:tcPr>
            <w:tcW w:w="3234" w:type="dxa"/>
            <w:noWrap/>
            <w:hideMark/>
          </w:tcPr>
          <w:p w14:paraId="76C605E0" w14:textId="77777777" w:rsidR="00BB1E14" w:rsidRPr="003C0201" w:rsidRDefault="00BB1E14" w:rsidP="00344378">
            <w:r w:rsidRPr="003C0201">
              <w:t>5mls bottle</w:t>
            </w:r>
          </w:p>
        </w:tc>
        <w:tc>
          <w:tcPr>
            <w:tcW w:w="813" w:type="dxa"/>
            <w:noWrap/>
            <w:hideMark/>
          </w:tcPr>
          <w:p w14:paraId="25DC486E" w14:textId="77777777" w:rsidR="00BB1E14" w:rsidRPr="003C0201" w:rsidRDefault="00BB1E14" w:rsidP="00344378">
            <w:pPr>
              <w:jc w:val="left"/>
            </w:pPr>
            <w:r w:rsidRPr="003C0201">
              <w:t>20</w:t>
            </w:r>
          </w:p>
        </w:tc>
        <w:tc>
          <w:tcPr>
            <w:tcW w:w="830" w:type="dxa"/>
            <w:noWrap/>
            <w:hideMark/>
          </w:tcPr>
          <w:p w14:paraId="0ED366BA" w14:textId="77777777" w:rsidR="00BB1E14" w:rsidRPr="003C0201" w:rsidRDefault="00BB1E14" w:rsidP="00344378">
            <w:pPr>
              <w:jc w:val="left"/>
            </w:pPr>
            <w:r w:rsidRPr="003C0201">
              <w:t> </w:t>
            </w:r>
          </w:p>
        </w:tc>
        <w:tc>
          <w:tcPr>
            <w:tcW w:w="902" w:type="dxa"/>
            <w:noWrap/>
            <w:hideMark/>
          </w:tcPr>
          <w:p w14:paraId="5F189AFA" w14:textId="77777777" w:rsidR="00BB1E14" w:rsidRPr="003C0201" w:rsidRDefault="00BB1E14" w:rsidP="00344378">
            <w:r w:rsidRPr="003C0201">
              <w:t> </w:t>
            </w:r>
          </w:p>
        </w:tc>
      </w:tr>
      <w:tr w:rsidR="00BB1E14" w:rsidRPr="003C0201" w14:paraId="72B2609E" w14:textId="77777777" w:rsidTr="00344378">
        <w:trPr>
          <w:trHeight w:val="300"/>
        </w:trPr>
        <w:tc>
          <w:tcPr>
            <w:tcW w:w="10932" w:type="dxa"/>
            <w:noWrap/>
            <w:hideMark/>
          </w:tcPr>
          <w:p w14:paraId="2EBD5A27" w14:textId="77777777" w:rsidR="00BB1E14" w:rsidRPr="003C0201" w:rsidRDefault="00BB1E14" w:rsidP="00344378">
            <w:r w:rsidRPr="003C0201">
              <w:t>3M Single Bond  Kit ES (Adhesive &amp; etchant)</w:t>
            </w:r>
          </w:p>
        </w:tc>
        <w:tc>
          <w:tcPr>
            <w:tcW w:w="3234" w:type="dxa"/>
            <w:noWrap/>
            <w:hideMark/>
          </w:tcPr>
          <w:p w14:paraId="31386069" w14:textId="77777777" w:rsidR="00BB1E14" w:rsidRPr="003C0201" w:rsidRDefault="00BB1E14" w:rsidP="00344378">
            <w:r w:rsidRPr="003C0201">
              <w:t>kit</w:t>
            </w:r>
          </w:p>
        </w:tc>
        <w:tc>
          <w:tcPr>
            <w:tcW w:w="813" w:type="dxa"/>
            <w:noWrap/>
            <w:hideMark/>
          </w:tcPr>
          <w:p w14:paraId="5AD7789B" w14:textId="77777777" w:rsidR="00BB1E14" w:rsidRPr="003C0201" w:rsidRDefault="00BB1E14" w:rsidP="00344378">
            <w:pPr>
              <w:jc w:val="left"/>
            </w:pPr>
            <w:r w:rsidRPr="003C0201">
              <w:t>10</w:t>
            </w:r>
          </w:p>
        </w:tc>
        <w:tc>
          <w:tcPr>
            <w:tcW w:w="830" w:type="dxa"/>
            <w:noWrap/>
            <w:hideMark/>
          </w:tcPr>
          <w:p w14:paraId="173AB1B2" w14:textId="77777777" w:rsidR="00BB1E14" w:rsidRPr="003C0201" w:rsidRDefault="00BB1E14" w:rsidP="00344378">
            <w:pPr>
              <w:jc w:val="left"/>
            </w:pPr>
            <w:r w:rsidRPr="003C0201">
              <w:t> </w:t>
            </w:r>
          </w:p>
        </w:tc>
        <w:tc>
          <w:tcPr>
            <w:tcW w:w="902" w:type="dxa"/>
            <w:noWrap/>
            <w:hideMark/>
          </w:tcPr>
          <w:p w14:paraId="41BFB5E8" w14:textId="77777777" w:rsidR="00BB1E14" w:rsidRPr="003C0201" w:rsidRDefault="00BB1E14" w:rsidP="00344378">
            <w:r w:rsidRPr="003C0201">
              <w:t> </w:t>
            </w:r>
          </w:p>
        </w:tc>
      </w:tr>
      <w:tr w:rsidR="00BB1E14" w:rsidRPr="003C0201" w14:paraId="1683341A" w14:textId="77777777" w:rsidTr="00344378">
        <w:trPr>
          <w:trHeight w:val="300"/>
        </w:trPr>
        <w:tc>
          <w:tcPr>
            <w:tcW w:w="10932" w:type="dxa"/>
            <w:noWrap/>
            <w:hideMark/>
          </w:tcPr>
          <w:p w14:paraId="40317759" w14:textId="77777777" w:rsidR="00BB1E14" w:rsidRPr="003C0201" w:rsidRDefault="00BB1E14" w:rsidP="00344378">
            <w:r w:rsidRPr="003C0201">
              <w:t>OptiScotchBond dual cure adhesive (bonding agent)</w:t>
            </w:r>
          </w:p>
        </w:tc>
        <w:tc>
          <w:tcPr>
            <w:tcW w:w="3234" w:type="dxa"/>
            <w:noWrap/>
            <w:hideMark/>
          </w:tcPr>
          <w:p w14:paraId="44BC652D" w14:textId="77777777" w:rsidR="00BB1E14" w:rsidRPr="003C0201" w:rsidRDefault="00BB1E14" w:rsidP="00344378">
            <w:r w:rsidRPr="003C0201">
              <w:t>5mls bottle</w:t>
            </w:r>
          </w:p>
        </w:tc>
        <w:tc>
          <w:tcPr>
            <w:tcW w:w="813" w:type="dxa"/>
            <w:noWrap/>
            <w:hideMark/>
          </w:tcPr>
          <w:p w14:paraId="0A825302" w14:textId="77777777" w:rsidR="00BB1E14" w:rsidRPr="003C0201" w:rsidRDefault="00BB1E14" w:rsidP="00344378">
            <w:pPr>
              <w:jc w:val="left"/>
            </w:pPr>
            <w:r w:rsidRPr="003C0201">
              <w:t>10</w:t>
            </w:r>
          </w:p>
        </w:tc>
        <w:tc>
          <w:tcPr>
            <w:tcW w:w="830" w:type="dxa"/>
            <w:noWrap/>
            <w:hideMark/>
          </w:tcPr>
          <w:p w14:paraId="44B7172B" w14:textId="77777777" w:rsidR="00BB1E14" w:rsidRPr="003C0201" w:rsidRDefault="00BB1E14" w:rsidP="00344378">
            <w:pPr>
              <w:jc w:val="left"/>
            </w:pPr>
            <w:r w:rsidRPr="003C0201">
              <w:t> </w:t>
            </w:r>
          </w:p>
        </w:tc>
        <w:tc>
          <w:tcPr>
            <w:tcW w:w="902" w:type="dxa"/>
            <w:noWrap/>
            <w:hideMark/>
          </w:tcPr>
          <w:p w14:paraId="3F00A33D" w14:textId="77777777" w:rsidR="00BB1E14" w:rsidRPr="003C0201" w:rsidRDefault="00BB1E14" w:rsidP="00344378">
            <w:r w:rsidRPr="003C0201">
              <w:t> </w:t>
            </w:r>
          </w:p>
        </w:tc>
      </w:tr>
      <w:tr w:rsidR="00BB1E14" w:rsidRPr="003C0201" w14:paraId="3DBA3364" w14:textId="77777777" w:rsidTr="00344378">
        <w:trPr>
          <w:trHeight w:val="300"/>
        </w:trPr>
        <w:tc>
          <w:tcPr>
            <w:tcW w:w="10932" w:type="dxa"/>
            <w:noWrap/>
            <w:hideMark/>
          </w:tcPr>
          <w:p w14:paraId="42729439" w14:textId="77777777" w:rsidR="00BB1E14" w:rsidRPr="003C0201" w:rsidRDefault="00BB1E14" w:rsidP="00344378">
            <w:pPr>
              <w:rPr>
                <w:b/>
                <w:bCs/>
              </w:rPr>
            </w:pPr>
            <w:r w:rsidRPr="003C0201">
              <w:rPr>
                <w:b/>
                <w:bCs/>
              </w:rPr>
              <w:t>Filling Accessories</w:t>
            </w:r>
          </w:p>
        </w:tc>
        <w:tc>
          <w:tcPr>
            <w:tcW w:w="3234" w:type="dxa"/>
            <w:noWrap/>
            <w:hideMark/>
          </w:tcPr>
          <w:p w14:paraId="40AD3330" w14:textId="77777777" w:rsidR="00BB1E14" w:rsidRPr="003C0201" w:rsidRDefault="00BB1E14" w:rsidP="00344378">
            <w:r w:rsidRPr="003C0201">
              <w:t> </w:t>
            </w:r>
          </w:p>
        </w:tc>
        <w:tc>
          <w:tcPr>
            <w:tcW w:w="813" w:type="dxa"/>
            <w:noWrap/>
            <w:hideMark/>
          </w:tcPr>
          <w:p w14:paraId="4F91822B" w14:textId="77777777" w:rsidR="00BB1E14" w:rsidRPr="003C0201" w:rsidRDefault="00BB1E14" w:rsidP="00344378">
            <w:r w:rsidRPr="003C0201">
              <w:t> </w:t>
            </w:r>
          </w:p>
        </w:tc>
        <w:tc>
          <w:tcPr>
            <w:tcW w:w="830" w:type="dxa"/>
            <w:noWrap/>
            <w:hideMark/>
          </w:tcPr>
          <w:p w14:paraId="1C3B7B46" w14:textId="77777777" w:rsidR="00BB1E14" w:rsidRPr="003C0201" w:rsidRDefault="00BB1E14" w:rsidP="00344378">
            <w:r w:rsidRPr="003C0201">
              <w:t> </w:t>
            </w:r>
          </w:p>
        </w:tc>
        <w:tc>
          <w:tcPr>
            <w:tcW w:w="902" w:type="dxa"/>
            <w:noWrap/>
            <w:hideMark/>
          </w:tcPr>
          <w:p w14:paraId="30F4E321" w14:textId="77777777" w:rsidR="00BB1E14" w:rsidRPr="003C0201" w:rsidRDefault="00BB1E14" w:rsidP="00344378">
            <w:r w:rsidRPr="003C0201">
              <w:t> </w:t>
            </w:r>
          </w:p>
        </w:tc>
      </w:tr>
      <w:tr w:rsidR="00BB1E14" w:rsidRPr="003C0201" w14:paraId="26C40F01" w14:textId="77777777" w:rsidTr="00344378">
        <w:trPr>
          <w:trHeight w:val="300"/>
        </w:trPr>
        <w:tc>
          <w:tcPr>
            <w:tcW w:w="10932" w:type="dxa"/>
            <w:noWrap/>
            <w:hideMark/>
          </w:tcPr>
          <w:p w14:paraId="2B526B55" w14:textId="77777777" w:rsidR="00BB1E14" w:rsidRPr="003C0201" w:rsidRDefault="00BB1E14" w:rsidP="00344378">
            <w:r w:rsidRPr="003C0201">
              <w:t xml:space="preserve">mylar cellulose strip </w:t>
            </w:r>
          </w:p>
        </w:tc>
        <w:tc>
          <w:tcPr>
            <w:tcW w:w="3234" w:type="dxa"/>
            <w:noWrap/>
            <w:hideMark/>
          </w:tcPr>
          <w:p w14:paraId="13EC53DA" w14:textId="77777777" w:rsidR="00BB1E14" w:rsidRPr="003C0201" w:rsidRDefault="00BB1E14" w:rsidP="00344378">
            <w:r w:rsidRPr="003C0201">
              <w:t>pack of 50</w:t>
            </w:r>
          </w:p>
        </w:tc>
        <w:tc>
          <w:tcPr>
            <w:tcW w:w="813" w:type="dxa"/>
            <w:noWrap/>
            <w:hideMark/>
          </w:tcPr>
          <w:p w14:paraId="6C599FF8" w14:textId="77777777" w:rsidR="00BB1E14" w:rsidRPr="003C0201" w:rsidRDefault="00BB1E14" w:rsidP="00344378">
            <w:pPr>
              <w:jc w:val="left"/>
            </w:pPr>
            <w:r w:rsidRPr="003C0201">
              <w:t>10</w:t>
            </w:r>
          </w:p>
        </w:tc>
        <w:tc>
          <w:tcPr>
            <w:tcW w:w="830" w:type="dxa"/>
            <w:noWrap/>
            <w:hideMark/>
          </w:tcPr>
          <w:p w14:paraId="455ADBC3" w14:textId="77777777" w:rsidR="00BB1E14" w:rsidRPr="003C0201" w:rsidRDefault="00BB1E14" w:rsidP="00344378">
            <w:pPr>
              <w:jc w:val="left"/>
            </w:pPr>
            <w:r w:rsidRPr="003C0201">
              <w:t> </w:t>
            </w:r>
          </w:p>
        </w:tc>
        <w:tc>
          <w:tcPr>
            <w:tcW w:w="902" w:type="dxa"/>
            <w:noWrap/>
            <w:hideMark/>
          </w:tcPr>
          <w:p w14:paraId="49ADAC9E" w14:textId="77777777" w:rsidR="00BB1E14" w:rsidRPr="003C0201" w:rsidRDefault="00BB1E14" w:rsidP="00344378">
            <w:r w:rsidRPr="003C0201">
              <w:t> </w:t>
            </w:r>
          </w:p>
        </w:tc>
      </w:tr>
      <w:tr w:rsidR="00BB1E14" w:rsidRPr="003C0201" w14:paraId="7E03C186" w14:textId="77777777" w:rsidTr="00344378">
        <w:trPr>
          <w:trHeight w:val="300"/>
        </w:trPr>
        <w:tc>
          <w:tcPr>
            <w:tcW w:w="10932" w:type="dxa"/>
            <w:noWrap/>
            <w:hideMark/>
          </w:tcPr>
          <w:p w14:paraId="4A805887" w14:textId="77777777" w:rsidR="00BB1E14" w:rsidRPr="003C0201" w:rsidRDefault="00BB1E14" w:rsidP="00344378">
            <w:r w:rsidRPr="003C0201">
              <w:t>Handpieces - High Speed (non fobre optic)</w:t>
            </w:r>
          </w:p>
        </w:tc>
        <w:tc>
          <w:tcPr>
            <w:tcW w:w="3234" w:type="dxa"/>
            <w:noWrap/>
            <w:hideMark/>
          </w:tcPr>
          <w:p w14:paraId="38D1119A" w14:textId="77777777" w:rsidR="00BB1E14" w:rsidRPr="003C0201" w:rsidRDefault="00BB1E14" w:rsidP="00344378">
            <w:r w:rsidRPr="003C0201">
              <w:t>piece</w:t>
            </w:r>
          </w:p>
        </w:tc>
        <w:tc>
          <w:tcPr>
            <w:tcW w:w="813" w:type="dxa"/>
            <w:noWrap/>
            <w:hideMark/>
          </w:tcPr>
          <w:p w14:paraId="479D23A0" w14:textId="77777777" w:rsidR="00BB1E14" w:rsidRPr="003C0201" w:rsidRDefault="00BB1E14" w:rsidP="00344378">
            <w:pPr>
              <w:jc w:val="left"/>
            </w:pPr>
            <w:r w:rsidRPr="003C0201">
              <w:t>18</w:t>
            </w:r>
          </w:p>
        </w:tc>
        <w:tc>
          <w:tcPr>
            <w:tcW w:w="830" w:type="dxa"/>
            <w:noWrap/>
            <w:hideMark/>
          </w:tcPr>
          <w:p w14:paraId="726C936E" w14:textId="77777777" w:rsidR="00BB1E14" w:rsidRPr="003C0201" w:rsidRDefault="00BB1E14" w:rsidP="00344378">
            <w:pPr>
              <w:jc w:val="left"/>
            </w:pPr>
            <w:r w:rsidRPr="003C0201">
              <w:t> </w:t>
            </w:r>
          </w:p>
        </w:tc>
        <w:tc>
          <w:tcPr>
            <w:tcW w:w="902" w:type="dxa"/>
            <w:noWrap/>
            <w:hideMark/>
          </w:tcPr>
          <w:p w14:paraId="4A60C8CA" w14:textId="77777777" w:rsidR="00BB1E14" w:rsidRPr="003C0201" w:rsidRDefault="00BB1E14" w:rsidP="00344378">
            <w:r w:rsidRPr="003C0201">
              <w:t> </w:t>
            </w:r>
          </w:p>
        </w:tc>
      </w:tr>
      <w:tr w:rsidR="00BB1E14" w:rsidRPr="003C0201" w14:paraId="7F11C003" w14:textId="77777777" w:rsidTr="00344378">
        <w:trPr>
          <w:trHeight w:val="300"/>
        </w:trPr>
        <w:tc>
          <w:tcPr>
            <w:tcW w:w="10932" w:type="dxa"/>
            <w:noWrap/>
            <w:hideMark/>
          </w:tcPr>
          <w:p w14:paraId="71243134" w14:textId="77777777" w:rsidR="00BB1E14" w:rsidRPr="003C0201" w:rsidRDefault="00BB1E14" w:rsidP="00344378">
            <w:r w:rsidRPr="003C0201">
              <w:t xml:space="preserve">retraction cord </w:t>
            </w:r>
          </w:p>
        </w:tc>
        <w:tc>
          <w:tcPr>
            <w:tcW w:w="3234" w:type="dxa"/>
            <w:noWrap/>
            <w:hideMark/>
          </w:tcPr>
          <w:p w14:paraId="14809E17" w14:textId="77777777" w:rsidR="00BB1E14" w:rsidRPr="003C0201" w:rsidRDefault="00BB1E14" w:rsidP="00344378">
            <w:r w:rsidRPr="003C0201">
              <w:t> </w:t>
            </w:r>
          </w:p>
        </w:tc>
        <w:tc>
          <w:tcPr>
            <w:tcW w:w="813" w:type="dxa"/>
            <w:noWrap/>
            <w:hideMark/>
          </w:tcPr>
          <w:p w14:paraId="253D981F" w14:textId="77777777" w:rsidR="00BB1E14" w:rsidRPr="003C0201" w:rsidRDefault="00BB1E14" w:rsidP="00344378">
            <w:pPr>
              <w:jc w:val="left"/>
            </w:pPr>
            <w:r w:rsidRPr="003C0201">
              <w:t>5</w:t>
            </w:r>
          </w:p>
        </w:tc>
        <w:tc>
          <w:tcPr>
            <w:tcW w:w="830" w:type="dxa"/>
            <w:noWrap/>
            <w:hideMark/>
          </w:tcPr>
          <w:p w14:paraId="4701A6D7" w14:textId="77777777" w:rsidR="00BB1E14" w:rsidRPr="003C0201" w:rsidRDefault="00BB1E14" w:rsidP="00344378">
            <w:pPr>
              <w:jc w:val="left"/>
            </w:pPr>
            <w:r w:rsidRPr="003C0201">
              <w:t> </w:t>
            </w:r>
          </w:p>
        </w:tc>
        <w:tc>
          <w:tcPr>
            <w:tcW w:w="902" w:type="dxa"/>
            <w:noWrap/>
            <w:hideMark/>
          </w:tcPr>
          <w:p w14:paraId="256A6E2F" w14:textId="77777777" w:rsidR="00BB1E14" w:rsidRPr="003C0201" w:rsidRDefault="00BB1E14" w:rsidP="00344378">
            <w:r w:rsidRPr="003C0201">
              <w:t> </w:t>
            </w:r>
          </w:p>
        </w:tc>
      </w:tr>
      <w:tr w:rsidR="00BB1E14" w:rsidRPr="003C0201" w14:paraId="3688E904" w14:textId="77777777" w:rsidTr="00344378">
        <w:trPr>
          <w:trHeight w:val="300"/>
        </w:trPr>
        <w:tc>
          <w:tcPr>
            <w:tcW w:w="10932" w:type="dxa"/>
            <w:noWrap/>
            <w:hideMark/>
          </w:tcPr>
          <w:p w14:paraId="6700231B" w14:textId="77777777" w:rsidR="00BB1E14" w:rsidRPr="003C0201" w:rsidRDefault="00BB1E14" w:rsidP="00344378">
            <w:r w:rsidRPr="003C0201">
              <w:t>Handpiece oil/lubricator</w:t>
            </w:r>
          </w:p>
        </w:tc>
        <w:tc>
          <w:tcPr>
            <w:tcW w:w="3234" w:type="dxa"/>
            <w:noWrap/>
            <w:hideMark/>
          </w:tcPr>
          <w:p w14:paraId="0B4FB1EE" w14:textId="77777777" w:rsidR="00BB1E14" w:rsidRPr="003C0201" w:rsidRDefault="00BB1E14" w:rsidP="00344378">
            <w:r w:rsidRPr="003C0201">
              <w:t>500mls can</w:t>
            </w:r>
          </w:p>
        </w:tc>
        <w:tc>
          <w:tcPr>
            <w:tcW w:w="813" w:type="dxa"/>
            <w:noWrap/>
            <w:hideMark/>
          </w:tcPr>
          <w:p w14:paraId="0B69B940" w14:textId="77777777" w:rsidR="00BB1E14" w:rsidRPr="003C0201" w:rsidRDefault="00BB1E14" w:rsidP="00344378">
            <w:pPr>
              <w:jc w:val="left"/>
            </w:pPr>
            <w:r w:rsidRPr="003C0201">
              <w:t>10</w:t>
            </w:r>
          </w:p>
        </w:tc>
        <w:tc>
          <w:tcPr>
            <w:tcW w:w="830" w:type="dxa"/>
            <w:noWrap/>
            <w:hideMark/>
          </w:tcPr>
          <w:p w14:paraId="71F49228" w14:textId="77777777" w:rsidR="00BB1E14" w:rsidRPr="003C0201" w:rsidRDefault="00BB1E14" w:rsidP="00344378">
            <w:pPr>
              <w:jc w:val="left"/>
            </w:pPr>
            <w:r w:rsidRPr="003C0201">
              <w:t> </w:t>
            </w:r>
          </w:p>
        </w:tc>
        <w:tc>
          <w:tcPr>
            <w:tcW w:w="902" w:type="dxa"/>
            <w:noWrap/>
            <w:hideMark/>
          </w:tcPr>
          <w:p w14:paraId="4E97F46D" w14:textId="77777777" w:rsidR="00BB1E14" w:rsidRPr="003C0201" w:rsidRDefault="00BB1E14" w:rsidP="00344378">
            <w:r w:rsidRPr="003C0201">
              <w:t> </w:t>
            </w:r>
          </w:p>
        </w:tc>
      </w:tr>
      <w:tr w:rsidR="00BB1E14" w:rsidRPr="003C0201" w14:paraId="3B82DAAB" w14:textId="77777777" w:rsidTr="00344378">
        <w:trPr>
          <w:trHeight w:val="300"/>
        </w:trPr>
        <w:tc>
          <w:tcPr>
            <w:tcW w:w="10932" w:type="dxa"/>
            <w:noWrap/>
            <w:hideMark/>
          </w:tcPr>
          <w:p w14:paraId="3D601C1D" w14:textId="77777777" w:rsidR="00BB1E14" w:rsidRPr="003C0201" w:rsidRDefault="00BB1E14" w:rsidP="00344378">
            <w:r w:rsidRPr="003C0201">
              <w:t xml:space="preserve">Dental Floss </w:t>
            </w:r>
          </w:p>
        </w:tc>
        <w:tc>
          <w:tcPr>
            <w:tcW w:w="3234" w:type="dxa"/>
            <w:noWrap/>
            <w:hideMark/>
          </w:tcPr>
          <w:p w14:paraId="2B236053" w14:textId="77777777" w:rsidR="00BB1E14" w:rsidRPr="003C0201" w:rsidRDefault="00BB1E14" w:rsidP="00344378">
            <w:r w:rsidRPr="003C0201">
              <w:t>pack of 6(50m)</w:t>
            </w:r>
          </w:p>
        </w:tc>
        <w:tc>
          <w:tcPr>
            <w:tcW w:w="813" w:type="dxa"/>
            <w:noWrap/>
            <w:hideMark/>
          </w:tcPr>
          <w:p w14:paraId="07331730" w14:textId="77777777" w:rsidR="00BB1E14" w:rsidRPr="003C0201" w:rsidRDefault="00BB1E14" w:rsidP="00344378">
            <w:pPr>
              <w:jc w:val="left"/>
            </w:pPr>
            <w:r w:rsidRPr="003C0201">
              <w:t>12</w:t>
            </w:r>
          </w:p>
        </w:tc>
        <w:tc>
          <w:tcPr>
            <w:tcW w:w="830" w:type="dxa"/>
            <w:noWrap/>
            <w:hideMark/>
          </w:tcPr>
          <w:p w14:paraId="4E0D4768" w14:textId="77777777" w:rsidR="00BB1E14" w:rsidRPr="003C0201" w:rsidRDefault="00BB1E14" w:rsidP="00344378">
            <w:pPr>
              <w:jc w:val="left"/>
            </w:pPr>
            <w:r w:rsidRPr="003C0201">
              <w:t> </w:t>
            </w:r>
          </w:p>
        </w:tc>
        <w:tc>
          <w:tcPr>
            <w:tcW w:w="902" w:type="dxa"/>
            <w:noWrap/>
            <w:hideMark/>
          </w:tcPr>
          <w:p w14:paraId="6E7938BF" w14:textId="77777777" w:rsidR="00BB1E14" w:rsidRPr="003C0201" w:rsidRDefault="00BB1E14" w:rsidP="00344378">
            <w:r w:rsidRPr="003C0201">
              <w:t> </w:t>
            </w:r>
          </w:p>
        </w:tc>
      </w:tr>
      <w:tr w:rsidR="00BB1E14" w:rsidRPr="003C0201" w14:paraId="0D5D2D06" w14:textId="77777777" w:rsidTr="00344378">
        <w:trPr>
          <w:trHeight w:val="300"/>
        </w:trPr>
        <w:tc>
          <w:tcPr>
            <w:tcW w:w="10932" w:type="dxa"/>
            <w:noWrap/>
            <w:hideMark/>
          </w:tcPr>
          <w:p w14:paraId="260B9F86" w14:textId="77777777" w:rsidR="00BB1E14" w:rsidRPr="003C0201" w:rsidRDefault="00BB1E14" w:rsidP="00344378">
            <w:r w:rsidRPr="003C0201">
              <w:t>Spatula (stainless) double ended</w:t>
            </w:r>
          </w:p>
        </w:tc>
        <w:tc>
          <w:tcPr>
            <w:tcW w:w="3234" w:type="dxa"/>
            <w:noWrap/>
            <w:hideMark/>
          </w:tcPr>
          <w:p w14:paraId="26F3A382" w14:textId="77777777" w:rsidR="00BB1E14" w:rsidRPr="003C0201" w:rsidRDefault="00BB1E14" w:rsidP="00344378">
            <w:r w:rsidRPr="003C0201">
              <w:t>piece</w:t>
            </w:r>
          </w:p>
        </w:tc>
        <w:tc>
          <w:tcPr>
            <w:tcW w:w="813" w:type="dxa"/>
            <w:noWrap/>
            <w:hideMark/>
          </w:tcPr>
          <w:p w14:paraId="6BD4852B" w14:textId="77777777" w:rsidR="00BB1E14" w:rsidRPr="003C0201" w:rsidRDefault="00BB1E14" w:rsidP="00344378">
            <w:pPr>
              <w:jc w:val="left"/>
            </w:pPr>
            <w:r w:rsidRPr="003C0201">
              <w:t>10</w:t>
            </w:r>
          </w:p>
        </w:tc>
        <w:tc>
          <w:tcPr>
            <w:tcW w:w="830" w:type="dxa"/>
            <w:noWrap/>
            <w:hideMark/>
          </w:tcPr>
          <w:p w14:paraId="5305C5BF" w14:textId="77777777" w:rsidR="00BB1E14" w:rsidRPr="003C0201" w:rsidRDefault="00BB1E14" w:rsidP="00344378">
            <w:pPr>
              <w:jc w:val="left"/>
            </w:pPr>
            <w:r w:rsidRPr="003C0201">
              <w:t> </w:t>
            </w:r>
          </w:p>
        </w:tc>
        <w:tc>
          <w:tcPr>
            <w:tcW w:w="902" w:type="dxa"/>
            <w:noWrap/>
            <w:hideMark/>
          </w:tcPr>
          <w:p w14:paraId="1F80056F" w14:textId="77777777" w:rsidR="00BB1E14" w:rsidRPr="003C0201" w:rsidRDefault="00BB1E14" w:rsidP="00344378">
            <w:r w:rsidRPr="003C0201">
              <w:t> </w:t>
            </w:r>
          </w:p>
        </w:tc>
      </w:tr>
      <w:tr w:rsidR="00BB1E14" w:rsidRPr="003C0201" w14:paraId="15ADAF17" w14:textId="77777777" w:rsidTr="00344378">
        <w:trPr>
          <w:trHeight w:val="300"/>
        </w:trPr>
        <w:tc>
          <w:tcPr>
            <w:tcW w:w="10932" w:type="dxa"/>
            <w:noWrap/>
            <w:hideMark/>
          </w:tcPr>
          <w:p w14:paraId="4A94ED69" w14:textId="77777777" w:rsidR="00BB1E14" w:rsidRPr="003C0201" w:rsidRDefault="00BB1E14" w:rsidP="00344378">
            <w:r w:rsidRPr="003C0201">
              <w:t xml:space="preserve">spatulas (plastic </w:t>
            </w:r>
          </w:p>
        </w:tc>
        <w:tc>
          <w:tcPr>
            <w:tcW w:w="3234" w:type="dxa"/>
            <w:noWrap/>
            <w:hideMark/>
          </w:tcPr>
          <w:p w14:paraId="4E64B1C1" w14:textId="77777777" w:rsidR="00BB1E14" w:rsidRPr="003C0201" w:rsidRDefault="00BB1E14" w:rsidP="00344378">
            <w:r w:rsidRPr="003C0201">
              <w:t> </w:t>
            </w:r>
          </w:p>
        </w:tc>
        <w:tc>
          <w:tcPr>
            <w:tcW w:w="813" w:type="dxa"/>
            <w:noWrap/>
            <w:hideMark/>
          </w:tcPr>
          <w:p w14:paraId="08042670" w14:textId="77777777" w:rsidR="00BB1E14" w:rsidRPr="003C0201" w:rsidRDefault="00BB1E14" w:rsidP="00344378">
            <w:pPr>
              <w:jc w:val="left"/>
            </w:pPr>
            <w:r w:rsidRPr="003C0201">
              <w:t>10</w:t>
            </w:r>
          </w:p>
        </w:tc>
        <w:tc>
          <w:tcPr>
            <w:tcW w:w="830" w:type="dxa"/>
            <w:noWrap/>
            <w:hideMark/>
          </w:tcPr>
          <w:p w14:paraId="22434AB1" w14:textId="77777777" w:rsidR="00BB1E14" w:rsidRPr="003C0201" w:rsidRDefault="00BB1E14" w:rsidP="00344378">
            <w:pPr>
              <w:jc w:val="left"/>
            </w:pPr>
            <w:r w:rsidRPr="003C0201">
              <w:t> </w:t>
            </w:r>
          </w:p>
        </w:tc>
        <w:tc>
          <w:tcPr>
            <w:tcW w:w="902" w:type="dxa"/>
            <w:noWrap/>
            <w:hideMark/>
          </w:tcPr>
          <w:p w14:paraId="0A951E07" w14:textId="77777777" w:rsidR="00BB1E14" w:rsidRPr="003C0201" w:rsidRDefault="00BB1E14" w:rsidP="00344378">
            <w:r w:rsidRPr="003C0201">
              <w:t> </w:t>
            </w:r>
          </w:p>
        </w:tc>
      </w:tr>
      <w:tr w:rsidR="00BB1E14" w:rsidRPr="003C0201" w14:paraId="4A14216C" w14:textId="77777777" w:rsidTr="00344378">
        <w:trPr>
          <w:trHeight w:val="300"/>
        </w:trPr>
        <w:tc>
          <w:tcPr>
            <w:tcW w:w="10932" w:type="dxa"/>
            <w:noWrap/>
            <w:hideMark/>
          </w:tcPr>
          <w:p w14:paraId="4322AFD7" w14:textId="77777777" w:rsidR="00BB1E14" w:rsidRPr="003C0201" w:rsidRDefault="00BB1E14" w:rsidP="00344378">
            <w:r w:rsidRPr="003C0201">
              <w:t>Mixing pad 3"x3"</w:t>
            </w:r>
          </w:p>
        </w:tc>
        <w:tc>
          <w:tcPr>
            <w:tcW w:w="3234" w:type="dxa"/>
            <w:noWrap/>
            <w:hideMark/>
          </w:tcPr>
          <w:p w14:paraId="24C0A492" w14:textId="77777777" w:rsidR="00BB1E14" w:rsidRPr="003C0201" w:rsidRDefault="00BB1E14" w:rsidP="00344378">
            <w:r w:rsidRPr="003C0201">
              <w:t> </w:t>
            </w:r>
          </w:p>
        </w:tc>
        <w:tc>
          <w:tcPr>
            <w:tcW w:w="813" w:type="dxa"/>
            <w:noWrap/>
            <w:hideMark/>
          </w:tcPr>
          <w:p w14:paraId="0D764A3C" w14:textId="77777777" w:rsidR="00BB1E14" w:rsidRPr="003C0201" w:rsidRDefault="00BB1E14" w:rsidP="00344378">
            <w:pPr>
              <w:jc w:val="left"/>
            </w:pPr>
            <w:r w:rsidRPr="003C0201">
              <w:t>20</w:t>
            </w:r>
          </w:p>
        </w:tc>
        <w:tc>
          <w:tcPr>
            <w:tcW w:w="830" w:type="dxa"/>
            <w:noWrap/>
            <w:hideMark/>
          </w:tcPr>
          <w:p w14:paraId="0E0AA76F" w14:textId="77777777" w:rsidR="00BB1E14" w:rsidRPr="003C0201" w:rsidRDefault="00BB1E14" w:rsidP="00344378">
            <w:pPr>
              <w:jc w:val="left"/>
            </w:pPr>
            <w:r w:rsidRPr="003C0201">
              <w:t> </w:t>
            </w:r>
          </w:p>
        </w:tc>
        <w:tc>
          <w:tcPr>
            <w:tcW w:w="902" w:type="dxa"/>
            <w:noWrap/>
            <w:hideMark/>
          </w:tcPr>
          <w:p w14:paraId="49C5F350" w14:textId="77777777" w:rsidR="00BB1E14" w:rsidRPr="003C0201" w:rsidRDefault="00BB1E14" w:rsidP="00344378">
            <w:r w:rsidRPr="003C0201">
              <w:t> </w:t>
            </w:r>
          </w:p>
        </w:tc>
      </w:tr>
      <w:tr w:rsidR="00BB1E14" w:rsidRPr="003C0201" w14:paraId="3A8A081E" w14:textId="77777777" w:rsidTr="00344378">
        <w:trPr>
          <w:trHeight w:val="300"/>
        </w:trPr>
        <w:tc>
          <w:tcPr>
            <w:tcW w:w="10932" w:type="dxa"/>
            <w:noWrap/>
            <w:hideMark/>
          </w:tcPr>
          <w:p w14:paraId="01531284" w14:textId="77777777" w:rsidR="00BB1E14" w:rsidRPr="003C0201" w:rsidRDefault="00BB1E14" w:rsidP="00344378">
            <w:r w:rsidRPr="003C0201">
              <w:lastRenderedPageBreak/>
              <w:t>Finishing, Polishing Strips (Fine, med, coarse</w:t>
            </w:r>
          </w:p>
        </w:tc>
        <w:tc>
          <w:tcPr>
            <w:tcW w:w="3234" w:type="dxa"/>
            <w:noWrap/>
            <w:hideMark/>
          </w:tcPr>
          <w:p w14:paraId="6AFA031B" w14:textId="77777777" w:rsidR="00BB1E14" w:rsidRPr="003C0201" w:rsidRDefault="00BB1E14" w:rsidP="00344378">
            <w:r w:rsidRPr="003C0201">
              <w:t> </w:t>
            </w:r>
          </w:p>
        </w:tc>
        <w:tc>
          <w:tcPr>
            <w:tcW w:w="813" w:type="dxa"/>
            <w:noWrap/>
            <w:hideMark/>
          </w:tcPr>
          <w:p w14:paraId="145602A5" w14:textId="77777777" w:rsidR="00BB1E14" w:rsidRPr="003C0201" w:rsidRDefault="00BB1E14" w:rsidP="00344378">
            <w:pPr>
              <w:jc w:val="left"/>
            </w:pPr>
            <w:r w:rsidRPr="003C0201">
              <w:t>15</w:t>
            </w:r>
          </w:p>
        </w:tc>
        <w:tc>
          <w:tcPr>
            <w:tcW w:w="830" w:type="dxa"/>
            <w:noWrap/>
            <w:hideMark/>
          </w:tcPr>
          <w:p w14:paraId="42B03F3F" w14:textId="77777777" w:rsidR="00BB1E14" w:rsidRPr="003C0201" w:rsidRDefault="00BB1E14" w:rsidP="00344378">
            <w:pPr>
              <w:jc w:val="left"/>
            </w:pPr>
            <w:r w:rsidRPr="003C0201">
              <w:t> </w:t>
            </w:r>
          </w:p>
        </w:tc>
        <w:tc>
          <w:tcPr>
            <w:tcW w:w="902" w:type="dxa"/>
            <w:noWrap/>
            <w:hideMark/>
          </w:tcPr>
          <w:p w14:paraId="7E771C6A" w14:textId="77777777" w:rsidR="00BB1E14" w:rsidRPr="003C0201" w:rsidRDefault="00BB1E14" w:rsidP="00344378">
            <w:r w:rsidRPr="003C0201">
              <w:t> </w:t>
            </w:r>
          </w:p>
        </w:tc>
      </w:tr>
      <w:tr w:rsidR="00BB1E14" w:rsidRPr="003C0201" w14:paraId="35148D69" w14:textId="77777777" w:rsidTr="00344378">
        <w:trPr>
          <w:trHeight w:val="300"/>
        </w:trPr>
        <w:tc>
          <w:tcPr>
            <w:tcW w:w="10932" w:type="dxa"/>
            <w:noWrap/>
            <w:hideMark/>
          </w:tcPr>
          <w:p w14:paraId="5C66393E" w14:textId="77777777" w:rsidR="00BB1E14" w:rsidRPr="003C0201" w:rsidRDefault="00BB1E14" w:rsidP="00344378">
            <w:r w:rsidRPr="003C0201">
              <w:t>saliva Ejectors  10x100</w:t>
            </w:r>
          </w:p>
        </w:tc>
        <w:tc>
          <w:tcPr>
            <w:tcW w:w="3234" w:type="dxa"/>
            <w:noWrap/>
            <w:hideMark/>
          </w:tcPr>
          <w:p w14:paraId="58AEF143" w14:textId="77777777" w:rsidR="00BB1E14" w:rsidRPr="003C0201" w:rsidRDefault="00BB1E14" w:rsidP="00344378">
            <w:r w:rsidRPr="003C0201">
              <w:t>4 carton</w:t>
            </w:r>
          </w:p>
        </w:tc>
        <w:tc>
          <w:tcPr>
            <w:tcW w:w="813" w:type="dxa"/>
            <w:noWrap/>
            <w:hideMark/>
          </w:tcPr>
          <w:p w14:paraId="4A6A8D34" w14:textId="77777777" w:rsidR="00BB1E14" w:rsidRPr="003C0201" w:rsidRDefault="00BB1E14" w:rsidP="00344378">
            <w:r w:rsidRPr="003C0201">
              <w:t> </w:t>
            </w:r>
          </w:p>
        </w:tc>
        <w:tc>
          <w:tcPr>
            <w:tcW w:w="830" w:type="dxa"/>
            <w:noWrap/>
            <w:hideMark/>
          </w:tcPr>
          <w:p w14:paraId="74B7D303" w14:textId="77777777" w:rsidR="00BB1E14" w:rsidRPr="003C0201" w:rsidRDefault="00BB1E14" w:rsidP="00344378">
            <w:r w:rsidRPr="003C0201">
              <w:t> </w:t>
            </w:r>
          </w:p>
        </w:tc>
        <w:tc>
          <w:tcPr>
            <w:tcW w:w="902" w:type="dxa"/>
            <w:noWrap/>
            <w:hideMark/>
          </w:tcPr>
          <w:p w14:paraId="4B271319" w14:textId="77777777" w:rsidR="00BB1E14" w:rsidRPr="003C0201" w:rsidRDefault="00BB1E14" w:rsidP="00344378">
            <w:r w:rsidRPr="003C0201">
              <w:t> </w:t>
            </w:r>
          </w:p>
        </w:tc>
      </w:tr>
      <w:tr w:rsidR="00BB1E14" w:rsidRPr="003C0201" w14:paraId="1642B260" w14:textId="77777777" w:rsidTr="00344378">
        <w:trPr>
          <w:trHeight w:val="300"/>
        </w:trPr>
        <w:tc>
          <w:tcPr>
            <w:tcW w:w="10932" w:type="dxa"/>
            <w:noWrap/>
            <w:hideMark/>
          </w:tcPr>
          <w:p w14:paraId="7081BB20" w14:textId="77777777" w:rsidR="00BB1E14" w:rsidRPr="003C0201" w:rsidRDefault="00BB1E14" w:rsidP="00344378">
            <w:r w:rsidRPr="003C0201">
              <w:t xml:space="preserve">Articulating paper </w:t>
            </w:r>
          </w:p>
        </w:tc>
        <w:tc>
          <w:tcPr>
            <w:tcW w:w="3234" w:type="dxa"/>
            <w:noWrap/>
            <w:hideMark/>
          </w:tcPr>
          <w:p w14:paraId="3BF4AD7E" w14:textId="77777777" w:rsidR="00BB1E14" w:rsidRPr="003C0201" w:rsidRDefault="00BB1E14" w:rsidP="00344378">
            <w:r w:rsidRPr="003C0201">
              <w:t> </w:t>
            </w:r>
          </w:p>
        </w:tc>
        <w:tc>
          <w:tcPr>
            <w:tcW w:w="813" w:type="dxa"/>
            <w:noWrap/>
            <w:hideMark/>
          </w:tcPr>
          <w:p w14:paraId="34B07FC9" w14:textId="77777777" w:rsidR="00BB1E14" w:rsidRPr="003C0201" w:rsidRDefault="00BB1E14" w:rsidP="00344378">
            <w:pPr>
              <w:jc w:val="left"/>
            </w:pPr>
            <w:r w:rsidRPr="003C0201">
              <w:t>10</w:t>
            </w:r>
          </w:p>
        </w:tc>
        <w:tc>
          <w:tcPr>
            <w:tcW w:w="830" w:type="dxa"/>
            <w:noWrap/>
            <w:hideMark/>
          </w:tcPr>
          <w:p w14:paraId="722300A8" w14:textId="77777777" w:rsidR="00BB1E14" w:rsidRPr="003C0201" w:rsidRDefault="00BB1E14" w:rsidP="00344378">
            <w:pPr>
              <w:jc w:val="left"/>
            </w:pPr>
            <w:r w:rsidRPr="003C0201">
              <w:t> </w:t>
            </w:r>
          </w:p>
        </w:tc>
        <w:tc>
          <w:tcPr>
            <w:tcW w:w="902" w:type="dxa"/>
            <w:noWrap/>
            <w:hideMark/>
          </w:tcPr>
          <w:p w14:paraId="43DD278A" w14:textId="77777777" w:rsidR="00BB1E14" w:rsidRPr="003C0201" w:rsidRDefault="00BB1E14" w:rsidP="00344378">
            <w:r w:rsidRPr="003C0201">
              <w:t> </w:t>
            </w:r>
          </w:p>
        </w:tc>
      </w:tr>
      <w:tr w:rsidR="00BB1E14" w:rsidRPr="003C0201" w14:paraId="1A355D49" w14:textId="77777777" w:rsidTr="00344378">
        <w:trPr>
          <w:trHeight w:val="300"/>
        </w:trPr>
        <w:tc>
          <w:tcPr>
            <w:tcW w:w="10932" w:type="dxa"/>
            <w:noWrap/>
            <w:hideMark/>
          </w:tcPr>
          <w:p w14:paraId="17C1CD2B" w14:textId="77777777" w:rsidR="00BB1E14" w:rsidRPr="003C0201" w:rsidRDefault="00BB1E14" w:rsidP="00344378">
            <w:r w:rsidRPr="003C0201">
              <w:t>Anti Mist Solution</w:t>
            </w:r>
          </w:p>
        </w:tc>
        <w:tc>
          <w:tcPr>
            <w:tcW w:w="3234" w:type="dxa"/>
            <w:noWrap/>
            <w:hideMark/>
          </w:tcPr>
          <w:p w14:paraId="00E89842" w14:textId="77777777" w:rsidR="00BB1E14" w:rsidRPr="003C0201" w:rsidRDefault="00BB1E14" w:rsidP="00344378">
            <w:r w:rsidRPr="003C0201">
              <w:t> </w:t>
            </w:r>
          </w:p>
        </w:tc>
        <w:tc>
          <w:tcPr>
            <w:tcW w:w="813" w:type="dxa"/>
            <w:noWrap/>
            <w:hideMark/>
          </w:tcPr>
          <w:p w14:paraId="7625C0D7" w14:textId="77777777" w:rsidR="00BB1E14" w:rsidRPr="003C0201" w:rsidRDefault="00BB1E14" w:rsidP="00344378">
            <w:pPr>
              <w:jc w:val="left"/>
            </w:pPr>
            <w:r w:rsidRPr="003C0201">
              <w:t>4</w:t>
            </w:r>
          </w:p>
        </w:tc>
        <w:tc>
          <w:tcPr>
            <w:tcW w:w="830" w:type="dxa"/>
            <w:noWrap/>
            <w:hideMark/>
          </w:tcPr>
          <w:p w14:paraId="2163E009" w14:textId="77777777" w:rsidR="00BB1E14" w:rsidRPr="003C0201" w:rsidRDefault="00BB1E14" w:rsidP="00344378">
            <w:pPr>
              <w:jc w:val="left"/>
            </w:pPr>
            <w:r w:rsidRPr="003C0201">
              <w:t> </w:t>
            </w:r>
          </w:p>
        </w:tc>
        <w:tc>
          <w:tcPr>
            <w:tcW w:w="902" w:type="dxa"/>
            <w:noWrap/>
            <w:hideMark/>
          </w:tcPr>
          <w:p w14:paraId="0F9675E4" w14:textId="77777777" w:rsidR="00BB1E14" w:rsidRPr="003C0201" w:rsidRDefault="00BB1E14" w:rsidP="00344378">
            <w:r w:rsidRPr="003C0201">
              <w:t> </w:t>
            </w:r>
          </w:p>
        </w:tc>
      </w:tr>
      <w:tr w:rsidR="00BB1E14" w:rsidRPr="003C0201" w14:paraId="48CE72B1" w14:textId="77777777" w:rsidTr="00344378">
        <w:trPr>
          <w:trHeight w:val="300"/>
        </w:trPr>
        <w:tc>
          <w:tcPr>
            <w:tcW w:w="10932" w:type="dxa"/>
            <w:noWrap/>
            <w:hideMark/>
          </w:tcPr>
          <w:p w14:paraId="0C486881" w14:textId="77777777" w:rsidR="00BB1E14" w:rsidRPr="003C0201" w:rsidRDefault="00BB1E14" w:rsidP="00344378">
            <w:r w:rsidRPr="003C0201">
              <w:t>Mouth mirror with handle</w:t>
            </w:r>
          </w:p>
        </w:tc>
        <w:tc>
          <w:tcPr>
            <w:tcW w:w="3234" w:type="dxa"/>
            <w:noWrap/>
            <w:hideMark/>
          </w:tcPr>
          <w:p w14:paraId="50DDCC11" w14:textId="77777777" w:rsidR="00BB1E14" w:rsidRPr="003C0201" w:rsidRDefault="00BB1E14" w:rsidP="00344378">
            <w:r w:rsidRPr="003C0201">
              <w:t>piece</w:t>
            </w:r>
          </w:p>
        </w:tc>
        <w:tc>
          <w:tcPr>
            <w:tcW w:w="813" w:type="dxa"/>
            <w:noWrap/>
            <w:hideMark/>
          </w:tcPr>
          <w:p w14:paraId="67EA92A6" w14:textId="77777777" w:rsidR="00BB1E14" w:rsidRPr="003C0201" w:rsidRDefault="00BB1E14" w:rsidP="00344378">
            <w:pPr>
              <w:jc w:val="left"/>
            </w:pPr>
            <w:r w:rsidRPr="003C0201">
              <w:t>50</w:t>
            </w:r>
          </w:p>
        </w:tc>
        <w:tc>
          <w:tcPr>
            <w:tcW w:w="830" w:type="dxa"/>
            <w:noWrap/>
            <w:hideMark/>
          </w:tcPr>
          <w:p w14:paraId="2D08C86B" w14:textId="77777777" w:rsidR="00BB1E14" w:rsidRPr="003C0201" w:rsidRDefault="00BB1E14" w:rsidP="00344378">
            <w:pPr>
              <w:jc w:val="left"/>
            </w:pPr>
            <w:r w:rsidRPr="003C0201">
              <w:t> </w:t>
            </w:r>
          </w:p>
        </w:tc>
        <w:tc>
          <w:tcPr>
            <w:tcW w:w="902" w:type="dxa"/>
            <w:noWrap/>
            <w:hideMark/>
          </w:tcPr>
          <w:p w14:paraId="44FD69BE" w14:textId="77777777" w:rsidR="00BB1E14" w:rsidRPr="003C0201" w:rsidRDefault="00BB1E14" w:rsidP="00344378">
            <w:r w:rsidRPr="003C0201">
              <w:t> </w:t>
            </w:r>
          </w:p>
        </w:tc>
      </w:tr>
      <w:tr w:rsidR="00BB1E14" w:rsidRPr="003C0201" w14:paraId="2CDFEC36" w14:textId="77777777" w:rsidTr="00344378">
        <w:trPr>
          <w:trHeight w:val="300"/>
        </w:trPr>
        <w:tc>
          <w:tcPr>
            <w:tcW w:w="10932" w:type="dxa"/>
            <w:noWrap/>
            <w:hideMark/>
          </w:tcPr>
          <w:p w14:paraId="3312D3E2" w14:textId="77777777" w:rsidR="00BB1E14" w:rsidRPr="003C0201" w:rsidRDefault="00BB1E14" w:rsidP="00344378">
            <w:r w:rsidRPr="003C0201">
              <w:t>Mouth mirrors</w:t>
            </w:r>
          </w:p>
        </w:tc>
        <w:tc>
          <w:tcPr>
            <w:tcW w:w="3234" w:type="dxa"/>
            <w:noWrap/>
            <w:hideMark/>
          </w:tcPr>
          <w:p w14:paraId="745747EF" w14:textId="77777777" w:rsidR="00BB1E14" w:rsidRPr="003C0201" w:rsidRDefault="00BB1E14" w:rsidP="00344378">
            <w:r w:rsidRPr="003C0201">
              <w:t>12pkt</w:t>
            </w:r>
          </w:p>
        </w:tc>
        <w:tc>
          <w:tcPr>
            <w:tcW w:w="813" w:type="dxa"/>
            <w:noWrap/>
            <w:hideMark/>
          </w:tcPr>
          <w:p w14:paraId="536F9CED" w14:textId="77777777" w:rsidR="00BB1E14" w:rsidRPr="003C0201" w:rsidRDefault="00BB1E14" w:rsidP="00344378">
            <w:pPr>
              <w:jc w:val="left"/>
            </w:pPr>
            <w:r w:rsidRPr="003C0201">
              <w:t>5</w:t>
            </w:r>
          </w:p>
        </w:tc>
        <w:tc>
          <w:tcPr>
            <w:tcW w:w="830" w:type="dxa"/>
            <w:noWrap/>
            <w:hideMark/>
          </w:tcPr>
          <w:p w14:paraId="7BE408BC" w14:textId="77777777" w:rsidR="00BB1E14" w:rsidRPr="003C0201" w:rsidRDefault="00BB1E14" w:rsidP="00344378">
            <w:pPr>
              <w:jc w:val="left"/>
            </w:pPr>
            <w:r w:rsidRPr="003C0201">
              <w:t> </w:t>
            </w:r>
          </w:p>
        </w:tc>
        <w:tc>
          <w:tcPr>
            <w:tcW w:w="902" w:type="dxa"/>
            <w:noWrap/>
            <w:hideMark/>
          </w:tcPr>
          <w:p w14:paraId="76300FED" w14:textId="77777777" w:rsidR="00BB1E14" w:rsidRPr="003C0201" w:rsidRDefault="00BB1E14" w:rsidP="00344378">
            <w:r w:rsidRPr="003C0201">
              <w:t> </w:t>
            </w:r>
          </w:p>
        </w:tc>
      </w:tr>
      <w:tr w:rsidR="00BB1E14" w:rsidRPr="003C0201" w14:paraId="7E08EACF" w14:textId="77777777" w:rsidTr="00344378">
        <w:trPr>
          <w:trHeight w:val="300"/>
        </w:trPr>
        <w:tc>
          <w:tcPr>
            <w:tcW w:w="10932" w:type="dxa"/>
            <w:noWrap/>
            <w:hideMark/>
          </w:tcPr>
          <w:p w14:paraId="2575A9DD" w14:textId="77777777" w:rsidR="00BB1E14" w:rsidRPr="003C0201" w:rsidRDefault="00BB1E14" w:rsidP="00344378">
            <w:r w:rsidRPr="003C0201">
              <w:t>Dental probes (double ended sharp pointed)/explorers</w:t>
            </w:r>
          </w:p>
        </w:tc>
        <w:tc>
          <w:tcPr>
            <w:tcW w:w="3234" w:type="dxa"/>
            <w:noWrap/>
            <w:hideMark/>
          </w:tcPr>
          <w:p w14:paraId="2E023963" w14:textId="77777777" w:rsidR="00BB1E14" w:rsidRPr="003C0201" w:rsidRDefault="00BB1E14" w:rsidP="00344378">
            <w:r w:rsidRPr="003C0201">
              <w:t>piece</w:t>
            </w:r>
          </w:p>
        </w:tc>
        <w:tc>
          <w:tcPr>
            <w:tcW w:w="813" w:type="dxa"/>
            <w:noWrap/>
            <w:hideMark/>
          </w:tcPr>
          <w:p w14:paraId="266043FD" w14:textId="77777777" w:rsidR="00BB1E14" w:rsidRPr="003C0201" w:rsidRDefault="00BB1E14" w:rsidP="00344378">
            <w:pPr>
              <w:jc w:val="left"/>
            </w:pPr>
            <w:r w:rsidRPr="003C0201">
              <w:t>50</w:t>
            </w:r>
          </w:p>
        </w:tc>
        <w:tc>
          <w:tcPr>
            <w:tcW w:w="830" w:type="dxa"/>
            <w:noWrap/>
            <w:hideMark/>
          </w:tcPr>
          <w:p w14:paraId="561CFD27" w14:textId="77777777" w:rsidR="00BB1E14" w:rsidRPr="003C0201" w:rsidRDefault="00BB1E14" w:rsidP="00344378">
            <w:pPr>
              <w:jc w:val="left"/>
            </w:pPr>
            <w:r w:rsidRPr="003C0201">
              <w:t> </w:t>
            </w:r>
          </w:p>
        </w:tc>
        <w:tc>
          <w:tcPr>
            <w:tcW w:w="902" w:type="dxa"/>
            <w:noWrap/>
            <w:hideMark/>
          </w:tcPr>
          <w:p w14:paraId="31289C82" w14:textId="77777777" w:rsidR="00BB1E14" w:rsidRPr="003C0201" w:rsidRDefault="00BB1E14" w:rsidP="00344378">
            <w:r w:rsidRPr="003C0201">
              <w:t> </w:t>
            </w:r>
          </w:p>
        </w:tc>
      </w:tr>
      <w:tr w:rsidR="00BB1E14" w:rsidRPr="003C0201" w14:paraId="20F4DC67" w14:textId="77777777" w:rsidTr="00344378">
        <w:trPr>
          <w:trHeight w:val="300"/>
        </w:trPr>
        <w:tc>
          <w:tcPr>
            <w:tcW w:w="10932" w:type="dxa"/>
            <w:noWrap/>
            <w:hideMark/>
          </w:tcPr>
          <w:p w14:paraId="37250142" w14:textId="77777777" w:rsidR="00BB1E14" w:rsidRPr="003C0201" w:rsidRDefault="00BB1E14" w:rsidP="00344378">
            <w:r w:rsidRPr="003C0201">
              <w:t xml:space="preserve">Stainless steel tweezers </w:t>
            </w:r>
          </w:p>
        </w:tc>
        <w:tc>
          <w:tcPr>
            <w:tcW w:w="3234" w:type="dxa"/>
            <w:noWrap/>
            <w:hideMark/>
          </w:tcPr>
          <w:p w14:paraId="21AE16C6" w14:textId="77777777" w:rsidR="00BB1E14" w:rsidRPr="003C0201" w:rsidRDefault="00BB1E14" w:rsidP="00344378">
            <w:r w:rsidRPr="003C0201">
              <w:t>piece</w:t>
            </w:r>
          </w:p>
        </w:tc>
        <w:tc>
          <w:tcPr>
            <w:tcW w:w="813" w:type="dxa"/>
            <w:noWrap/>
            <w:hideMark/>
          </w:tcPr>
          <w:p w14:paraId="2EAC5C95" w14:textId="77777777" w:rsidR="00BB1E14" w:rsidRPr="003C0201" w:rsidRDefault="00BB1E14" w:rsidP="00344378">
            <w:pPr>
              <w:jc w:val="left"/>
            </w:pPr>
            <w:r w:rsidRPr="003C0201">
              <w:t>50</w:t>
            </w:r>
          </w:p>
        </w:tc>
        <w:tc>
          <w:tcPr>
            <w:tcW w:w="830" w:type="dxa"/>
            <w:noWrap/>
            <w:hideMark/>
          </w:tcPr>
          <w:p w14:paraId="256891E1" w14:textId="77777777" w:rsidR="00BB1E14" w:rsidRPr="003C0201" w:rsidRDefault="00BB1E14" w:rsidP="00344378">
            <w:pPr>
              <w:jc w:val="left"/>
            </w:pPr>
            <w:r w:rsidRPr="003C0201">
              <w:t> </w:t>
            </w:r>
          </w:p>
        </w:tc>
        <w:tc>
          <w:tcPr>
            <w:tcW w:w="902" w:type="dxa"/>
            <w:noWrap/>
            <w:hideMark/>
          </w:tcPr>
          <w:p w14:paraId="37B11EBC" w14:textId="77777777" w:rsidR="00BB1E14" w:rsidRPr="003C0201" w:rsidRDefault="00BB1E14" w:rsidP="00344378">
            <w:r w:rsidRPr="003C0201">
              <w:t> </w:t>
            </w:r>
          </w:p>
        </w:tc>
      </w:tr>
      <w:tr w:rsidR="00BB1E14" w:rsidRPr="003C0201" w14:paraId="7056A152" w14:textId="77777777" w:rsidTr="00344378">
        <w:trPr>
          <w:trHeight w:val="300"/>
        </w:trPr>
        <w:tc>
          <w:tcPr>
            <w:tcW w:w="10932" w:type="dxa"/>
            <w:noWrap/>
            <w:hideMark/>
          </w:tcPr>
          <w:p w14:paraId="6CB8278B" w14:textId="77777777" w:rsidR="00BB1E14" w:rsidRPr="003C0201" w:rsidRDefault="00BB1E14" w:rsidP="00344378">
            <w:r w:rsidRPr="003C0201">
              <w:t xml:space="preserve">Wide &amp; Narrow Tofflemire Matrix &amp; Band </w:t>
            </w:r>
          </w:p>
        </w:tc>
        <w:tc>
          <w:tcPr>
            <w:tcW w:w="3234" w:type="dxa"/>
            <w:noWrap/>
            <w:hideMark/>
          </w:tcPr>
          <w:p w14:paraId="6FD1EE50" w14:textId="77777777" w:rsidR="00BB1E14" w:rsidRPr="003C0201" w:rsidRDefault="00BB1E14" w:rsidP="00344378">
            <w:r w:rsidRPr="003C0201">
              <w:t> </w:t>
            </w:r>
          </w:p>
        </w:tc>
        <w:tc>
          <w:tcPr>
            <w:tcW w:w="813" w:type="dxa"/>
            <w:noWrap/>
            <w:hideMark/>
          </w:tcPr>
          <w:p w14:paraId="63B065C7" w14:textId="77777777" w:rsidR="00BB1E14" w:rsidRPr="003C0201" w:rsidRDefault="00BB1E14" w:rsidP="00344378">
            <w:pPr>
              <w:jc w:val="left"/>
            </w:pPr>
            <w:r w:rsidRPr="003C0201">
              <w:t>5</w:t>
            </w:r>
          </w:p>
        </w:tc>
        <w:tc>
          <w:tcPr>
            <w:tcW w:w="830" w:type="dxa"/>
            <w:noWrap/>
            <w:hideMark/>
          </w:tcPr>
          <w:p w14:paraId="013D60BC" w14:textId="77777777" w:rsidR="00BB1E14" w:rsidRPr="003C0201" w:rsidRDefault="00BB1E14" w:rsidP="00344378">
            <w:pPr>
              <w:jc w:val="left"/>
            </w:pPr>
            <w:r w:rsidRPr="003C0201">
              <w:t> </w:t>
            </w:r>
          </w:p>
        </w:tc>
        <w:tc>
          <w:tcPr>
            <w:tcW w:w="902" w:type="dxa"/>
            <w:noWrap/>
            <w:hideMark/>
          </w:tcPr>
          <w:p w14:paraId="2AB4ACD1" w14:textId="77777777" w:rsidR="00BB1E14" w:rsidRPr="003C0201" w:rsidRDefault="00BB1E14" w:rsidP="00344378">
            <w:r w:rsidRPr="003C0201">
              <w:t> </w:t>
            </w:r>
          </w:p>
        </w:tc>
      </w:tr>
      <w:tr w:rsidR="00BB1E14" w:rsidRPr="003C0201" w14:paraId="55A27AB5" w14:textId="77777777" w:rsidTr="00344378">
        <w:trPr>
          <w:trHeight w:val="300"/>
        </w:trPr>
        <w:tc>
          <w:tcPr>
            <w:tcW w:w="10932" w:type="dxa"/>
            <w:noWrap/>
            <w:hideMark/>
          </w:tcPr>
          <w:p w14:paraId="4677B280" w14:textId="77777777" w:rsidR="00BB1E14" w:rsidRPr="003C0201" w:rsidRDefault="00BB1E14" w:rsidP="00344378">
            <w:r w:rsidRPr="003C0201">
              <w:t xml:space="preserve">Wide &amp; Narrow Bands  </w:t>
            </w:r>
          </w:p>
        </w:tc>
        <w:tc>
          <w:tcPr>
            <w:tcW w:w="3234" w:type="dxa"/>
            <w:noWrap/>
            <w:hideMark/>
          </w:tcPr>
          <w:p w14:paraId="7907A35A" w14:textId="77777777" w:rsidR="00BB1E14" w:rsidRPr="003C0201" w:rsidRDefault="00BB1E14" w:rsidP="00344378">
            <w:r w:rsidRPr="003C0201">
              <w:t>12pkt each</w:t>
            </w:r>
          </w:p>
        </w:tc>
        <w:tc>
          <w:tcPr>
            <w:tcW w:w="813" w:type="dxa"/>
            <w:noWrap/>
            <w:hideMark/>
          </w:tcPr>
          <w:p w14:paraId="35129F25" w14:textId="77777777" w:rsidR="00BB1E14" w:rsidRPr="003C0201" w:rsidRDefault="00BB1E14" w:rsidP="00344378">
            <w:pPr>
              <w:jc w:val="left"/>
            </w:pPr>
            <w:r w:rsidRPr="003C0201">
              <w:t>3</w:t>
            </w:r>
          </w:p>
        </w:tc>
        <w:tc>
          <w:tcPr>
            <w:tcW w:w="830" w:type="dxa"/>
            <w:noWrap/>
            <w:hideMark/>
          </w:tcPr>
          <w:p w14:paraId="26701434" w14:textId="77777777" w:rsidR="00BB1E14" w:rsidRPr="003C0201" w:rsidRDefault="00BB1E14" w:rsidP="00344378">
            <w:pPr>
              <w:jc w:val="left"/>
            </w:pPr>
            <w:r w:rsidRPr="003C0201">
              <w:t> </w:t>
            </w:r>
          </w:p>
        </w:tc>
        <w:tc>
          <w:tcPr>
            <w:tcW w:w="902" w:type="dxa"/>
            <w:noWrap/>
            <w:hideMark/>
          </w:tcPr>
          <w:p w14:paraId="34C3C67D" w14:textId="77777777" w:rsidR="00BB1E14" w:rsidRPr="003C0201" w:rsidRDefault="00BB1E14" w:rsidP="00344378">
            <w:r w:rsidRPr="003C0201">
              <w:t> </w:t>
            </w:r>
          </w:p>
        </w:tc>
      </w:tr>
      <w:tr w:rsidR="00BB1E14" w:rsidRPr="003C0201" w14:paraId="745847E3" w14:textId="77777777" w:rsidTr="00344378">
        <w:trPr>
          <w:trHeight w:val="300"/>
        </w:trPr>
        <w:tc>
          <w:tcPr>
            <w:tcW w:w="10932" w:type="dxa"/>
            <w:noWrap/>
            <w:hideMark/>
          </w:tcPr>
          <w:p w14:paraId="554A4EAA" w14:textId="77777777" w:rsidR="00BB1E14" w:rsidRPr="003C0201" w:rsidRDefault="00BB1E14" w:rsidP="00344378">
            <w:r w:rsidRPr="003C0201">
              <w:t>Excavators-small 145-146</w:t>
            </w:r>
          </w:p>
        </w:tc>
        <w:tc>
          <w:tcPr>
            <w:tcW w:w="3234" w:type="dxa"/>
            <w:noWrap/>
            <w:hideMark/>
          </w:tcPr>
          <w:p w14:paraId="1EB8B297" w14:textId="77777777" w:rsidR="00BB1E14" w:rsidRPr="003C0201" w:rsidRDefault="00BB1E14" w:rsidP="00344378">
            <w:r w:rsidRPr="003C0201">
              <w:t> </w:t>
            </w:r>
          </w:p>
        </w:tc>
        <w:tc>
          <w:tcPr>
            <w:tcW w:w="813" w:type="dxa"/>
            <w:noWrap/>
            <w:hideMark/>
          </w:tcPr>
          <w:p w14:paraId="2EA814BC" w14:textId="77777777" w:rsidR="00BB1E14" w:rsidRPr="003C0201" w:rsidRDefault="00BB1E14" w:rsidP="00344378">
            <w:pPr>
              <w:jc w:val="left"/>
            </w:pPr>
            <w:r w:rsidRPr="003C0201">
              <w:t>10</w:t>
            </w:r>
          </w:p>
        </w:tc>
        <w:tc>
          <w:tcPr>
            <w:tcW w:w="830" w:type="dxa"/>
            <w:noWrap/>
            <w:hideMark/>
          </w:tcPr>
          <w:p w14:paraId="01304DE3" w14:textId="77777777" w:rsidR="00BB1E14" w:rsidRPr="003C0201" w:rsidRDefault="00BB1E14" w:rsidP="00344378">
            <w:pPr>
              <w:jc w:val="left"/>
            </w:pPr>
            <w:r w:rsidRPr="003C0201">
              <w:t> </w:t>
            </w:r>
          </w:p>
        </w:tc>
        <w:tc>
          <w:tcPr>
            <w:tcW w:w="902" w:type="dxa"/>
            <w:noWrap/>
            <w:hideMark/>
          </w:tcPr>
          <w:p w14:paraId="3528ABEC" w14:textId="77777777" w:rsidR="00BB1E14" w:rsidRPr="003C0201" w:rsidRDefault="00BB1E14" w:rsidP="00344378">
            <w:r w:rsidRPr="003C0201">
              <w:t> </w:t>
            </w:r>
          </w:p>
        </w:tc>
      </w:tr>
      <w:tr w:rsidR="00BB1E14" w:rsidRPr="003C0201" w14:paraId="0F7DF21E" w14:textId="77777777" w:rsidTr="00344378">
        <w:trPr>
          <w:trHeight w:val="300"/>
        </w:trPr>
        <w:tc>
          <w:tcPr>
            <w:tcW w:w="10932" w:type="dxa"/>
            <w:noWrap/>
            <w:hideMark/>
          </w:tcPr>
          <w:p w14:paraId="79CABBEC" w14:textId="77777777" w:rsidR="00BB1E14" w:rsidRPr="003C0201" w:rsidRDefault="00BB1E14" w:rsidP="00344378">
            <w:r w:rsidRPr="003C0201">
              <w:t>Excavator - medium 138-137</w:t>
            </w:r>
          </w:p>
        </w:tc>
        <w:tc>
          <w:tcPr>
            <w:tcW w:w="3234" w:type="dxa"/>
            <w:noWrap/>
            <w:hideMark/>
          </w:tcPr>
          <w:p w14:paraId="719836E8" w14:textId="77777777" w:rsidR="00BB1E14" w:rsidRPr="003C0201" w:rsidRDefault="00BB1E14" w:rsidP="00344378">
            <w:r w:rsidRPr="003C0201">
              <w:t> </w:t>
            </w:r>
          </w:p>
        </w:tc>
        <w:tc>
          <w:tcPr>
            <w:tcW w:w="813" w:type="dxa"/>
            <w:noWrap/>
            <w:hideMark/>
          </w:tcPr>
          <w:p w14:paraId="777F4AF4" w14:textId="77777777" w:rsidR="00BB1E14" w:rsidRPr="003C0201" w:rsidRDefault="00BB1E14" w:rsidP="00344378">
            <w:pPr>
              <w:jc w:val="left"/>
            </w:pPr>
            <w:r w:rsidRPr="003C0201">
              <w:t>10</w:t>
            </w:r>
          </w:p>
        </w:tc>
        <w:tc>
          <w:tcPr>
            <w:tcW w:w="830" w:type="dxa"/>
            <w:noWrap/>
            <w:hideMark/>
          </w:tcPr>
          <w:p w14:paraId="696B6966" w14:textId="77777777" w:rsidR="00BB1E14" w:rsidRPr="003C0201" w:rsidRDefault="00BB1E14" w:rsidP="00344378">
            <w:pPr>
              <w:jc w:val="left"/>
            </w:pPr>
            <w:r w:rsidRPr="003C0201">
              <w:t> </w:t>
            </w:r>
          </w:p>
        </w:tc>
        <w:tc>
          <w:tcPr>
            <w:tcW w:w="902" w:type="dxa"/>
            <w:noWrap/>
            <w:hideMark/>
          </w:tcPr>
          <w:p w14:paraId="58B76A82" w14:textId="77777777" w:rsidR="00BB1E14" w:rsidRPr="003C0201" w:rsidRDefault="00BB1E14" w:rsidP="00344378">
            <w:r w:rsidRPr="003C0201">
              <w:t> </w:t>
            </w:r>
          </w:p>
        </w:tc>
      </w:tr>
      <w:tr w:rsidR="00BB1E14" w:rsidRPr="003C0201" w14:paraId="4C8B7112" w14:textId="77777777" w:rsidTr="00344378">
        <w:trPr>
          <w:trHeight w:val="300"/>
        </w:trPr>
        <w:tc>
          <w:tcPr>
            <w:tcW w:w="10932" w:type="dxa"/>
            <w:noWrap/>
            <w:hideMark/>
          </w:tcPr>
          <w:p w14:paraId="6DBE2A29" w14:textId="77777777" w:rsidR="00BB1E14" w:rsidRPr="003C0201" w:rsidRDefault="00BB1E14" w:rsidP="00344378">
            <w:r w:rsidRPr="003C0201">
              <w:t xml:space="preserve">excavator - large </w:t>
            </w:r>
          </w:p>
        </w:tc>
        <w:tc>
          <w:tcPr>
            <w:tcW w:w="3234" w:type="dxa"/>
            <w:noWrap/>
            <w:hideMark/>
          </w:tcPr>
          <w:p w14:paraId="336448C1" w14:textId="77777777" w:rsidR="00BB1E14" w:rsidRPr="003C0201" w:rsidRDefault="00BB1E14" w:rsidP="00344378">
            <w:r w:rsidRPr="003C0201">
              <w:t> </w:t>
            </w:r>
          </w:p>
        </w:tc>
        <w:tc>
          <w:tcPr>
            <w:tcW w:w="813" w:type="dxa"/>
            <w:noWrap/>
            <w:hideMark/>
          </w:tcPr>
          <w:p w14:paraId="2947D048" w14:textId="77777777" w:rsidR="00BB1E14" w:rsidRPr="003C0201" w:rsidRDefault="00BB1E14" w:rsidP="00344378">
            <w:pPr>
              <w:jc w:val="left"/>
            </w:pPr>
            <w:r w:rsidRPr="003C0201">
              <w:t>10</w:t>
            </w:r>
          </w:p>
        </w:tc>
        <w:tc>
          <w:tcPr>
            <w:tcW w:w="830" w:type="dxa"/>
            <w:noWrap/>
            <w:hideMark/>
          </w:tcPr>
          <w:p w14:paraId="430E2E87" w14:textId="77777777" w:rsidR="00BB1E14" w:rsidRPr="003C0201" w:rsidRDefault="00BB1E14" w:rsidP="00344378">
            <w:pPr>
              <w:jc w:val="left"/>
            </w:pPr>
            <w:r w:rsidRPr="003C0201">
              <w:t> </w:t>
            </w:r>
          </w:p>
        </w:tc>
        <w:tc>
          <w:tcPr>
            <w:tcW w:w="902" w:type="dxa"/>
            <w:noWrap/>
            <w:hideMark/>
          </w:tcPr>
          <w:p w14:paraId="121BB8C1" w14:textId="77777777" w:rsidR="00BB1E14" w:rsidRPr="003C0201" w:rsidRDefault="00BB1E14" w:rsidP="00344378">
            <w:r w:rsidRPr="003C0201">
              <w:t> </w:t>
            </w:r>
          </w:p>
        </w:tc>
      </w:tr>
      <w:tr w:rsidR="00BB1E14" w:rsidRPr="003C0201" w14:paraId="1802188F" w14:textId="77777777" w:rsidTr="00344378">
        <w:trPr>
          <w:trHeight w:val="300"/>
        </w:trPr>
        <w:tc>
          <w:tcPr>
            <w:tcW w:w="10932" w:type="dxa"/>
            <w:noWrap/>
            <w:hideMark/>
          </w:tcPr>
          <w:p w14:paraId="1C7D98C8" w14:textId="77777777" w:rsidR="00BB1E14" w:rsidRPr="003C0201" w:rsidRDefault="00BB1E14" w:rsidP="00344378">
            <w:r w:rsidRPr="003C0201">
              <w:t xml:space="preserve">flat Plastic -No 6 </w:t>
            </w:r>
          </w:p>
        </w:tc>
        <w:tc>
          <w:tcPr>
            <w:tcW w:w="3234" w:type="dxa"/>
            <w:noWrap/>
            <w:hideMark/>
          </w:tcPr>
          <w:p w14:paraId="195AF0F3" w14:textId="77777777" w:rsidR="00BB1E14" w:rsidRPr="003C0201" w:rsidRDefault="00BB1E14" w:rsidP="00344378">
            <w:r w:rsidRPr="003C0201">
              <w:t> </w:t>
            </w:r>
          </w:p>
        </w:tc>
        <w:tc>
          <w:tcPr>
            <w:tcW w:w="813" w:type="dxa"/>
            <w:noWrap/>
            <w:hideMark/>
          </w:tcPr>
          <w:p w14:paraId="50DA47E8" w14:textId="77777777" w:rsidR="00BB1E14" w:rsidRPr="003C0201" w:rsidRDefault="00BB1E14" w:rsidP="00344378">
            <w:pPr>
              <w:jc w:val="left"/>
            </w:pPr>
            <w:r w:rsidRPr="003C0201">
              <w:t>10</w:t>
            </w:r>
          </w:p>
        </w:tc>
        <w:tc>
          <w:tcPr>
            <w:tcW w:w="830" w:type="dxa"/>
            <w:noWrap/>
            <w:hideMark/>
          </w:tcPr>
          <w:p w14:paraId="610580DF" w14:textId="77777777" w:rsidR="00BB1E14" w:rsidRPr="003C0201" w:rsidRDefault="00BB1E14" w:rsidP="00344378">
            <w:pPr>
              <w:jc w:val="left"/>
            </w:pPr>
            <w:r w:rsidRPr="003C0201">
              <w:t> </w:t>
            </w:r>
          </w:p>
        </w:tc>
        <w:tc>
          <w:tcPr>
            <w:tcW w:w="902" w:type="dxa"/>
            <w:noWrap/>
            <w:hideMark/>
          </w:tcPr>
          <w:p w14:paraId="2B2DD2F0" w14:textId="77777777" w:rsidR="00BB1E14" w:rsidRPr="003C0201" w:rsidRDefault="00BB1E14" w:rsidP="00344378">
            <w:r w:rsidRPr="003C0201">
              <w:t> </w:t>
            </w:r>
          </w:p>
        </w:tc>
      </w:tr>
      <w:tr w:rsidR="00BB1E14" w:rsidRPr="003C0201" w14:paraId="7AF396D4" w14:textId="77777777" w:rsidTr="00344378">
        <w:trPr>
          <w:trHeight w:val="300"/>
        </w:trPr>
        <w:tc>
          <w:tcPr>
            <w:tcW w:w="10932" w:type="dxa"/>
            <w:noWrap/>
            <w:hideMark/>
          </w:tcPr>
          <w:p w14:paraId="2374D17C" w14:textId="77777777" w:rsidR="00BB1E14" w:rsidRPr="003C0201" w:rsidRDefault="00BB1E14" w:rsidP="00344378">
            <w:r w:rsidRPr="003C0201">
              <w:t>Plastic ( round ended )</w:t>
            </w:r>
          </w:p>
        </w:tc>
        <w:tc>
          <w:tcPr>
            <w:tcW w:w="3234" w:type="dxa"/>
            <w:noWrap/>
            <w:hideMark/>
          </w:tcPr>
          <w:p w14:paraId="539549FA" w14:textId="77777777" w:rsidR="00BB1E14" w:rsidRPr="003C0201" w:rsidRDefault="00BB1E14" w:rsidP="00344378">
            <w:r w:rsidRPr="003C0201">
              <w:t> </w:t>
            </w:r>
          </w:p>
        </w:tc>
        <w:tc>
          <w:tcPr>
            <w:tcW w:w="813" w:type="dxa"/>
            <w:noWrap/>
            <w:hideMark/>
          </w:tcPr>
          <w:p w14:paraId="2143E40C" w14:textId="77777777" w:rsidR="00BB1E14" w:rsidRPr="003C0201" w:rsidRDefault="00BB1E14" w:rsidP="00344378">
            <w:pPr>
              <w:jc w:val="left"/>
            </w:pPr>
            <w:r w:rsidRPr="003C0201">
              <w:t>10</w:t>
            </w:r>
          </w:p>
        </w:tc>
        <w:tc>
          <w:tcPr>
            <w:tcW w:w="830" w:type="dxa"/>
            <w:noWrap/>
            <w:hideMark/>
          </w:tcPr>
          <w:p w14:paraId="44906D3C" w14:textId="77777777" w:rsidR="00BB1E14" w:rsidRPr="003C0201" w:rsidRDefault="00BB1E14" w:rsidP="00344378">
            <w:pPr>
              <w:jc w:val="left"/>
            </w:pPr>
            <w:r w:rsidRPr="003C0201">
              <w:t> </w:t>
            </w:r>
          </w:p>
        </w:tc>
        <w:tc>
          <w:tcPr>
            <w:tcW w:w="902" w:type="dxa"/>
            <w:noWrap/>
            <w:hideMark/>
          </w:tcPr>
          <w:p w14:paraId="73BB7E92" w14:textId="77777777" w:rsidR="00BB1E14" w:rsidRPr="003C0201" w:rsidRDefault="00BB1E14" w:rsidP="00344378">
            <w:r w:rsidRPr="003C0201">
              <w:t> </w:t>
            </w:r>
          </w:p>
        </w:tc>
      </w:tr>
      <w:tr w:rsidR="00BB1E14" w:rsidRPr="003C0201" w14:paraId="2FE3830C" w14:textId="77777777" w:rsidTr="00344378">
        <w:trPr>
          <w:trHeight w:val="300"/>
        </w:trPr>
        <w:tc>
          <w:tcPr>
            <w:tcW w:w="10932" w:type="dxa"/>
            <w:noWrap/>
            <w:hideMark/>
          </w:tcPr>
          <w:p w14:paraId="6DEE4384" w14:textId="77777777" w:rsidR="00BB1E14" w:rsidRPr="003C0201" w:rsidRDefault="00BB1E14" w:rsidP="00344378">
            <w:r w:rsidRPr="003C0201">
              <w:t xml:space="preserve">GIC  Applicator </w:t>
            </w:r>
          </w:p>
        </w:tc>
        <w:tc>
          <w:tcPr>
            <w:tcW w:w="3234" w:type="dxa"/>
            <w:noWrap/>
            <w:hideMark/>
          </w:tcPr>
          <w:p w14:paraId="68A10C92" w14:textId="77777777" w:rsidR="00BB1E14" w:rsidRPr="003C0201" w:rsidRDefault="00BB1E14" w:rsidP="00344378">
            <w:r w:rsidRPr="003C0201">
              <w:t> </w:t>
            </w:r>
          </w:p>
        </w:tc>
        <w:tc>
          <w:tcPr>
            <w:tcW w:w="813" w:type="dxa"/>
            <w:noWrap/>
            <w:hideMark/>
          </w:tcPr>
          <w:p w14:paraId="056C335B" w14:textId="77777777" w:rsidR="00BB1E14" w:rsidRPr="003C0201" w:rsidRDefault="00BB1E14" w:rsidP="00344378">
            <w:pPr>
              <w:jc w:val="left"/>
            </w:pPr>
            <w:r w:rsidRPr="003C0201">
              <w:t>4</w:t>
            </w:r>
          </w:p>
        </w:tc>
        <w:tc>
          <w:tcPr>
            <w:tcW w:w="830" w:type="dxa"/>
            <w:noWrap/>
            <w:hideMark/>
          </w:tcPr>
          <w:p w14:paraId="22FAD645" w14:textId="77777777" w:rsidR="00BB1E14" w:rsidRPr="003C0201" w:rsidRDefault="00BB1E14" w:rsidP="00344378">
            <w:pPr>
              <w:jc w:val="left"/>
            </w:pPr>
            <w:r w:rsidRPr="003C0201">
              <w:t> </w:t>
            </w:r>
          </w:p>
        </w:tc>
        <w:tc>
          <w:tcPr>
            <w:tcW w:w="902" w:type="dxa"/>
            <w:noWrap/>
            <w:hideMark/>
          </w:tcPr>
          <w:p w14:paraId="0BFACEFD" w14:textId="77777777" w:rsidR="00BB1E14" w:rsidRPr="003C0201" w:rsidRDefault="00BB1E14" w:rsidP="00344378">
            <w:r w:rsidRPr="003C0201">
              <w:t> </w:t>
            </w:r>
          </w:p>
        </w:tc>
      </w:tr>
      <w:tr w:rsidR="00BB1E14" w:rsidRPr="003C0201" w14:paraId="79299D31" w14:textId="77777777" w:rsidTr="00344378">
        <w:trPr>
          <w:trHeight w:val="300"/>
        </w:trPr>
        <w:tc>
          <w:tcPr>
            <w:tcW w:w="10932" w:type="dxa"/>
            <w:noWrap/>
            <w:hideMark/>
          </w:tcPr>
          <w:p w14:paraId="4627339C" w14:textId="77777777" w:rsidR="00BB1E14" w:rsidRPr="003C0201" w:rsidRDefault="00BB1E14" w:rsidP="00344378">
            <w:r w:rsidRPr="003C0201">
              <w:t>Soft Lex Pop on polishing and contouring Discs kit</w:t>
            </w:r>
          </w:p>
        </w:tc>
        <w:tc>
          <w:tcPr>
            <w:tcW w:w="3234" w:type="dxa"/>
            <w:noWrap/>
            <w:hideMark/>
          </w:tcPr>
          <w:p w14:paraId="68F3AFC0" w14:textId="77777777" w:rsidR="00BB1E14" w:rsidRPr="003C0201" w:rsidRDefault="00BB1E14" w:rsidP="00344378">
            <w:r w:rsidRPr="003C0201">
              <w:t>kit</w:t>
            </w:r>
          </w:p>
        </w:tc>
        <w:tc>
          <w:tcPr>
            <w:tcW w:w="813" w:type="dxa"/>
            <w:noWrap/>
            <w:hideMark/>
          </w:tcPr>
          <w:p w14:paraId="67AA4EE9" w14:textId="77777777" w:rsidR="00BB1E14" w:rsidRPr="003C0201" w:rsidRDefault="00BB1E14" w:rsidP="00344378">
            <w:pPr>
              <w:jc w:val="left"/>
            </w:pPr>
            <w:r w:rsidRPr="003C0201">
              <w:t>5</w:t>
            </w:r>
          </w:p>
        </w:tc>
        <w:tc>
          <w:tcPr>
            <w:tcW w:w="830" w:type="dxa"/>
            <w:noWrap/>
            <w:hideMark/>
          </w:tcPr>
          <w:p w14:paraId="0BA22BA5" w14:textId="77777777" w:rsidR="00BB1E14" w:rsidRPr="003C0201" w:rsidRDefault="00BB1E14" w:rsidP="00344378">
            <w:pPr>
              <w:jc w:val="left"/>
            </w:pPr>
            <w:r w:rsidRPr="003C0201">
              <w:t> </w:t>
            </w:r>
          </w:p>
        </w:tc>
        <w:tc>
          <w:tcPr>
            <w:tcW w:w="902" w:type="dxa"/>
            <w:noWrap/>
            <w:hideMark/>
          </w:tcPr>
          <w:p w14:paraId="67711B1A" w14:textId="77777777" w:rsidR="00BB1E14" w:rsidRPr="003C0201" w:rsidRDefault="00BB1E14" w:rsidP="00344378">
            <w:r w:rsidRPr="003C0201">
              <w:t> </w:t>
            </w:r>
          </w:p>
        </w:tc>
      </w:tr>
      <w:tr w:rsidR="00BB1E14" w:rsidRPr="003C0201" w14:paraId="102F535B" w14:textId="77777777" w:rsidTr="00344378">
        <w:trPr>
          <w:trHeight w:val="300"/>
        </w:trPr>
        <w:tc>
          <w:tcPr>
            <w:tcW w:w="10932" w:type="dxa"/>
            <w:noWrap/>
            <w:hideMark/>
          </w:tcPr>
          <w:p w14:paraId="4C805E75" w14:textId="77777777" w:rsidR="00BB1E14" w:rsidRPr="003C0201" w:rsidRDefault="00BB1E14" w:rsidP="00344378">
            <w:r w:rsidRPr="003C0201">
              <w:t>pop on Mandrels</w:t>
            </w:r>
          </w:p>
        </w:tc>
        <w:tc>
          <w:tcPr>
            <w:tcW w:w="3234" w:type="dxa"/>
            <w:noWrap/>
            <w:hideMark/>
          </w:tcPr>
          <w:p w14:paraId="73B47981" w14:textId="77777777" w:rsidR="00BB1E14" w:rsidRPr="003C0201" w:rsidRDefault="00BB1E14" w:rsidP="00344378">
            <w:r w:rsidRPr="003C0201">
              <w:t> </w:t>
            </w:r>
          </w:p>
        </w:tc>
        <w:tc>
          <w:tcPr>
            <w:tcW w:w="813" w:type="dxa"/>
            <w:noWrap/>
            <w:hideMark/>
          </w:tcPr>
          <w:p w14:paraId="6DA6433F" w14:textId="77777777" w:rsidR="00BB1E14" w:rsidRPr="003C0201" w:rsidRDefault="00BB1E14" w:rsidP="00344378">
            <w:pPr>
              <w:jc w:val="left"/>
            </w:pPr>
            <w:r w:rsidRPr="003C0201">
              <w:t>12</w:t>
            </w:r>
          </w:p>
        </w:tc>
        <w:tc>
          <w:tcPr>
            <w:tcW w:w="830" w:type="dxa"/>
            <w:noWrap/>
            <w:hideMark/>
          </w:tcPr>
          <w:p w14:paraId="1E6EAB9E" w14:textId="77777777" w:rsidR="00BB1E14" w:rsidRPr="003C0201" w:rsidRDefault="00BB1E14" w:rsidP="00344378">
            <w:pPr>
              <w:jc w:val="left"/>
            </w:pPr>
            <w:r w:rsidRPr="003C0201">
              <w:t> </w:t>
            </w:r>
          </w:p>
        </w:tc>
        <w:tc>
          <w:tcPr>
            <w:tcW w:w="902" w:type="dxa"/>
            <w:noWrap/>
            <w:hideMark/>
          </w:tcPr>
          <w:p w14:paraId="16BA9D40" w14:textId="77777777" w:rsidR="00BB1E14" w:rsidRPr="003C0201" w:rsidRDefault="00BB1E14" w:rsidP="00344378">
            <w:r w:rsidRPr="003C0201">
              <w:t> </w:t>
            </w:r>
          </w:p>
        </w:tc>
      </w:tr>
      <w:tr w:rsidR="00BB1E14" w:rsidRPr="003C0201" w14:paraId="43249112" w14:textId="77777777" w:rsidTr="00344378">
        <w:trPr>
          <w:trHeight w:val="300"/>
        </w:trPr>
        <w:tc>
          <w:tcPr>
            <w:tcW w:w="10932" w:type="dxa"/>
            <w:noWrap/>
            <w:hideMark/>
          </w:tcPr>
          <w:p w14:paraId="029D78E5" w14:textId="77777777" w:rsidR="00BB1E14" w:rsidRPr="003C0201" w:rsidRDefault="00BB1E14" w:rsidP="00344378">
            <w:pPr>
              <w:rPr>
                <w:b/>
                <w:bCs/>
                <w:i/>
                <w:iCs/>
              </w:rPr>
            </w:pPr>
            <w:r w:rsidRPr="003C0201">
              <w:rPr>
                <w:b/>
                <w:bCs/>
                <w:i/>
                <w:iCs/>
              </w:rPr>
              <w:t>S S white Polishing strips Rolls</w:t>
            </w:r>
          </w:p>
        </w:tc>
        <w:tc>
          <w:tcPr>
            <w:tcW w:w="3234" w:type="dxa"/>
            <w:noWrap/>
            <w:hideMark/>
          </w:tcPr>
          <w:p w14:paraId="6E338A75" w14:textId="77777777" w:rsidR="00BB1E14" w:rsidRPr="003C0201" w:rsidRDefault="00BB1E14" w:rsidP="00344378">
            <w:r w:rsidRPr="003C0201">
              <w:t> </w:t>
            </w:r>
          </w:p>
        </w:tc>
        <w:tc>
          <w:tcPr>
            <w:tcW w:w="813" w:type="dxa"/>
            <w:noWrap/>
            <w:hideMark/>
          </w:tcPr>
          <w:p w14:paraId="4A539D39" w14:textId="77777777" w:rsidR="00BB1E14" w:rsidRPr="003C0201" w:rsidRDefault="00BB1E14" w:rsidP="00344378">
            <w:r w:rsidRPr="003C0201">
              <w:t> </w:t>
            </w:r>
          </w:p>
        </w:tc>
        <w:tc>
          <w:tcPr>
            <w:tcW w:w="830" w:type="dxa"/>
            <w:noWrap/>
            <w:hideMark/>
          </w:tcPr>
          <w:p w14:paraId="04C361B6" w14:textId="77777777" w:rsidR="00BB1E14" w:rsidRPr="003C0201" w:rsidRDefault="00BB1E14" w:rsidP="00344378">
            <w:r w:rsidRPr="003C0201">
              <w:t> </w:t>
            </w:r>
          </w:p>
        </w:tc>
        <w:tc>
          <w:tcPr>
            <w:tcW w:w="902" w:type="dxa"/>
            <w:noWrap/>
            <w:hideMark/>
          </w:tcPr>
          <w:p w14:paraId="568839F7" w14:textId="77777777" w:rsidR="00BB1E14" w:rsidRPr="003C0201" w:rsidRDefault="00BB1E14" w:rsidP="00344378">
            <w:r w:rsidRPr="003C0201">
              <w:t> </w:t>
            </w:r>
          </w:p>
        </w:tc>
      </w:tr>
      <w:tr w:rsidR="00BB1E14" w:rsidRPr="003C0201" w14:paraId="550345B1" w14:textId="77777777" w:rsidTr="00344378">
        <w:trPr>
          <w:trHeight w:val="300"/>
        </w:trPr>
        <w:tc>
          <w:tcPr>
            <w:tcW w:w="10932" w:type="dxa"/>
            <w:noWrap/>
            <w:hideMark/>
          </w:tcPr>
          <w:p w14:paraId="6CDE3F4C" w14:textId="77777777" w:rsidR="00BB1E14" w:rsidRPr="003C0201" w:rsidRDefault="00BB1E14" w:rsidP="00344378">
            <w:r w:rsidRPr="003C0201">
              <w:t>Coarse</w:t>
            </w:r>
          </w:p>
        </w:tc>
        <w:tc>
          <w:tcPr>
            <w:tcW w:w="3234" w:type="dxa"/>
            <w:noWrap/>
            <w:hideMark/>
          </w:tcPr>
          <w:p w14:paraId="252F25B2" w14:textId="77777777" w:rsidR="00BB1E14" w:rsidRPr="003C0201" w:rsidRDefault="00BB1E14" w:rsidP="00344378">
            <w:r w:rsidRPr="003C0201">
              <w:t>roll</w:t>
            </w:r>
          </w:p>
        </w:tc>
        <w:tc>
          <w:tcPr>
            <w:tcW w:w="813" w:type="dxa"/>
            <w:noWrap/>
            <w:hideMark/>
          </w:tcPr>
          <w:p w14:paraId="1CC5E479" w14:textId="77777777" w:rsidR="00BB1E14" w:rsidRPr="003C0201" w:rsidRDefault="00BB1E14" w:rsidP="00344378">
            <w:pPr>
              <w:jc w:val="left"/>
            </w:pPr>
            <w:r w:rsidRPr="003C0201">
              <w:t>2</w:t>
            </w:r>
          </w:p>
        </w:tc>
        <w:tc>
          <w:tcPr>
            <w:tcW w:w="830" w:type="dxa"/>
            <w:noWrap/>
            <w:hideMark/>
          </w:tcPr>
          <w:p w14:paraId="6EDAC262" w14:textId="77777777" w:rsidR="00BB1E14" w:rsidRPr="003C0201" w:rsidRDefault="00BB1E14" w:rsidP="00344378">
            <w:pPr>
              <w:jc w:val="left"/>
            </w:pPr>
            <w:r w:rsidRPr="003C0201">
              <w:t> </w:t>
            </w:r>
          </w:p>
        </w:tc>
        <w:tc>
          <w:tcPr>
            <w:tcW w:w="902" w:type="dxa"/>
            <w:noWrap/>
            <w:hideMark/>
          </w:tcPr>
          <w:p w14:paraId="59600DEE" w14:textId="77777777" w:rsidR="00BB1E14" w:rsidRPr="003C0201" w:rsidRDefault="00BB1E14" w:rsidP="00344378">
            <w:r w:rsidRPr="003C0201">
              <w:t> </w:t>
            </w:r>
          </w:p>
        </w:tc>
      </w:tr>
      <w:tr w:rsidR="00BB1E14" w:rsidRPr="003C0201" w14:paraId="1A9A6029" w14:textId="77777777" w:rsidTr="00344378">
        <w:trPr>
          <w:trHeight w:val="300"/>
        </w:trPr>
        <w:tc>
          <w:tcPr>
            <w:tcW w:w="10932" w:type="dxa"/>
            <w:noWrap/>
            <w:hideMark/>
          </w:tcPr>
          <w:p w14:paraId="79957628" w14:textId="77777777" w:rsidR="00BB1E14" w:rsidRPr="003C0201" w:rsidRDefault="00BB1E14" w:rsidP="00344378">
            <w:r w:rsidRPr="003C0201">
              <w:t>Medium</w:t>
            </w:r>
          </w:p>
        </w:tc>
        <w:tc>
          <w:tcPr>
            <w:tcW w:w="3234" w:type="dxa"/>
            <w:noWrap/>
            <w:hideMark/>
          </w:tcPr>
          <w:p w14:paraId="75E2DB15" w14:textId="77777777" w:rsidR="00BB1E14" w:rsidRPr="003C0201" w:rsidRDefault="00BB1E14" w:rsidP="00344378">
            <w:r w:rsidRPr="003C0201">
              <w:t>roll</w:t>
            </w:r>
          </w:p>
        </w:tc>
        <w:tc>
          <w:tcPr>
            <w:tcW w:w="813" w:type="dxa"/>
            <w:noWrap/>
            <w:hideMark/>
          </w:tcPr>
          <w:p w14:paraId="1AFBACE4" w14:textId="77777777" w:rsidR="00BB1E14" w:rsidRPr="003C0201" w:rsidRDefault="00BB1E14" w:rsidP="00344378">
            <w:pPr>
              <w:jc w:val="left"/>
            </w:pPr>
            <w:r w:rsidRPr="003C0201">
              <w:t>2</w:t>
            </w:r>
          </w:p>
        </w:tc>
        <w:tc>
          <w:tcPr>
            <w:tcW w:w="830" w:type="dxa"/>
            <w:noWrap/>
            <w:hideMark/>
          </w:tcPr>
          <w:p w14:paraId="44246ED6" w14:textId="77777777" w:rsidR="00BB1E14" w:rsidRPr="003C0201" w:rsidRDefault="00BB1E14" w:rsidP="00344378">
            <w:pPr>
              <w:jc w:val="left"/>
            </w:pPr>
            <w:r w:rsidRPr="003C0201">
              <w:t> </w:t>
            </w:r>
          </w:p>
        </w:tc>
        <w:tc>
          <w:tcPr>
            <w:tcW w:w="902" w:type="dxa"/>
            <w:noWrap/>
            <w:hideMark/>
          </w:tcPr>
          <w:p w14:paraId="44BCD093" w14:textId="77777777" w:rsidR="00BB1E14" w:rsidRPr="003C0201" w:rsidRDefault="00BB1E14" w:rsidP="00344378">
            <w:r w:rsidRPr="003C0201">
              <w:t> </w:t>
            </w:r>
          </w:p>
        </w:tc>
      </w:tr>
      <w:tr w:rsidR="00BB1E14" w:rsidRPr="003C0201" w14:paraId="5FA55415" w14:textId="77777777" w:rsidTr="00344378">
        <w:trPr>
          <w:trHeight w:val="300"/>
        </w:trPr>
        <w:tc>
          <w:tcPr>
            <w:tcW w:w="10932" w:type="dxa"/>
            <w:noWrap/>
            <w:hideMark/>
          </w:tcPr>
          <w:p w14:paraId="2F67C6AF" w14:textId="77777777" w:rsidR="00BB1E14" w:rsidRPr="003C0201" w:rsidRDefault="00BB1E14" w:rsidP="00344378">
            <w:r w:rsidRPr="003C0201">
              <w:t>ultra fine</w:t>
            </w:r>
          </w:p>
        </w:tc>
        <w:tc>
          <w:tcPr>
            <w:tcW w:w="3234" w:type="dxa"/>
            <w:noWrap/>
            <w:hideMark/>
          </w:tcPr>
          <w:p w14:paraId="3B3DED7C" w14:textId="77777777" w:rsidR="00BB1E14" w:rsidRPr="003C0201" w:rsidRDefault="00BB1E14" w:rsidP="00344378">
            <w:r w:rsidRPr="003C0201">
              <w:t>roll</w:t>
            </w:r>
          </w:p>
        </w:tc>
        <w:tc>
          <w:tcPr>
            <w:tcW w:w="813" w:type="dxa"/>
            <w:noWrap/>
            <w:hideMark/>
          </w:tcPr>
          <w:p w14:paraId="51CC7394" w14:textId="77777777" w:rsidR="00BB1E14" w:rsidRPr="003C0201" w:rsidRDefault="00BB1E14" w:rsidP="00344378">
            <w:pPr>
              <w:jc w:val="left"/>
            </w:pPr>
            <w:r w:rsidRPr="003C0201">
              <w:t>2</w:t>
            </w:r>
          </w:p>
        </w:tc>
        <w:tc>
          <w:tcPr>
            <w:tcW w:w="830" w:type="dxa"/>
            <w:noWrap/>
            <w:hideMark/>
          </w:tcPr>
          <w:p w14:paraId="2B7AE430" w14:textId="77777777" w:rsidR="00BB1E14" w:rsidRPr="003C0201" w:rsidRDefault="00BB1E14" w:rsidP="00344378">
            <w:pPr>
              <w:jc w:val="left"/>
            </w:pPr>
            <w:r w:rsidRPr="003C0201">
              <w:t> </w:t>
            </w:r>
          </w:p>
        </w:tc>
        <w:tc>
          <w:tcPr>
            <w:tcW w:w="902" w:type="dxa"/>
            <w:noWrap/>
            <w:hideMark/>
          </w:tcPr>
          <w:p w14:paraId="2490BCBD" w14:textId="77777777" w:rsidR="00BB1E14" w:rsidRPr="003C0201" w:rsidRDefault="00BB1E14" w:rsidP="00344378">
            <w:r w:rsidRPr="003C0201">
              <w:t> </w:t>
            </w:r>
          </w:p>
        </w:tc>
      </w:tr>
      <w:tr w:rsidR="00BB1E14" w:rsidRPr="003C0201" w14:paraId="65FF01AD" w14:textId="77777777" w:rsidTr="00344378">
        <w:trPr>
          <w:trHeight w:val="300"/>
        </w:trPr>
        <w:tc>
          <w:tcPr>
            <w:tcW w:w="10932" w:type="dxa"/>
            <w:noWrap/>
            <w:hideMark/>
          </w:tcPr>
          <w:p w14:paraId="64979706" w14:textId="77777777" w:rsidR="00BB1E14" w:rsidRPr="003C0201" w:rsidRDefault="00BB1E14" w:rsidP="00344378">
            <w:r w:rsidRPr="003C0201">
              <w:t xml:space="preserve">Articulating paper </w:t>
            </w:r>
          </w:p>
        </w:tc>
        <w:tc>
          <w:tcPr>
            <w:tcW w:w="3234" w:type="dxa"/>
            <w:noWrap/>
            <w:hideMark/>
          </w:tcPr>
          <w:p w14:paraId="2689A283" w14:textId="77777777" w:rsidR="00BB1E14" w:rsidRPr="003C0201" w:rsidRDefault="00BB1E14" w:rsidP="00344378">
            <w:r w:rsidRPr="003C0201">
              <w:t>booklette</w:t>
            </w:r>
          </w:p>
        </w:tc>
        <w:tc>
          <w:tcPr>
            <w:tcW w:w="813" w:type="dxa"/>
            <w:noWrap/>
            <w:hideMark/>
          </w:tcPr>
          <w:p w14:paraId="092C538F" w14:textId="77777777" w:rsidR="00BB1E14" w:rsidRPr="003C0201" w:rsidRDefault="00BB1E14" w:rsidP="00344378">
            <w:pPr>
              <w:jc w:val="left"/>
            </w:pPr>
            <w:r w:rsidRPr="003C0201">
              <w:t>10</w:t>
            </w:r>
          </w:p>
        </w:tc>
        <w:tc>
          <w:tcPr>
            <w:tcW w:w="830" w:type="dxa"/>
            <w:noWrap/>
            <w:hideMark/>
          </w:tcPr>
          <w:p w14:paraId="048E51DF" w14:textId="77777777" w:rsidR="00BB1E14" w:rsidRPr="003C0201" w:rsidRDefault="00BB1E14" w:rsidP="00344378">
            <w:pPr>
              <w:jc w:val="left"/>
            </w:pPr>
            <w:r w:rsidRPr="003C0201">
              <w:t> </w:t>
            </w:r>
          </w:p>
        </w:tc>
        <w:tc>
          <w:tcPr>
            <w:tcW w:w="902" w:type="dxa"/>
            <w:noWrap/>
            <w:hideMark/>
          </w:tcPr>
          <w:p w14:paraId="62E77EF9" w14:textId="77777777" w:rsidR="00BB1E14" w:rsidRPr="003C0201" w:rsidRDefault="00BB1E14" w:rsidP="00344378">
            <w:r w:rsidRPr="003C0201">
              <w:t> </w:t>
            </w:r>
          </w:p>
        </w:tc>
      </w:tr>
      <w:tr w:rsidR="00BB1E14" w:rsidRPr="003C0201" w14:paraId="75B15FEF" w14:textId="77777777" w:rsidTr="00344378">
        <w:trPr>
          <w:trHeight w:val="300"/>
        </w:trPr>
        <w:tc>
          <w:tcPr>
            <w:tcW w:w="10932" w:type="dxa"/>
            <w:noWrap/>
            <w:hideMark/>
          </w:tcPr>
          <w:p w14:paraId="02F04748" w14:textId="77777777" w:rsidR="00BB1E14" w:rsidRPr="003C0201" w:rsidRDefault="00BB1E14" w:rsidP="00344378">
            <w:r w:rsidRPr="003C0201">
              <w:t>Mixing pad 3"x3"</w:t>
            </w:r>
          </w:p>
        </w:tc>
        <w:tc>
          <w:tcPr>
            <w:tcW w:w="3234" w:type="dxa"/>
            <w:noWrap/>
            <w:hideMark/>
          </w:tcPr>
          <w:p w14:paraId="56EB4B2E" w14:textId="77777777" w:rsidR="00BB1E14" w:rsidRPr="003C0201" w:rsidRDefault="00BB1E14" w:rsidP="00344378">
            <w:r w:rsidRPr="003C0201">
              <w:t>booklette</w:t>
            </w:r>
          </w:p>
        </w:tc>
        <w:tc>
          <w:tcPr>
            <w:tcW w:w="813" w:type="dxa"/>
            <w:noWrap/>
            <w:hideMark/>
          </w:tcPr>
          <w:p w14:paraId="1BAFFC22" w14:textId="77777777" w:rsidR="00BB1E14" w:rsidRPr="003C0201" w:rsidRDefault="00BB1E14" w:rsidP="00344378">
            <w:pPr>
              <w:jc w:val="left"/>
            </w:pPr>
            <w:r w:rsidRPr="003C0201">
              <w:t>20</w:t>
            </w:r>
          </w:p>
        </w:tc>
        <w:tc>
          <w:tcPr>
            <w:tcW w:w="830" w:type="dxa"/>
            <w:noWrap/>
            <w:hideMark/>
          </w:tcPr>
          <w:p w14:paraId="4968555B" w14:textId="77777777" w:rsidR="00BB1E14" w:rsidRPr="003C0201" w:rsidRDefault="00BB1E14" w:rsidP="00344378">
            <w:pPr>
              <w:jc w:val="left"/>
            </w:pPr>
            <w:r w:rsidRPr="003C0201">
              <w:t> </w:t>
            </w:r>
          </w:p>
        </w:tc>
        <w:tc>
          <w:tcPr>
            <w:tcW w:w="902" w:type="dxa"/>
            <w:noWrap/>
            <w:hideMark/>
          </w:tcPr>
          <w:p w14:paraId="429F55F5" w14:textId="77777777" w:rsidR="00BB1E14" w:rsidRPr="003C0201" w:rsidRDefault="00BB1E14" w:rsidP="00344378">
            <w:r w:rsidRPr="003C0201">
              <w:t> </w:t>
            </w:r>
          </w:p>
        </w:tc>
      </w:tr>
      <w:tr w:rsidR="00BB1E14" w:rsidRPr="003C0201" w14:paraId="16ACEC94" w14:textId="77777777" w:rsidTr="00344378">
        <w:trPr>
          <w:trHeight w:val="300"/>
        </w:trPr>
        <w:tc>
          <w:tcPr>
            <w:tcW w:w="10932" w:type="dxa"/>
            <w:noWrap/>
            <w:hideMark/>
          </w:tcPr>
          <w:p w14:paraId="30BA3C0D" w14:textId="77777777" w:rsidR="00BB1E14" w:rsidRPr="003C0201" w:rsidRDefault="00BB1E14" w:rsidP="00344378">
            <w:pPr>
              <w:rPr>
                <w:b/>
                <w:bCs/>
              </w:rPr>
            </w:pPr>
            <w:r w:rsidRPr="003C0201">
              <w:rPr>
                <w:b/>
                <w:bCs/>
              </w:rPr>
              <w:t>Endodontic</w:t>
            </w:r>
          </w:p>
        </w:tc>
        <w:tc>
          <w:tcPr>
            <w:tcW w:w="3234" w:type="dxa"/>
            <w:noWrap/>
            <w:hideMark/>
          </w:tcPr>
          <w:p w14:paraId="739E8BAC" w14:textId="77777777" w:rsidR="00BB1E14" w:rsidRPr="003C0201" w:rsidRDefault="00BB1E14" w:rsidP="00344378">
            <w:r w:rsidRPr="003C0201">
              <w:t> </w:t>
            </w:r>
          </w:p>
        </w:tc>
        <w:tc>
          <w:tcPr>
            <w:tcW w:w="813" w:type="dxa"/>
            <w:noWrap/>
            <w:hideMark/>
          </w:tcPr>
          <w:p w14:paraId="2461343B" w14:textId="77777777" w:rsidR="00BB1E14" w:rsidRPr="003C0201" w:rsidRDefault="00BB1E14" w:rsidP="00344378">
            <w:r w:rsidRPr="003C0201">
              <w:t> </w:t>
            </w:r>
          </w:p>
        </w:tc>
        <w:tc>
          <w:tcPr>
            <w:tcW w:w="830" w:type="dxa"/>
            <w:noWrap/>
            <w:hideMark/>
          </w:tcPr>
          <w:p w14:paraId="401D80E4" w14:textId="77777777" w:rsidR="00BB1E14" w:rsidRPr="003C0201" w:rsidRDefault="00BB1E14" w:rsidP="00344378">
            <w:r w:rsidRPr="003C0201">
              <w:t> </w:t>
            </w:r>
          </w:p>
        </w:tc>
        <w:tc>
          <w:tcPr>
            <w:tcW w:w="902" w:type="dxa"/>
            <w:noWrap/>
            <w:hideMark/>
          </w:tcPr>
          <w:p w14:paraId="46E69347" w14:textId="77777777" w:rsidR="00BB1E14" w:rsidRPr="003C0201" w:rsidRDefault="00BB1E14" w:rsidP="00344378">
            <w:r w:rsidRPr="003C0201">
              <w:t> </w:t>
            </w:r>
          </w:p>
        </w:tc>
      </w:tr>
      <w:tr w:rsidR="00BB1E14" w:rsidRPr="003C0201" w14:paraId="71AB88DF" w14:textId="77777777" w:rsidTr="00344378">
        <w:trPr>
          <w:trHeight w:val="300"/>
        </w:trPr>
        <w:tc>
          <w:tcPr>
            <w:tcW w:w="10932" w:type="dxa"/>
            <w:noWrap/>
            <w:hideMark/>
          </w:tcPr>
          <w:p w14:paraId="02FC9ED2" w14:textId="77777777" w:rsidR="00BB1E14" w:rsidRPr="003C0201" w:rsidRDefault="00BB1E14" w:rsidP="00344378">
            <w:r w:rsidRPr="003C0201">
              <w:t>Leddermix endopaste/Odontopaste</w:t>
            </w:r>
          </w:p>
        </w:tc>
        <w:tc>
          <w:tcPr>
            <w:tcW w:w="3234" w:type="dxa"/>
            <w:noWrap/>
            <w:hideMark/>
          </w:tcPr>
          <w:p w14:paraId="3065827B" w14:textId="77777777" w:rsidR="00BB1E14" w:rsidRPr="003C0201" w:rsidRDefault="00BB1E14" w:rsidP="00344378">
            <w:r w:rsidRPr="003C0201">
              <w:t>Tube</w:t>
            </w:r>
          </w:p>
        </w:tc>
        <w:tc>
          <w:tcPr>
            <w:tcW w:w="813" w:type="dxa"/>
            <w:noWrap/>
            <w:hideMark/>
          </w:tcPr>
          <w:p w14:paraId="414B7843" w14:textId="77777777" w:rsidR="00BB1E14" w:rsidRPr="003C0201" w:rsidRDefault="00BB1E14" w:rsidP="00344378">
            <w:pPr>
              <w:jc w:val="left"/>
            </w:pPr>
            <w:r w:rsidRPr="003C0201">
              <w:t>15</w:t>
            </w:r>
          </w:p>
        </w:tc>
        <w:tc>
          <w:tcPr>
            <w:tcW w:w="830" w:type="dxa"/>
            <w:noWrap/>
            <w:hideMark/>
          </w:tcPr>
          <w:p w14:paraId="07516913" w14:textId="77777777" w:rsidR="00BB1E14" w:rsidRPr="003C0201" w:rsidRDefault="00BB1E14" w:rsidP="00344378">
            <w:pPr>
              <w:jc w:val="left"/>
            </w:pPr>
            <w:r w:rsidRPr="003C0201">
              <w:t> </w:t>
            </w:r>
          </w:p>
        </w:tc>
        <w:tc>
          <w:tcPr>
            <w:tcW w:w="902" w:type="dxa"/>
            <w:noWrap/>
            <w:hideMark/>
          </w:tcPr>
          <w:p w14:paraId="5938C35C" w14:textId="77777777" w:rsidR="00BB1E14" w:rsidRPr="003C0201" w:rsidRDefault="00BB1E14" w:rsidP="00344378">
            <w:r w:rsidRPr="003C0201">
              <w:t> </w:t>
            </w:r>
          </w:p>
        </w:tc>
      </w:tr>
      <w:tr w:rsidR="00BB1E14" w:rsidRPr="003C0201" w14:paraId="49297E26" w14:textId="77777777" w:rsidTr="00344378">
        <w:trPr>
          <w:trHeight w:val="300"/>
        </w:trPr>
        <w:tc>
          <w:tcPr>
            <w:tcW w:w="10932" w:type="dxa"/>
            <w:noWrap/>
            <w:hideMark/>
          </w:tcPr>
          <w:p w14:paraId="5CAEB4CB" w14:textId="77777777" w:rsidR="00BB1E14" w:rsidRPr="003C0201" w:rsidRDefault="00BB1E14" w:rsidP="00344378">
            <w:r w:rsidRPr="003C0201">
              <w:t>Calcium hydroxide paste pulp dent</w:t>
            </w:r>
          </w:p>
        </w:tc>
        <w:tc>
          <w:tcPr>
            <w:tcW w:w="3234" w:type="dxa"/>
            <w:noWrap/>
            <w:hideMark/>
          </w:tcPr>
          <w:p w14:paraId="355AAB3C" w14:textId="77777777" w:rsidR="00BB1E14" w:rsidRPr="003C0201" w:rsidRDefault="00BB1E14" w:rsidP="00344378">
            <w:r w:rsidRPr="003C0201">
              <w:t> </w:t>
            </w:r>
          </w:p>
        </w:tc>
        <w:tc>
          <w:tcPr>
            <w:tcW w:w="813" w:type="dxa"/>
            <w:noWrap/>
            <w:hideMark/>
          </w:tcPr>
          <w:p w14:paraId="7267EE51" w14:textId="77777777" w:rsidR="00BB1E14" w:rsidRPr="003C0201" w:rsidRDefault="00BB1E14" w:rsidP="00344378">
            <w:pPr>
              <w:jc w:val="left"/>
            </w:pPr>
            <w:r w:rsidRPr="003C0201">
              <w:t>15</w:t>
            </w:r>
          </w:p>
        </w:tc>
        <w:tc>
          <w:tcPr>
            <w:tcW w:w="830" w:type="dxa"/>
            <w:noWrap/>
            <w:hideMark/>
          </w:tcPr>
          <w:p w14:paraId="182E8B3F" w14:textId="77777777" w:rsidR="00BB1E14" w:rsidRPr="003C0201" w:rsidRDefault="00BB1E14" w:rsidP="00344378">
            <w:pPr>
              <w:jc w:val="left"/>
            </w:pPr>
            <w:r w:rsidRPr="003C0201">
              <w:t> </w:t>
            </w:r>
          </w:p>
        </w:tc>
        <w:tc>
          <w:tcPr>
            <w:tcW w:w="902" w:type="dxa"/>
            <w:noWrap/>
            <w:hideMark/>
          </w:tcPr>
          <w:p w14:paraId="4CA0A011" w14:textId="77777777" w:rsidR="00BB1E14" w:rsidRPr="003C0201" w:rsidRDefault="00BB1E14" w:rsidP="00344378">
            <w:r w:rsidRPr="003C0201">
              <w:t> </w:t>
            </w:r>
          </w:p>
        </w:tc>
      </w:tr>
      <w:tr w:rsidR="00BB1E14" w:rsidRPr="003C0201" w14:paraId="625B4E3C" w14:textId="77777777" w:rsidTr="00344378">
        <w:trPr>
          <w:trHeight w:val="300"/>
        </w:trPr>
        <w:tc>
          <w:tcPr>
            <w:tcW w:w="10932" w:type="dxa"/>
            <w:noWrap/>
            <w:hideMark/>
          </w:tcPr>
          <w:p w14:paraId="57D946B4" w14:textId="77777777" w:rsidR="00BB1E14" w:rsidRPr="003C0201" w:rsidRDefault="00BB1E14" w:rsidP="00344378">
            <w:r w:rsidRPr="003C0201">
              <w:t>root canal sealer ( AD SEAL )</w:t>
            </w:r>
          </w:p>
        </w:tc>
        <w:tc>
          <w:tcPr>
            <w:tcW w:w="3234" w:type="dxa"/>
            <w:noWrap/>
            <w:hideMark/>
          </w:tcPr>
          <w:p w14:paraId="457A4B7F" w14:textId="77777777" w:rsidR="00BB1E14" w:rsidRPr="003C0201" w:rsidRDefault="00BB1E14" w:rsidP="00344378">
            <w:r w:rsidRPr="003C0201">
              <w:t> </w:t>
            </w:r>
          </w:p>
        </w:tc>
        <w:tc>
          <w:tcPr>
            <w:tcW w:w="813" w:type="dxa"/>
            <w:noWrap/>
            <w:hideMark/>
          </w:tcPr>
          <w:p w14:paraId="7FAF1462" w14:textId="77777777" w:rsidR="00BB1E14" w:rsidRPr="003C0201" w:rsidRDefault="00BB1E14" w:rsidP="00344378">
            <w:pPr>
              <w:jc w:val="left"/>
            </w:pPr>
            <w:r w:rsidRPr="003C0201">
              <w:t>4</w:t>
            </w:r>
          </w:p>
        </w:tc>
        <w:tc>
          <w:tcPr>
            <w:tcW w:w="830" w:type="dxa"/>
            <w:noWrap/>
            <w:hideMark/>
          </w:tcPr>
          <w:p w14:paraId="7AADFE37" w14:textId="77777777" w:rsidR="00BB1E14" w:rsidRPr="003C0201" w:rsidRDefault="00BB1E14" w:rsidP="00344378">
            <w:pPr>
              <w:jc w:val="left"/>
            </w:pPr>
            <w:r w:rsidRPr="003C0201">
              <w:t> </w:t>
            </w:r>
          </w:p>
        </w:tc>
        <w:tc>
          <w:tcPr>
            <w:tcW w:w="902" w:type="dxa"/>
            <w:noWrap/>
            <w:hideMark/>
          </w:tcPr>
          <w:p w14:paraId="7FFE85AE" w14:textId="77777777" w:rsidR="00BB1E14" w:rsidRPr="003C0201" w:rsidRDefault="00BB1E14" w:rsidP="00344378">
            <w:r w:rsidRPr="003C0201">
              <w:t> </w:t>
            </w:r>
          </w:p>
        </w:tc>
      </w:tr>
      <w:tr w:rsidR="00BB1E14" w:rsidRPr="003C0201" w14:paraId="23D022CA" w14:textId="77777777" w:rsidTr="00344378">
        <w:trPr>
          <w:trHeight w:val="300"/>
        </w:trPr>
        <w:tc>
          <w:tcPr>
            <w:tcW w:w="10932" w:type="dxa"/>
            <w:noWrap/>
            <w:hideMark/>
          </w:tcPr>
          <w:p w14:paraId="63D52E88" w14:textId="77777777" w:rsidR="00BB1E14" w:rsidRPr="003C0201" w:rsidRDefault="00BB1E14" w:rsidP="00344378">
            <w:r w:rsidRPr="003C0201">
              <w:t>Endoruler (stainless steel)</w:t>
            </w:r>
          </w:p>
        </w:tc>
        <w:tc>
          <w:tcPr>
            <w:tcW w:w="3234" w:type="dxa"/>
            <w:noWrap/>
            <w:hideMark/>
          </w:tcPr>
          <w:p w14:paraId="04671657" w14:textId="77777777" w:rsidR="00BB1E14" w:rsidRPr="003C0201" w:rsidRDefault="00BB1E14" w:rsidP="00344378">
            <w:r w:rsidRPr="003C0201">
              <w:t> </w:t>
            </w:r>
          </w:p>
        </w:tc>
        <w:tc>
          <w:tcPr>
            <w:tcW w:w="813" w:type="dxa"/>
            <w:noWrap/>
            <w:hideMark/>
          </w:tcPr>
          <w:p w14:paraId="01D0AF8C" w14:textId="77777777" w:rsidR="00BB1E14" w:rsidRPr="003C0201" w:rsidRDefault="00BB1E14" w:rsidP="00344378">
            <w:pPr>
              <w:jc w:val="left"/>
            </w:pPr>
            <w:r w:rsidRPr="003C0201">
              <w:t>4</w:t>
            </w:r>
          </w:p>
        </w:tc>
        <w:tc>
          <w:tcPr>
            <w:tcW w:w="830" w:type="dxa"/>
            <w:noWrap/>
            <w:hideMark/>
          </w:tcPr>
          <w:p w14:paraId="3DEB3A38" w14:textId="77777777" w:rsidR="00BB1E14" w:rsidRPr="003C0201" w:rsidRDefault="00BB1E14" w:rsidP="00344378">
            <w:pPr>
              <w:jc w:val="left"/>
            </w:pPr>
            <w:r w:rsidRPr="003C0201">
              <w:t> </w:t>
            </w:r>
          </w:p>
        </w:tc>
        <w:tc>
          <w:tcPr>
            <w:tcW w:w="902" w:type="dxa"/>
            <w:noWrap/>
            <w:hideMark/>
          </w:tcPr>
          <w:p w14:paraId="04253E35" w14:textId="77777777" w:rsidR="00BB1E14" w:rsidRPr="003C0201" w:rsidRDefault="00BB1E14" w:rsidP="00344378">
            <w:r w:rsidRPr="003C0201">
              <w:t> </w:t>
            </w:r>
          </w:p>
        </w:tc>
      </w:tr>
      <w:tr w:rsidR="00BB1E14" w:rsidRPr="003C0201" w14:paraId="45FA9FF9" w14:textId="77777777" w:rsidTr="00344378">
        <w:trPr>
          <w:trHeight w:val="300"/>
        </w:trPr>
        <w:tc>
          <w:tcPr>
            <w:tcW w:w="10932" w:type="dxa"/>
            <w:noWrap/>
            <w:hideMark/>
          </w:tcPr>
          <w:p w14:paraId="02D36751" w14:textId="77777777" w:rsidR="00BB1E14" w:rsidRPr="003C0201" w:rsidRDefault="00BB1E14" w:rsidP="00344378">
            <w:pPr>
              <w:rPr>
                <w:b/>
                <w:bCs/>
              </w:rPr>
            </w:pPr>
            <w:r w:rsidRPr="003C0201">
              <w:rPr>
                <w:b/>
                <w:bCs/>
              </w:rPr>
              <w:t>Hospital linens</w:t>
            </w:r>
          </w:p>
        </w:tc>
        <w:tc>
          <w:tcPr>
            <w:tcW w:w="3234" w:type="dxa"/>
            <w:noWrap/>
            <w:hideMark/>
          </w:tcPr>
          <w:p w14:paraId="032F504B" w14:textId="77777777" w:rsidR="00BB1E14" w:rsidRPr="003C0201" w:rsidRDefault="00BB1E14" w:rsidP="00344378">
            <w:r w:rsidRPr="003C0201">
              <w:t> </w:t>
            </w:r>
          </w:p>
        </w:tc>
        <w:tc>
          <w:tcPr>
            <w:tcW w:w="813" w:type="dxa"/>
            <w:noWrap/>
            <w:hideMark/>
          </w:tcPr>
          <w:p w14:paraId="4927F3C3" w14:textId="77777777" w:rsidR="00BB1E14" w:rsidRPr="003C0201" w:rsidRDefault="00BB1E14" w:rsidP="00344378">
            <w:r w:rsidRPr="003C0201">
              <w:t> </w:t>
            </w:r>
          </w:p>
        </w:tc>
        <w:tc>
          <w:tcPr>
            <w:tcW w:w="830" w:type="dxa"/>
            <w:noWrap/>
            <w:hideMark/>
          </w:tcPr>
          <w:p w14:paraId="1CBF5841" w14:textId="77777777" w:rsidR="00BB1E14" w:rsidRPr="003C0201" w:rsidRDefault="00BB1E14" w:rsidP="00344378">
            <w:r w:rsidRPr="003C0201">
              <w:t> </w:t>
            </w:r>
          </w:p>
        </w:tc>
        <w:tc>
          <w:tcPr>
            <w:tcW w:w="902" w:type="dxa"/>
            <w:noWrap/>
            <w:hideMark/>
          </w:tcPr>
          <w:p w14:paraId="73A96E55" w14:textId="77777777" w:rsidR="00BB1E14" w:rsidRPr="003C0201" w:rsidRDefault="00BB1E14" w:rsidP="00344378">
            <w:r w:rsidRPr="003C0201">
              <w:t> </w:t>
            </w:r>
          </w:p>
        </w:tc>
      </w:tr>
      <w:tr w:rsidR="00BB1E14" w:rsidRPr="003C0201" w14:paraId="5F0D2DFC" w14:textId="77777777" w:rsidTr="00344378">
        <w:trPr>
          <w:trHeight w:val="300"/>
        </w:trPr>
        <w:tc>
          <w:tcPr>
            <w:tcW w:w="10932" w:type="dxa"/>
            <w:noWrap/>
            <w:hideMark/>
          </w:tcPr>
          <w:p w14:paraId="3AD7FF48" w14:textId="77777777" w:rsidR="00BB1E14" w:rsidRPr="003C0201" w:rsidRDefault="00BB1E14" w:rsidP="00344378">
            <w:pPr>
              <w:rPr>
                <w:i/>
                <w:iCs/>
              </w:rPr>
            </w:pPr>
            <w:r w:rsidRPr="003C0201">
              <w:rPr>
                <w:i/>
                <w:iCs/>
              </w:rPr>
              <w:t>Fabric roll (Cotton, Plain light blue)</w:t>
            </w:r>
          </w:p>
        </w:tc>
        <w:tc>
          <w:tcPr>
            <w:tcW w:w="3234" w:type="dxa"/>
            <w:noWrap/>
            <w:hideMark/>
          </w:tcPr>
          <w:p w14:paraId="0B692F3F" w14:textId="77777777" w:rsidR="00BB1E14" w:rsidRPr="003C0201" w:rsidRDefault="00BB1E14" w:rsidP="00344378">
            <w:r w:rsidRPr="003C0201">
              <w:t>60 yards roll</w:t>
            </w:r>
          </w:p>
        </w:tc>
        <w:tc>
          <w:tcPr>
            <w:tcW w:w="813" w:type="dxa"/>
            <w:noWrap/>
            <w:hideMark/>
          </w:tcPr>
          <w:p w14:paraId="5D463F4E" w14:textId="77777777" w:rsidR="00BB1E14" w:rsidRPr="003C0201" w:rsidRDefault="00BB1E14" w:rsidP="00344378">
            <w:pPr>
              <w:jc w:val="left"/>
            </w:pPr>
            <w:r w:rsidRPr="003C0201">
              <w:t>2</w:t>
            </w:r>
          </w:p>
        </w:tc>
        <w:tc>
          <w:tcPr>
            <w:tcW w:w="830" w:type="dxa"/>
            <w:noWrap/>
            <w:hideMark/>
          </w:tcPr>
          <w:p w14:paraId="6AF76EBF" w14:textId="77777777" w:rsidR="00BB1E14" w:rsidRPr="003C0201" w:rsidRDefault="00BB1E14" w:rsidP="00344378">
            <w:pPr>
              <w:jc w:val="left"/>
            </w:pPr>
            <w:r w:rsidRPr="003C0201">
              <w:t> </w:t>
            </w:r>
          </w:p>
        </w:tc>
        <w:tc>
          <w:tcPr>
            <w:tcW w:w="902" w:type="dxa"/>
            <w:noWrap/>
            <w:hideMark/>
          </w:tcPr>
          <w:p w14:paraId="3160864E" w14:textId="77777777" w:rsidR="00BB1E14" w:rsidRPr="003C0201" w:rsidRDefault="00BB1E14" w:rsidP="00344378">
            <w:r w:rsidRPr="003C0201">
              <w:t> </w:t>
            </w:r>
          </w:p>
        </w:tc>
      </w:tr>
      <w:tr w:rsidR="00BB1E14" w:rsidRPr="003C0201" w14:paraId="5A1CFFA2" w14:textId="77777777" w:rsidTr="00344378">
        <w:trPr>
          <w:trHeight w:val="300"/>
        </w:trPr>
        <w:tc>
          <w:tcPr>
            <w:tcW w:w="10932" w:type="dxa"/>
            <w:noWrap/>
            <w:hideMark/>
          </w:tcPr>
          <w:p w14:paraId="17A9F99C" w14:textId="77777777" w:rsidR="00BB1E14" w:rsidRPr="003C0201" w:rsidRDefault="00BB1E14" w:rsidP="00344378">
            <w:pPr>
              <w:rPr>
                <w:i/>
                <w:iCs/>
              </w:rPr>
            </w:pPr>
            <w:r w:rsidRPr="003C0201">
              <w:rPr>
                <w:b/>
                <w:bCs/>
                <w:i/>
                <w:iCs/>
              </w:rPr>
              <w:lastRenderedPageBreak/>
              <w:t>Paper points</w:t>
            </w:r>
            <w:r w:rsidRPr="003C0201">
              <w:rPr>
                <w:i/>
                <w:iCs/>
              </w:rPr>
              <w:t xml:space="preserve"> </w:t>
            </w:r>
          </w:p>
        </w:tc>
        <w:tc>
          <w:tcPr>
            <w:tcW w:w="3234" w:type="dxa"/>
            <w:noWrap/>
            <w:hideMark/>
          </w:tcPr>
          <w:p w14:paraId="6ED9A013" w14:textId="77777777" w:rsidR="00BB1E14" w:rsidRPr="003C0201" w:rsidRDefault="00BB1E14" w:rsidP="00344378">
            <w:r w:rsidRPr="003C0201">
              <w:t> </w:t>
            </w:r>
          </w:p>
        </w:tc>
        <w:tc>
          <w:tcPr>
            <w:tcW w:w="813" w:type="dxa"/>
            <w:noWrap/>
            <w:hideMark/>
          </w:tcPr>
          <w:p w14:paraId="2DDEE0E7" w14:textId="77777777" w:rsidR="00BB1E14" w:rsidRPr="003C0201" w:rsidRDefault="00BB1E14" w:rsidP="00344378">
            <w:r w:rsidRPr="003C0201">
              <w:t> </w:t>
            </w:r>
          </w:p>
        </w:tc>
        <w:tc>
          <w:tcPr>
            <w:tcW w:w="830" w:type="dxa"/>
            <w:noWrap/>
            <w:hideMark/>
          </w:tcPr>
          <w:p w14:paraId="5A66DC40" w14:textId="77777777" w:rsidR="00BB1E14" w:rsidRPr="003C0201" w:rsidRDefault="00BB1E14" w:rsidP="00344378">
            <w:r w:rsidRPr="003C0201">
              <w:t> </w:t>
            </w:r>
          </w:p>
        </w:tc>
        <w:tc>
          <w:tcPr>
            <w:tcW w:w="902" w:type="dxa"/>
            <w:noWrap/>
            <w:hideMark/>
          </w:tcPr>
          <w:p w14:paraId="371C7764" w14:textId="77777777" w:rsidR="00BB1E14" w:rsidRPr="003C0201" w:rsidRDefault="00BB1E14" w:rsidP="00344378">
            <w:r w:rsidRPr="003C0201">
              <w:t> </w:t>
            </w:r>
          </w:p>
        </w:tc>
      </w:tr>
      <w:tr w:rsidR="00BB1E14" w:rsidRPr="003C0201" w14:paraId="44FEE12C" w14:textId="77777777" w:rsidTr="00344378">
        <w:trPr>
          <w:trHeight w:val="300"/>
        </w:trPr>
        <w:tc>
          <w:tcPr>
            <w:tcW w:w="10932" w:type="dxa"/>
            <w:noWrap/>
            <w:hideMark/>
          </w:tcPr>
          <w:p w14:paraId="2587CE8F" w14:textId="77777777" w:rsidR="00BB1E14" w:rsidRPr="003C0201" w:rsidRDefault="00BB1E14" w:rsidP="00344378">
            <w:pPr>
              <w:rPr>
                <w:i/>
                <w:iCs/>
              </w:rPr>
            </w:pPr>
            <w:r w:rsidRPr="003C0201">
              <w:rPr>
                <w:i/>
                <w:iCs/>
              </w:rPr>
              <w:t xml:space="preserve">No. 30 </w:t>
            </w:r>
          </w:p>
        </w:tc>
        <w:tc>
          <w:tcPr>
            <w:tcW w:w="3234" w:type="dxa"/>
            <w:noWrap/>
            <w:hideMark/>
          </w:tcPr>
          <w:p w14:paraId="660BFC38" w14:textId="77777777" w:rsidR="00BB1E14" w:rsidRPr="003C0201" w:rsidRDefault="00BB1E14" w:rsidP="00344378">
            <w:r w:rsidRPr="003C0201">
              <w:t> </w:t>
            </w:r>
          </w:p>
        </w:tc>
        <w:tc>
          <w:tcPr>
            <w:tcW w:w="813" w:type="dxa"/>
            <w:noWrap/>
            <w:hideMark/>
          </w:tcPr>
          <w:p w14:paraId="74D7D9FD" w14:textId="77777777" w:rsidR="00BB1E14" w:rsidRPr="003C0201" w:rsidRDefault="00BB1E14" w:rsidP="00344378">
            <w:pPr>
              <w:jc w:val="left"/>
            </w:pPr>
            <w:r w:rsidRPr="003C0201">
              <w:t>5</w:t>
            </w:r>
          </w:p>
        </w:tc>
        <w:tc>
          <w:tcPr>
            <w:tcW w:w="830" w:type="dxa"/>
            <w:noWrap/>
            <w:hideMark/>
          </w:tcPr>
          <w:p w14:paraId="17D2C376" w14:textId="77777777" w:rsidR="00BB1E14" w:rsidRPr="003C0201" w:rsidRDefault="00BB1E14" w:rsidP="00344378">
            <w:pPr>
              <w:jc w:val="left"/>
            </w:pPr>
            <w:r w:rsidRPr="003C0201">
              <w:t> </w:t>
            </w:r>
          </w:p>
        </w:tc>
        <w:tc>
          <w:tcPr>
            <w:tcW w:w="902" w:type="dxa"/>
            <w:noWrap/>
            <w:hideMark/>
          </w:tcPr>
          <w:p w14:paraId="0BA145C9" w14:textId="77777777" w:rsidR="00BB1E14" w:rsidRPr="003C0201" w:rsidRDefault="00BB1E14" w:rsidP="00344378">
            <w:r w:rsidRPr="003C0201">
              <w:t> </w:t>
            </w:r>
          </w:p>
        </w:tc>
      </w:tr>
      <w:tr w:rsidR="00BB1E14" w:rsidRPr="003C0201" w14:paraId="1E3D3925" w14:textId="77777777" w:rsidTr="00344378">
        <w:trPr>
          <w:trHeight w:val="300"/>
        </w:trPr>
        <w:tc>
          <w:tcPr>
            <w:tcW w:w="10932" w:type="dxa"/>
            <w:noWrap/>
            <w:hideMark/>
          </w:tcPr>
          <w:p w14:paraId="011134D2" w14:textId="77777777" w:rsidR="00BB1E14" w:rsidRPr="003C0201" w:rsidRDefault="00BB1E14" w:rsidP="00344378">
            <w:pPr>
              <w:rPr>
                <w:i/>
                <w:iCs/>
              </w:rPr>
            </w:pPr>
            <w:r w:rsidRPr="003C0201">
              <w:rPr>
                <w:i/>
                <w:iCs/>
              </w:rPr>
              <w:t>No. 45-80</w:t>
            </w:r>
          </w:p>
        </w:tc>
        <w:tc>
          <w:tcPr>
            <w:tcW w:w="3234" w:type="dxa"/>
            <w:noWrap/>
            <w:hideMark/>
          </w:tcPr>
          <w:p w14:paraId="0C241BFB" w14:textId="77777777" w:rsidR="00BB1E14" w:rsidRPr="003C0201" w:rsidRDefault="00BB1E14" w:rsidP="00344378">
            <w:r w:rsidRPr="003C0201">
              <w:t> </w:t>
            </w:r>
          </w:p>
        </w:tc>
        <w:tc>
          <w:tcPr>
            <w:tcW w:w="813" w:type="dxa"/>
            <w:noWrap/>
            <w:hideMark/>
          </w:tcPr>
          <w:p w14:paraId="60522ECB" w14:textId="77777777" w:rsidR="00BB1E14" w:rsidRPr="003C0201" w:rsidRDefault="00BB1E14" w:rsidP="00344378">
            <w:pPr>
              <w:jc w:val="left"/>
            </w:pPr>
            <w:r w:rsidRPr="003C0201">
              <w:t>5</w:t>
            </w:r>
          </w:p>
        </w:tc>
        <w:tc>
          <w:tcPr>
            <w:tcW w:w="830" w:type="dxa"/>
            <w:noWrap/>
            <w:hideMark/>
          </w:tcPr>
          <w:p w14:paraId="4BDA1972" w14:textId="77777777" w:rsidR="00BB1E14" w:rsidRPr="003C0201" w:rsidRDefault="00BB1E14" w:rsidP="00344378">
            <w:pPr>
              <w:jc w:val="left"/>
            </w:pPr>
            <w:r w:rsidRPr="003C0201">
              <w:t> </w:t>
            </w:r>
          </w:p>
        </w:tc>
        <w:tc>
          <w:tcPr>
            <w:tcW w:w="902" w:type="dxa"/>
            <w:noWrap/>
            <w:hideMark/>
          </w:tcPr>
          <w:p w14:paraId="090EF798" w14:textId="77777777" w:rsidR="00BB1E14" w:rsidRPr="003C0201" w:rsidRDefault="00BB1E14" w:rsidP="00344378">
            <w:r w:rsidRPr="003C0201">
              <w:t> </w:t>
            </w:r>
          </w:p>
        </w:tc>
      </w:tr>
      <w:tr w:rsidR="00BB1E14" w:rsidRPr="003C0201" w14:paraId="36A54D9B" w14:textId="77777777" w:rsidTr="00344378">
        <w:trPr>
          <w:trHeight w:val="300"/>
        </w:trPr>
        <w:tc>
          <w:tcPr>
            <w:tcW w:w="10932" w:type="dxa"/>
            <w:noWrap/>
            <w:hideMark/>
          </w:tcPr>
          <w:p w14:paraId="2DC5F963" w14:textId="77777777" w:rsidR="00BB1E14" w:rsidRPr="003C0201" w:rsidRDefault="00BB1E14" w:rsidP="00344378">
            <w:pPr>
              <w:rPr>
                <w:i/>
                <w:iCs/>
              </w:rPr>
            </w:pPr>
            <w:r w:rsidRPr="003C0201">
              <w:rPr>
                <w:b/>
                <w:bCs/>
                <w:i/>
                <w:iCs/>
              </w:rPr>
              <w:t>GUTTA PERCHA POINT</w:t>
            </w:r>
            <w:r w:rsidRPr="003C0201">
              <w:rPr>
                <w:i/>
                <w:iCs/>
              </w:rPr>
              <w:t xml:space="preserve"> </w:t>
            </w:r>
          </w:p>
        </w:tc>
        <w:tc>
          <w:tcPr>
            <w:tcW w:w="3234" w:type="dxa"/>
            <w:noWrap/>
            <w:hideMark/>
          </w:tcPr>
          <w:p w14:paraId="1EFD269B" w14:textId="77777777" w:rsidR="00BB1E14" w:rsidRPr="003C0201" w:rsidRDefault="00BB1E14" w:rsidP="00344378">
            <w:r w:rsidRPr="003C0201">
              <w:t> </w:t>
            </w:r>
          </w:p>
        </w:tc>
        <w:tc>
          <w:tcPr>
            <w:tcW w:w="813" w:type="dxa"/>
            <w:noWrap/>
            <w:hideMark/>
          </w:tcPr>
          <w:p w14:paraId="70BEC167" w14:textId="77777777" w:rsidR="00BB1E14" w:rsidRPr="003C0201" w:rsidRDefault="00BB1E14" w:rsidP="00344378">
            <w:r w:rsidRPr="003C0201">
              <w:t> </w:t>
            </w:r>
          </w:p>
        </w:tc>
        <w:tc>
          <w:tcPr>
            <w:tcW w:w="830" w:type="dxa"/>
            <w:noWrap/>
            <w:hideMark/>
          </w:tcPr>
          <w:p w14:paraId="610E75FE" w14:textId="77777777" w:rsidR="00BB1E14" w:rsidRPr="003C0201" w:rsidRDefault="00BB1E14" w:rsidP="00344378">
            <w:r w:rsidRPr="003C0201">
              <w:t> </w:t>
            </w:r>
          </w:p>
        </w:tc>
        <w:tc>
          <w:tcPr>
            <w:tcW w:w="902" w:type="dxa"/>
            <w:noWrap/>
            <w:hideMark/>
          </w:tcPr>
          <w:p w14:paraId="02D16892" w14:textId="77777777" w:rsidR="00BB1E14" w:rsidRPr="003C0201" w:rsidRDefault="00BB1E14" w:rsidP="00344378">
            <w:r w:rsidRPr="003C0201">
              <w:t> </w:t>
            </w:r>
          </w:p>
        </w:tc>
      </w:tr>
      <w:tr w:rsidR="00BB1E14" w:rsidRPr="003C0201" w14:paraId="66C588E2" w14:textId="77777777" w:rsidTr="00344378">
        <w:trPr>
          <w:trHeight w:val="300"/>
        </w:trPr>
        <w:tc>
          <w:tcPr>
            <w:tcW w:w="10932" w:type="dxa"/>
            <w:noWrap/>
            <w:hideMark/>
          </w:tcPr>
          <w:p w14:paraId="7E9EFF5C" w14:textId="77777777" w:rsidR="00BB1E14" w:rsidRPr="003C0201" w:rsidRDefault="00BB1E14" w:rsidP="00344378">
            <w:pPr>
              <w:rPr>
                <w:i/>
                <w:iCs/>
              </w:rPr>
            </w:pPr>
            <w:r w:rsidRPr="003C0201">
              <w:rPr>
                <w:i/>
                <w:iCs/>
              </w:rPr>
              <w:t>Ref- No. 30</w:t>
            </w:r>
          </w:p>
        </w:tc>
        <w:tc>
          <w:tcPr>
            <w:tcW w:w="3234" w:type="dxa"/>
            <w:noWrap/>
            <w:hideMark/>
          </w:tcPr>
          <w:p w14:paraId="34B76B47" w14:textId="77777777" w:rsidR="00BB1E14" w:rsidRPr="003C0201" w:rsidRDefault="00BB1E14" w:rsidP="00344378">
            <w:r w:rsidRPr="003C0201">
              <w:t> </w:t>
            </w:r>
          </w:p>
        </w:tc>
        <w:tc>
          <w:tcPr>
            <w:tcW w:w="813" w:type="dxa"/>
            <w:noWrap/>
            <w:hideMark/>
          </w:tcPr>
          <w:p w14:paraId="7B9B4A32" w14:textId="77777777" w:rsidR="00BB1E14" w:rsidRPr="003C0201" w:rsidRDefault="00BB1E14" w:rsidP="00344378">
            <w:pPr>
              <w:jc w:val="left"/>
            </w:pPr>
            <w:r w:rsidRPr="003C0201">
              <w:t>5</w:t>
            </w:r>
          </w:p>
        </w:tc>
        <w:tc>
          <w:tcPr>
            <w:tcW w:w="830" w:type="dxa"/>
            <w:noWrap/>
            <w:hideMark/>
          </w:tcPr>
          <w:p w14:paraId="0F7A6457" w14:textId="77777777" w:rsidR="00BB1E14" w:rsidRPr="003C0201" w:rsidRDefault="00BB1E14" w:rsidP="00344378">
            <w:pPr>
              <w:jc w:val="left"/>
            </w:pPr>
            <w:r w:rsidRPr="003C0201">
              <w:t> </w:t>
            </w:r>
          </w:p>
        </w:tc>
        <w:tc>
          <w:tcPr>
            <w:tcW w:w="902" w:type="dxa"/>
            <w:noWrap/>
            <w:hideMark/>
          </w:tcPr>
          <w:p w14:paraId="656820F7" w14:textId="77777777" w:rsidR="00BB1E14" w:rsidRPr="003C0201" w:rsidRDefault="00BB1E14" w:rsidP="00344378">
            <w:r w:rsidRPr="003C0201">
              <w:t> </w:t>
            </w:r>
          </w:p>
        </w:tc>
      </w:tr>
      <w:tr w:rsidR="00BB1E14" w:rsidRPr="003C0201" w14:paraId="59400291" w14:textId="77777777" w:rsidTr="00344378">
        <w:trPr>
          <w:trHeight w:val="300"/>
        </w:trPr>
        <w:tc>
          <w:tcPr>
            <w:tcW w:w="10932" w:type="dxa"/>
            <w:noWrap/>
            <w:hideMark/>
          </w:tcPr>
          <w:p w14:paraId="4321282F" w14:textId="77777777" w:rsidR="00BB1E14" w:rsidRPr="003C0201" w:rsidRDefault="00BB1E14" w:rsidP="00344378">
            <w:pPr>
              <w:rPr>
                <w:i/>
                <w:iCs/>
              </w:rPr>
            </w:pPr>
            <w:r w:rsidRPr="003C0201">
              <w:rPr>
                <w:i/>
                <w:iCs/>
              </w:rPr>
              <w:t>#45</w:t>
            </w:r>
          </w:p>
        </w:tc>
        <w:tc>
          <w:tcPr>
            <w:tcW w:w="3234" w:type="dxa"/>
            <w:noWrap/>
            <w:hideMark/>
          </w:tcPr>
          <w:p w14:paraId="6A0F63FF" w14:textId="77777777" w:rsidR="00BB1E14" w:rsidRPr="003C0201" w:rsidRDefault="00BB1E14" w:rsidP="00344378">
            <w:r w:rsidRPr="003C0201">
              <w:t> </w:t>
            </w:r>
          </w:p>
        </w:tc>
        <w:tc>
          <w:tcPr>
            <w:tcW w:w="813" w:type="dxa"/>
            <w:noWrap/>
            <w:hideMark/>
          </w:tcPr>
          <w:p w14:paraId="6B7C0E11" w14:textId="77777777" w:rsidR="00BB1E14" w:rsidRPr="003C0201" w:rsidRDefault="00BB1E14" w:rsidP="00344378">
            <w:pPr>
              <w:jc w:val="left"/>
            </w:pPr>
            <w:r w:rsidRPr="003C0201">
              <w:t>10</w:t>
            </w:r>
          </w:p>
        </w:tc>
        <w:tc>
          <w:tcPr>
            <w:tcW w:w="830" w:type="dxa"/>
            <w:noWrap/>
            <w:hideMark/>
          </w:tcPr>
          <w:p w14:paraId="1134999D" w14:textId="77777777" w:rsidR="00BB1E14" w:rsidRPr="003C0201" w:rsidRDefault="00BB1E14" w:rsidP="00344378">
            <w:pPr>
              <w:jc w:val="left"/>
            </w:pPr>
            <w:r w:rsidRPr="003C0201">
              <w:t> </w:t>
            </w:r>
          </w:p>
        </w:tc>
        <w:tc>
          <w:tcPr>
            <w:tcW w:w="902" w:type="dxa"/>
            <w:noWrap/>
            <w:hideMark/>
          </w:tcPr>
          <w:p w14:paraId="29F5E431" w14:textId="77777777" w:rsidR="00BB1E14" w:rsidRPr="003C0201" w:rsidRDefault="00BB1E14" w:rsidP="00344378">
            <w:r w:rsidRPr="003C0201">
              <w:t> </w:t>
            </w:r>
          </w:p>
        </w:tc>
      </w:tr>
      <w:tr w:rsidR="00BB1E14" w:rsidRPr="003C0201" w14:paraId="3DD078D2" w14:textId="77777777" w:rsidTr="00344378">
        <w:trPr>
          <w:trHeight w:val="300"/>
        </w:trPr>
        <w:tc>
          <w:tcPr>
            <w:tcW w:w="10932" w:type="dxa"/>
            <w:noWrap/>
            <w:hideMark/>
          </w:tcPr>
          <w:p w14:paraId="07AF5B8E" w14:textId="77777777" w:rsidR="00BB1E14" w:rsidRPr="003C0201" w:rsidRDefault="00BB1E14" w:rsidP="00344378">
            <w:pPr>
              <w:rPr>
                <w:i/>
                <w:iCs/>
              </w:rPr>
            </w:pPr>
            <w:r w:rsidRPr="003C0201">
              <w:rPr>
                <w:i/>
                <w:iCs/>
              </w:rPr>
              <w:t>#45-84</w:t>
            </w:r>
          </w:p>
        </w:tc>
        <w:tc>
          <w:tcPr>
            <w:tcW w:w="3234" w:type="dxa"/>
            <w:noWrap/>
            <w:hideMark/>
          </w:tcPr>
          <w:p w14:paraId="6D58191F" w14:textId="77777777" w:rsidR="00BB1E14" w:rsidRPr="003C0201" w:rsidRDefault="00BB1E14" w:rsidP="00344378">
            <w:r w:rsidRPr="003C0201">
              <w:t> </w:t>
            </w:r>
          </w:p>
        </w:tc>
        <w:tc>
          <w:tcPr>
            <w:tcW w:w="813" w:type="dxa"/>
            <w:noWrap/>
            <w:hideMark/>
          </w:tcPr>
          <w:p w14:paraId="67C89F7D" w14:textId="77777777" w:rsidR="00BB1E14" w:rsidRPr="003C0201" w:rsidRDefault="00BB1E14" w:rsidP="00344378">
            <w:pPr>
              <w:jc w:val="left"/>
            </w:pPr>
            <w:r w:rsidRPr="003C0201">
              <w:t>10</w:t>
            </w:r>
          </w:p>
        </w:tc>
        <w:tc>
          <w:tcPr>
            <w:tcW w:w="830" w:type="dxa"/>
            <w:noWrap/>
            <w:hideMark/>
          </w:tcPr>
          <w:p w14:paraId="169B678A" w14:textId="77777777" w:rsidR="00BB1E14" w:rsidRPr="003C0201" w:rsidRDefault="00BB1E14" w:rsidP="00344378">
            <w:pPr>
              <w:jc w:val="left"/>
            </w:pPr>
            <w:r w:rsidRPr="003C0201">
              <w:t> </w:t>
            </w:r>
          </w:p>
        </w:tc>
        <w:tc>
          <w:tcPr>
            <w:tcW w:w="902" w:type="dxa"/>
            <w:noWrap/>
            <w:hideMark/>
          </w:tcPr>
          <w:p w14:paraId="62DFC68A" w14:textId="77777777" w:rsidR="00BB1E14" w:rsidRPr="003C0201" w:rsidRDefault="00BB1E14" w:rsidP="00344378">
            <w:r w:rsidRPr="003C0201">
              <w:t> </w:t>
            </w:r>
          </w:p>
        </w:tc>
      </w:tr>
      <w:tr w:rsidR="00BB1E14" w:rsidRPr="003C0201" w14:paraId="41217EAD" w14:textId="77777777" w:rsidTr="00344378">
        <w:trPr>
          <w:trHeight w:val="300"/>
        </w:trPr>
        <w:tc>
          <w:tcPr>
            <w:tcW w:w="10932" w:type="dxa"/>
            <w:noWrap/>
            <w:hideMark/>
          </w:tcPr>
          <w:p w14:paraId="01B7DE38" w14:textId="77777777" w:rsidR="00BB1E14" w:rsidRPr="003C0201" w:rsidRDefault="00BB1E14" w:rsidP="00344378">
            <w:pPr>
              <w:rPr>
                <w:i/>
                <w:iCs/>
              </w:rPr>
            </w:pPr>
            <w:r w:rsidRPr="003C0201">
              <w:rPr>
                <w:i/>
                <w:iCs/>
              </w:rPr>
              <w:t>#50-</w:t>
            </w:r>
          </w:p>
        </w:tc>
        <w:tc>
          <w:tcPr>
            <w:tcW w:w="3234" w:type="dxa"/>
            <w:noWrap/>
            <w:hideMark/>
          </w:tcPr>
          <w:p w14:paraId="05D4BA3A" w14:textId="77777777" w:rsidR="00BB1E14" w:rsidRPr="003C0201" w:rsidRDefault="00BB1E14" w:rsidP="00344378">
            <w:r w:rsidRPr="003C0201">
              <w:t> </w:t>
            </w:r>
          </w:p>
        </w:tc>
        <w:tc>
          <w:tcPr>
            <w:tcW w:w="813" w:type="dxa"/>
            <w:noWrap/>
            <w:hideMark/>
          </w:tcPr>
          <w:p w14:paraId="4CF8F92C" w14:textId="77777777" w:rsidR="00BB1E14" w:rsidRPr="003C0201" w:rsidRDefault="00BB1E14" w:rsidP="00344378">
            <w:pPr>
              <w:jc w:val="left"/>
            </w:pPr>
            <w:r w:rsidRPr="003C0201">
              <w:t>7</w:t>
            </w:r>
          </w:p>
        </w:tc>
        <w:tc>
          <w:tcPr>
            <w:tcW w:w="830" w:type="dxa"/>
            <w:noWrap/>
            <w:hideMark/>
          </w:tcPr>
          <w:p w14:paraId="067BDD01" w14:textId="77777777" w:rsidR="00BB1E14" w:rsidRPr="003C0201" w:rsidRDefault="00BB1E14" w:rsidP="00344378">
            <w:pPr>
              <w:jc w:val="left"/>
            </w:pPr>
            <w:r w:rsidRPr="003C0201">
              <w:t> </w:t>
            </w:r>
          </w:p>
        </w:tc>
        <w:tc>
          <w:tcPr>
            <w:tcW w:w="902" w:type="dxa"/>
            <w:noWrap/>
            <w:hideMark/>
          </w:tcPr>
          <w:p w14:paraId="58DA1341" w14:textId="77777777" w:rsidR="00BB1E14" w:rsidRPr="003C0201" w:rsidRDefault="00BB1E14" w:rsidP="00344378">
            <w:r w:rsidRPr="003C0201">
              <w:t> </w:t>
            </w:r>
          </w:p>
        </w:tc>
      </w:tr>
      <w:tr w:rsidR="00BB1E14" w:rsidRPr="003C0201" w14:paraId="525EA1C7" w14:textId="77777777" w:rsidTr="00344378">
        <w:trPr>
          <w:trHeight w:val="300"/>
        </w:trPr>
        <w:tc>
          <w:tcPr>
            <w:tcW w:w="10932" w:type="dxa"/>
            <w:noWrap/>
            <w:hideMark/>
          </w:tcPr>
          <w:p w14:paraId="3D05996D" w14:textId="77777777" w:rsidR="00BB1E14" w:rsidRPr="003C0201" w:rsidRDefault="00BB1E14" w:rsidP="00344378">
            <w:pPr>
              <w:rPr>
                <w:b/>
                <w:bCs/>
                <w:i/>
                <w:iCs/>
              </w:rPr>
            </w:pPr>
            <w:r w:rsidRPr="003C0201">
              <w:rPr>
                <w:b/>
                <w:bCs/>
                <w:i/>
                <w:iCs/>
              </w:rPr>
              <w:t>K-FILES :25mm</w:t>
            </w:r>
          </w:p>
        </w:tc>
        <w:tc>
          <w:tcPr>
            <w:tcW w:w="3234" w:type="dxa"/>
            <w:noWrap/>
            <w:hideMark/>
          </w:tcPr>
          <w:p w14:paraId="1ADBB7A0" w14:textId="77777777" w:rsidR="00BB1E14" w:rsidRPr="003C0201" w:rsidRDefault="00BB1E14" w:rsidP="00344378">
            <w:r w:rsidRPr="003C0201">
              <w:t> </w:t>
            </w:r>
          </w:p>
        </w:tc>
        <w:tc>
          <w:tcPr>
            <w:tcW w:w="813" w:type="dxa"/>
            <w:noWrap/>
            <w:hideMark/>
          </w:tcPr>
          <w:p w14:paraId="7A204479" w14:textId="77777777" w:rsidR="00BB1E14" w:rsidRPr="003C0201" w:rsidRDefault="00BB1E14" w:rsidP="00344378">
            <w:r w:rsidRPr="003C0201">
              <w:t> </w:t>
            </w:r>
          </w:p>
        </w:tc>
        <w:tc>
          <w:tcPr>
            <w:tcW w:w="830" w:type="dxa"/>
            <w:noWrap/>
            <w:hideMark/>
          </w:tcPr>
          <w:p w14:paraId="42EFBD82" w14:textId="77777777" w:rsidR="00BB1E14" w:rsidRPr="003C0201" w:rsidRDefault="00BB1E14" w:rsidP="00344378">
            <w:r w:rsidRPr="003C0201">
              <w:t> </w:t>
            </w:r>
          </w:p>
        </w:tc>
        <w:tc>
          <w:tcPr>
            <w:tcW w:w="902" w:type="dxa"/>
            <w:noWrap/>
            <w:hideMark/>
          </w:tcPr>
          <w:p w14:paraId="0245FF45" w14:textId="77777777" w:rsidR="00BB1E14" w:rsidRPr="003C0201" w:rsidRDefault="00BB1E14" w:rsidP="00344378">
            <w:r w:rsidRPr="003C0201">
              <w:t> </w:t>
            </w:r>
          </w:p>
        </w:tc>
      </w:tr>
      <w:tr w:rsidR="00BB1E14" w:rsidRPr="003C0201" w14:paraId="65020C80" w14:textId="77777777" w:rsidTr="00344378">
        <w:trPr>
          <w:trHeight w:val="300"/>
        </w:trPr>
        <w:tc>
          <w:tcPr>
            <w:tcW w:w="10932" w:type="dxa"/>
            <w:noWrap/>
            <w:hideMark/>
          </w:tcPr>
          <w:p w14:paraId="1371337A" w14:textId="77777777" w:rsidR="00BB1E14" w:rsidRPr="003C0201" w:rsidRDefault="00BB1E14" w:rsidP="00344378">
            <w:pPr>
              <w:rPr>
                <w:b/>
                <w:bCs/>
                <w:i/>
                <w:iCs/>
              </w:rPr>
            </w:pPr>
            <w:r w:rsidRPr="003C0201">
              <w:rPr>
                <w:b/>
                <w:bCs/>
                <w:i/>
                <w:iCs/>
              </w:rPr>
              <w:t>#</w:t>
            </w:r>
            <w:r w:rsidRPr="003C0201">
              <w:t>10</w:t>
            </w:r>
          </w:p>
        </w:tc>
        <w:tc>
          <w:tcPr>
            <w:tcW w:w="3234" w:type="dxa"/>
            <w:noWrap/>
            <w:hideMark/>
          </w:tcPr>
          <w:p w14:paraId="78D0942D" w14:textId="77777777" w:rsidR="00BB1E14" w:rsidRPr="003C0201" w:rsidRDefault="00BB1E14" w:rsidP="00344378">
            <w:r w:rsidRPr="003C0201">
              <w:t> </w:t>
            </w:r>
          </w:p>
        </w:tc>
        <w:tc>
          <w:tcPr>
            <w:tcW w:w="813" w:type="dxa"/>
            <w:noWrap/>
            <w:hideMark/>
          </w:tcPr>
          <w:p w14:paraId="74D17FC6" w14:textId="77777777" w:rsidR="00BB1E14" w:rsidRPr="003C0201" w:rsidRDefault="00BB1E14" w:rsidP="00344378">
            <w:pPr>
              <w:jc w:val="left"/>
            </w:pPr>
            <w:r w:rsidRPr="003C0201">
              <w:t>5</w:t>
            </w:r>
          </w:p>
        </w:tc>
        <w:tc>
          <w:tcPr>
            <w:tcW w:w="830" w:type="dxa"/>
            <w:noWrap/>
            <w:hideMark/>
          </w:tcPr>
          <w:p w14:paraId="241FD1D5" w14:textId="77777777" w:rsidR="00BB1E14" w:rsidRPr="003C0201" w:rsidRDefault="00BB1E14" w:rsidP="00344378">
            <w:pPr>
              <w:jc w:val="left"/>
            </w:pPr>
            <w:r w:rsidRPr="003C0201">
              <w:t> </w:t>
            </w:r>
          </w:p>
        </w:tc>
        <w:tc>
          <w:tcPr>
            <w:tcW w:w="902" w:type="dxa"/>
            <w:noWrap/>
            <w:hideMark/>
          </w:tcPr>
          <w:p w14:paraId="73C19871" w14:textId="77777777" w:rsidR="00BB1E14" w:rsidRPr="003C0201" w:rsidRDefault="00BB1E14" w:rsidP="00344378">
            <w:r w:rsidRPr="003C0201">
              <w:t> </w:t>
            </w:r>
          </w:p>
        </w:tc>
      </w:tr>
      <w:tr w:rsidR="00BB1E14" w:rsidRPr="003C0201" w14:paraId="6A01B48F" w14:textId="77777777" w:rsidTr="00344378">
        <w:trPr>
          <w:trHeight w:val="300"/>
        </w:trPr>
        <w:tc>
          <w:tcPr>
            <w:tcW w:w="10932" w:type="dxa"/>
            <w:noWrap/>
            <w:hideMark/>
          </w:tcPr>
          <w:p w14:paraId="1AA6889B" w14:textId="77777777" w:rsidR="00BB1E14" w:rsidRPr="003C0201" w:rsidRDefault="00BB1E14" w:rsidP="00344378">
            <w:r w:rsidRPr="003C0201">
              <w:t>#15</w:t>
            </w:r>
          </w:p>
        </w:tc>
        <w:tc>
          <w:tcPr>
            <w:tcW w:w="3234" w:type="dxa"/>
            <w:noWrap/>
            <w:hideMark/>
          </w:tcPr>
          <w:p w14:paraId="01D370B0" w14:textId="77777777" w:rsidR="00BB1E14" w:rsidRPr="003C0201" w:rsidRDefault="00BB1E14" w:rsidP="00344378">
            <w:r w:rsidRPr="003C0201">
              <w:t> </w:t>
            </w:r>
          </w:p>
        </w:tc>
        <w:tc>
          <w:tcPr>
            <w:tcW w:w="813" w:type="dxa"/>
            <w:noWrap/>
            <w:hideMark/>
          </w:tcPr>
          <w:p w14:paraId="2796C344" w14:textId="77777777" w:rsidR="00BB1E14" w:rsidRPr="003C0201" w:rsidRDefault="00BB1E14" w:rsidP="00344378">
            <w:pPr>
              <w:jc w:val="left"/>
            </w:pPr>
            <w:r w:rsidRPr="003C0201">
              <w:t>5</w:t>
            </w:r>
          </w:p>
        </w:tc>
        <w:tc>
          <w:tcPr>
            <w:tcW w:w="830" w:type="dxa"/>
            <w:noWrap/>
            <w:hideMark/>
          </w:tcPr>
          <w:p w14:paraId="5DCDCB70" w14:textId="77777777" w:rsidR="00BB1E14" w:rsidRPr="003C0201" w:rsidRDefault="00BB1E14" w:rsidP="00344378">
            <w:pPr>
              <w:jc w:val="left"/>
            </w:pPr>
            <w:r w:rsidRPr="003C0201">
              <w:t> </w:t>
            </w:r>
          </w:p>
        </w:tc>
        <w:tc>
          <w:tcPr>
            <w:tcW w:w="902" w:type="dxa"/>
            <w:noWrap/>
            <w:hideMark/>
          </w:tcPr>
          <w:p w14:paraId="3B028053" w14:textId="77777777" w:rsidR="00BB1E14" w:rsidRPr="003C0201" w:rsidRDefault="00BB1E14" w:rsidP="00344378">
            <w:r w:rsidRPr="003C0201">
              <w:t> </w:t>
            </w:r>
          </w:p>
        </w:tc>
      </w:tr>
      <w:tr w:rsidR="00BB1E14" w:rsidRPr="003C0201" w14:paraId="51E58CDE" w14:textId="77777777" w:rsidTr="00344378">
        <w:trPr>
          <w:trHeight w:val="300"/>
        </w:trPr>
        <w:tc>
          <w:tcPr>
            <w:tcW w:w="10932" w:type="dxa"/>
            <w:noWrap/>
            <w:hideMark/>
          </w:tcPr>
          <w:p w14:paraId="5E78CBEE" w14:textId="77777777" w:rsidR="00BB1E14" w:rsidRPr="003C0201" w:rsidRDefault="00BB1E14" w:rsidP="00344378">
            <w:r w:rsidRPr="003C0201">
              <w:t>#20</w:t>
            </w:r>
          </w:p>
        </w:tc>
        <w:tc>
          <w:tcPr>
            <w:tcW w:w="3234" w:type="dxa"/>
            <w:noWrap/>
            <w:hideMark/>
          </w:tcPr>
          <w:p w14:paraId="5B345E93" w14:textId="77777777" w:rsidR="00BB1E14" w:rsidRPr="003C0201" w:rsidRDefault="00BB1E14" w:rsidP="00344378">
            <w:r w:rsidRPr="003C0201">
              <w:t> </w:t>
            </w:r>
          </w:p>
        </w:tc>
        <w:tc>
          <w:tcPr>
            <w:tcW w:w="813" w:type="dxa"/>
            <w:noWrap/>
            <w:hideMark/>
          </w:tcPr>
          <w:p w14:paraId="031D0393" w14:textId="77777777" w:rsidR="00BB1E14" w:rsidRPr="003C0201" w:rsidRDefault="00BB1E14" w:rsidP="00344378">
            <w:pPr>
              <w:jc w:val="left"/>
            </w:pPr>
            <w:r w:rsidRPr="003C0201">
              <w:t>5</w:t>
            </w:r>
          </w:p>
        </w:tc>
        <w:tc>
          <w:tcPr>
            <w:tcW w:w="830" w:type="dxa"/>
            <w:noWrap/>
            <w:hideMark/>
          </w:tcPr>
          <w:p w14:paraId="0B1ECD89" w14:textId="77777777" w:rsidR="00BB1E14" w:rsidRPr="003C0201" w:rsidRDefault="00BB1E14" w:rsidP="00344378">
            <w:pPr>
              <w:jc w:val="left"/>
            </w:pPr>
            <w:r w:rsidRPr="003C0201">
              <w:t> </w:t>
            </w:r>
          </w:p>
        </w:tc>
        <w:tc>
          <w:tcPr>
            <w:tcW w:w="902" w:type="dxa"/>
            <w:noWrap/>
            <w:hideMark/>
          </w:tcPr>
          <w:p w14:paraId="37BFBDEA" w14:textId="77777777" w:rsidR="00BB1E14" w:rsidRPr="003C0201" w:rsidRDefault="00BB1E14" w:rsidP="00344378">
            <w:r w:rsidRPr="003C0201">
              <w:t> </w:t>
            </w:r>
          </w:p>
        </w:tc>
      </w:tr>
      <w:tr w:rsidR="00BB1E14" w:rsidRPr="003C0201" w14:paraId="6E0908F6" w14:textId="77777777" w:rsidTr="00344378">
        <w:trPr>
          <w:trHeight w:val="300"/>
        </w:trPr>
        <w:tc>
          <w:tcPr>
            <w:tcW w:w="10932" w:type="dxa"/>
            <w:noWrap/>
            <w:hideMark/>
          </w:tcPr>
          <w:p w14:paraId="6E5A0D84" w14:textId="77777777" w:rsidR="00BB1E14" w:rsidRPr="003C0201" w:rsidRDefault="00BB1E14" w:rsidP="00344378">
            <w:r w:rsidRPr="003C0201">
              <w:t>#35</w:t>
            </w:r>
          </w:p>
        </w:tc>
        <w:tc>
          <w:tcPr>
            <w:tcW w:w="3234" w:type="dxa"/>
            <w:noWrap/>
            <w:hideMark/>
          </w:tcPr>
          <w:p w14:paraId="0FC57E3D" w14:textId="77777777" w:rsidR="00BB1E14" w:rsidRPr="003C0201" w:rsidRDefault="00BB1E14" w:rsidP="00344378">
            <w:r w:rsidRPr="003C0201">
              <w:t> </w:t>
            </w:r>
          </w:p>
        </w:tc>
        <w:tc>
          <w:tcPr>
            <w:tcW w:w="813" w:type="dxa"/>
            <w:noWrap/>
            <w:hideMark/>
          </w:tcPr>
          <w:p w14:paraId="26889240" w14:textId="77777777" w:rsidR="00BB1E14" w:rsidRPr="003C0201" w:rsidRDefault="00BB1E14" w:rsidP="00344378">
            <w:pPr>
              <w:jc w:val="left"/>
            </w:pPr>
            <w:r w:rsidRPr="003C0201">
              <w:t>2</w:t>
            </w:r>
          </w:p>
        </w:tc>
        <w:tc>
          <w:tcPr>
            <w:tcW w:w="830" w:type="dxa"/>
            <w:noWrap/>
            <w:hideMark/>
          </w:tcPr>
          <w:p w14:paraId="605F5B8B" w14:textId="77777777" w:rsidR="00BB1E14" w:rsidRPr="003C0201" w:rsidRDefault="00BB1E14" w:rsidP="00344378">
            <w:pPr>
              <w:jc w:val="left"/>
            </w:pPr>
            <w:r w:rsidRPr="003C0201">
              <w:t> </w:t>
            </w:r>
          </w:p>
        </w:tc>
        <w:tc>
          <w:tcPr>
            <w:tcW w:w="902" w:type="dxa"/>
            <w:noWrap/>
            <w:hideMark/>
          </w:tcPr>
          <w:p w14:paraId="4547C979" w14:textId="77777777" w:rsidR="00BB1E14" w:rsidRPr="003C0201" w:rsidRDefault="00BB1E14" w:rsidP="00344378">
            <w:r w:rsidRPr="003C0201">
              <w:t> </w:t>
            </w:r>
          </w:p>
        </w:tc>
      </w:tr>
      <w:tr w:rsidR="00BB1E14" w:rsidRPr="003C0201" w14:paraId="2718D4A7" w14:textId="77777777" w:rsidTr="00344378">
        <w:trPr>
          <w:trHeight w:val="300"/>
        </w:trPr>
        <w:tc>
          <w:tcPr>
            <w:tcW w:w="10932" w:type="dxa"/>
            <w:noWrap/>
            <w:hideMark/>
          </w:tcPr>
          <w:p w14:paraId="6BA9B5AF" w14:textId="77777777" w:rsidR="00BB1E14" w:rsidRPr="003C0201" w:rsidRDefault="00BB1E14" w:rsidP="00344378">
            <w:r w:rsidRPr="003C0201">
              <w:t>L 32mm</w:t>
            </w:r>
          </w:p>
        </w:tc>
        <w:tc>
          <w:tcPr>
            <w:tcW w:w="3234" w:type="dxa"/>
            <w:noWrap/>
            <w:hideMark/>
          </w:tcPr>
          <w:p w14:paraId="68ABDF33" w14:textId="77777777" w:rsidR="00BB1E14" w:rsidRPr="003C0201" w:rsidRDefault="00BB1E14" w:rsidP="00344378">
            <w:r w:rsidRPr="003C0201">
              <w:t> </w:t>
            </w:r>
          </w:p>
        </w:tc>
        <w:tc>
          <w:tcPr>
            <w:tcW w:w="813" w:type="dxa"/>
            <w:noWrap/>
            <w:hideMark/>
          </w:tcPr>
          <w:p w14:paraId="249EA5A2" w14:textId="77777777" w:rsidR="00BB1E14" w:rsidRPr="003C0201" w:rsidRDefault="00BB1E14" w:rsidP="00344378">
            <w:pPr>
              <w:jc w:val="left"/>
            </w:pPr>
            <w:r w:rsidRPr="003C0201">
              <w:t>2</w:t>
            </w:r>
          </w:p>
        </w:tc>
        <w:tc>
          <w:tcPr>
            <w:tcW w:w="830" w:type="dxa"/>
            <w:noWrap/>
            <w:hideMark/>
          </w:tcPr>
          <w:p w14:paraId="75450639" w14:textId="77777777" w:rsidR="00BB1E14" w:rsidRPr="003C0201" w:rsidRDefault="00BB1E14" w:rsidP="00344378">
            <w:pPr>
              <w:jc w:val="left"/>
            </w:pPr>
            <w:r w:rsidRPr="003C0201">
              <w:t> </w:t>
            </w:r>
          </w:p>
        </w:tc>
        <w:tc>
          <w:tcPr>
            <w:tcW w:w="902" w:type="dxa"/>
            <w:noWrap/>
            <w:hideMark/>
          </w:tcPr>
          <w:p w14:paraId="740CB8C2" w14:textId="77777777" w:rsidR="00BB1E14" w:rsidRPr="003C0201" w:rsidRDefault="00BB1E14" w:rsidP="00344378">
            <w:r w:rsidRPr="003C0201">
              <w:t> </w:t>
            </w:r>
          </w:p>
        </w:tc>
      </w:tr>
      <w:tr w:rsidR="00BB1E14" w:rsidRPr="003C0201" w14:paraId="3EE6E8CF" w14:textId="77777777" w:rsidTr="00344378">
        <w:trPr>
          <w:trHeight w:val="300"/>
        </w:trPr>
        <w:tc>
          <w:tcPr>
            <w:tcW w:w="10932" w:type="dxa"/>
            <w:noWrap/>
            <w:hideMark/>
          </w:tcPr>
          <w:p w14:paraId="7EA2CCFA" w14:textId="77777777" w:rsidR="00BB1E14" w:rsidRPr="003C0201" w:rsidRDefault="00BB1E14" w:rsidP="00344378">
            <w:pPr>
              <w:rPr>
                <w:b/>
                <w:bCs/>
              </w:rPr>
            </w:pPr>
            <w:r w:rsidRPr="003C0201">
              <w:rPr>
                <w:b/>
                <w:bCs/>
              </w:rPr>
              <w:t>REAMERS</w:t>
            </w:r>
          </w:p>
        </w:tc>
        <w:tc>
          <w:tcPr>
            <w:tcW w:w="3234" w:type="dxa"/>
            <w:noWrap/>
            <w:hideMark/>
          </w:tcPr>
          <w:p w14:paraId="469E8982" w14:textId="77777777" w:rsidR="00BB1E14" w:rsidRPr="003C0201" w:rsidRDefault="00BB1E14" w:rsidP="00344378">
            <w:r w:rsidRPr="003C0201">
              <w:t> </w:t>
            </w:r>
          </w:p>
        </w:tc>
        <w:tc>
          <w:tcPr>
            <w:tcW w:w="813" w:type="dxa"/>
            <w:noWrap/>
            <w:hideMark/>
          </w:tcPr>
          <w:p w14:paraId="4B0E0F47" w14:textId="77777777" w:rsidR="00BB1E14" w:rsidRPr="003C0201" w:rsidRDefault="00BB1E14" w:rsidP="00344378">
            <w:r w:rsidRPr="003C0201">
              <w:t> </w:t>
            </w:r>
          </w:p>
        </w:tc>
        <w:tc>
          <w:tcPr>
            <w:tcW w:w="830" w:type="dxa"/>
            <w:noWrap/>
            <w:hideMark/>
          </w:tcPr>
          <w:p w14:paraId="756CE278" w14:textId="77777777" w:rsidR="00BB1E14" w:rsidRPr="003C0201" w:rsidRDefault="00BB1E14" w:rsidP="00344378">
            <w:r w:rsidRPr="003C0201">
              <w:t> </w:t>
            </w:r>
          </w:p>
        </w:tc>
        <w:tc>
          <w:tcPr>
            <w:tcW w:w="902" w:type="dxa"/>
            <w:noWrap/>
            <w:hideMark/>
          </w:tcPr>
          <w:p w14:paraId="6D3900F7" w14:textId="77777777" w:rsidR="00BB1E14" w:rsidRPr="003C0201" w:rsidRDefault="00BB1E14" w:rsidP="00344378">
            <w:r w:rsidRPr="003C0201">
              <w:t> </w:t>
            </w:r>
          </w:p>
        </w:tc>
      </w:tr>
      <w:tr w:rsidR="00BB1E14" w:rsidRPr="003C0201" w14:paraId="2E148F9F" w14:textId="77777777" w:rsidTr="00344378">
        <w:trPr>
          <w:trHeight w:val="300"/>
        </w:trPr>
        <w:tc>
          <w:tcPr>
            <w:tcW w:w="10932" w:type="dxa"/>
            <w:noWrap/>
            <w:hideMark/>
          </w:tcPr>
          <w:p w14:paraId="3B7E2863" w14:textId="77777777" w:rsidR="00BB1E14" w:rsidRPr="003C0201" w:rsidRDefault="00BB1E14" w:rsidP="00344378">
            <w:r w:rsidRPr="003C0201">
              <w:t># 21mm</w:t>
            </w:r>
          </w:p>
        </w:tc>
        <w:tc>
          <w:tcPr>
            <w:tcW w:w="3234" w:type="dxa"/>
            <w:noWrap/>
            <w:hideMark/>
          </w:tcPr>
          <w:p w14:paraId="71E039F9" w14:textId="77777777" w:rsidR="00BB1E14" w:rsidRPr="003C0201" w:rsidRDefault="00BB1E14" w:rsidP="00344378">
            <w:r w:rsidRPr="003C0201">
              <w:t> </w:t>
            </w:r>
          </w:p>
        </w:tc>
        <w:tc>
          <w:tcPr>
            <w:tcW w:w="813" w:type="dxa"/>
            <w:noWrap/>
            <w:hideMark/>
          </w:tcPr>
          <w:p w14:paraId="421D07C2" w14:textId="77777777" w:rsidR="00BB1E14" w:rsidRPr="003C0201" w:rsidRDefault="00BB1E14" w:rsidP="00344378">
            <w:pPr>
              <w:jc w:val="left"/>
            </w:pPr>
            <w:r w:rsidRPr="003C0201">
              <w:t>0</w:t>
            </w:r>
          </w:p>
        </w:tc>
        <w:tc>
          <w:tcPr>
            <w:tcW w:w="830" w:type="dxa"/>
            <w:noWrap/>
            <w:hideMark/>
          </w:tcPr>
          <w:p w14:paraId="6EBF7285" w14:textId="77777777" w:rsidR="00BB1E14" w:rsidRPr="003C0201" w:rsidRDefault="00BB1E14" w:rsidP="00344378">
            <w:pPr>
              <w:jc w:val="left"/>
            </w:pPr>
            <w:r w:rsidRPr="003C0201">
              <w:t> </w:t>
            </w:r>
          </w:p>
        </w:tc>
        <w:tc>
          <w:tcPr>
            <w:tcW w:w="902" w:type="dxa"/>
            <w:noWrap/>
            <w:hideMark/>
          </w:tcPr>
          <w:p w14:paraId="41993860" w14:textId="77777777" w:rsidR="00BB1E14" w:rsidRPr="003C0201" w:rsidRDefault="00BB1E14" w:rsidP="00344378">
            <w:r w:rsidRPr="003C0201">
              <w:t> </w:t>
            </w:r>
          </w:p>
        </w:tc>
      </w:tr>
      <w:tr w:rsidR="00BB1E14" w:rsidRPr="003C0201" w14:paraId="4A3A339D" w14:textId="77777777" w:rsidTr="00344378">
        <w:trPr>
          <w:trHeight w:val="300"/>
        </w:trPr>
        <w:tc>
          <w:tcPr>
            <w:tcW w:w="10932" w:type="dxa"/>
            <w:noWrap/>
            <w:hideMark/>
          </w:tcPr>
          <w:p w14:paraId="65D68AF2" w14:textId="77777777" w:rsidR="00BB1E14" w:rsidRPr="003C0201" w:rsidRDefault="00BB1E14" w:rsidP="00344378">
            <w:pPr>
              <w:rPr>
                <w:b/>
                <w:bCs/>
              </w:rPr>
            </w:pPr>
            <w:r w:rsidRPr="003C0201">
              <w:rPr>
                <w:b/>
                <w:bCs/>
              </w:rPr>
              <w:t>Dental x-ray accessories</w:t>
            </w:r>
          </w:p>
        </w:tc>
        <w:tc>
          <w:tcPr>
            <w:tcW w:w="3234" w:type="dxa"/>
            <w:noWrap/>
            <w:hideMark/>
          </w:tcPr>
          <w:p w14:paraId="729D4AFD" w14:textId="77777777" w:rsidR="00BB1E14" w:rsidRPr="003C0201" w:rsidRDefault="00BB1E14" w:rsidP="00344378">
            <w:r w:rsidRPr="003C0201">
              <w:t> </w:t>
            </w:r>
          </w:p>
        </w:tc>
        <w:tc>
          <w:tcPr>
            <w:tcW w:w="813" w:type="dxa"/>
            <w:noWrap/>
            <w:hideMark/>
          </w:tcPr>
          <w:p w14:paraId="1752CD64" w14:textId="77777777" w:rsidR="00BB1E14" w:rsidRPr="003C0201" w:rsidRDefault="00BB1E14" w:rsidP="00344378">
            <w:r w:rsidRPr="003C0201">
              <w:t> </w:t>
            </w:r>
          </w:p>
        </w:tc>
        <w:tc>
          <w:tcPr>
            <w:tcW w:w="830" w:type="dxa"/>
            <w:noWrap/>
            <w:hideMark/>
          </w:tcPr>
          <w:p w14:paraId="5E9E2402" w14:textId="77777777" w:rsidR="00BB1E14" w:rsidRPr="003C0201" w:rsidRDefault="00BB1E14" w:rsidP="00344378">
            <w:r w:rsidRPr="003C0201">
              <w:t> </w:t>
            </w:r>
          </w:p>
        </w:tc>
        <w:tc>
          <w:tcPr>
            <w:tcW w:w="902" w:type="dxa"/>
            <w:noWrap/>
            <w:hideMark/>
          </w:tcPr>
          <w:p w14:paraId="73D840C8" w14:textId="77777777" w:rsidR="00BB1E14" w:rsidRPr="003C0201" w:rsidRDefault="00BB1E14" w:rsidP="00344378">
            <w:r w:rsidRPr="003C0201">
              <w:t> </w:t>
            </w:r>
          </w:p>
        </w:tc>
      </w:tr>
      <w:tr w:rsidR="00BB1E14" w:rsidRPr="003C0201" w14:paraId="34C0CD91" w14:textId="77777777" w:rsidTr="00344378">
        <w:trPr>
          <w:trHeight w:val="300"/>
        </w:trPr>
        <w:tc>
          <w:tcPr>
            <w:tcW w:w="10932" w:type="dxa"/>
            <w:noWrap/>
            <w:hideMark/>
          </w:tcPr>
          <w:p w14:paraId="35DAEAB9" w14:textId="77777777" w:rsidR="00BB1E14" w:rsidRPr="003C0201" w:rsidRDefault="00BB1E14" w:rsidP="00344378">
            <w:r w:rsidRPr="003C0201">
              <w:t>Developer solution (2L) - Kodak</w:t>
            </w:r>
          </w:p>
        </w:tc>
        <w:tc>
          <w:tcPr>
            <w:tcW w:w="3234" w:type="dxa"/>
            <w:noWrap/>
            <w:hideMark/>
          </w:tcPr>
          <w:p w14:paraId="2A6B8922" w14:textId="77777777" w:rsidR="00BB1E14" w:rsidRPr="003C0201" w:rsidRDefault="00BB1E14" w:rsidP="00344378">
            <w:pPr>
              <w:rPr>
                <w:b/>
                <w:bCs/>
              </w:rPr>
            </w:pPr>
            <w:r w:rsidRPr="003C0201">
              <w:rPr>
                <w:b/>
                <w:bCs/>
              </w:rPr>
              <w:t> </w:t>
            </w:r>
          </w:p>
        </w:tc>
        <w:tc>
          <w:tcPr>
            <w:tcW w:w="813" w:type="dxa"/>
            <w:noWrap/>
            <w:hideMark/>
          </w:tcPr>
          <w:p w14:paraId="7A78B397" w14:textId="77777777" w:rsidR="00BB1E14" w:rsidRPr="003C0201" w:rsidRDefault="00BB1E14" w:rsidP="00344378">
            <w:pPr>
              <w:jc w:val="left"/>
            </w:pPr>
            <w:r w:rsidRPr="003C0201">
              <w:t>5</w:t>
            </w:r>
          </w:p>
        </w:tc>
        <w:tc>
          <w:tcPr>
            <w:tcW w:w="830" w:type="dxa"/>
            <w:noWrap/>
            <w:hideMark/>
          </w:tcPr>
          <w:p w14:paraId="038EAAAF" w14:textId="77777777" w:rsidR="00BB1E14" w:rsidRPr="003C0201" w:rsidRDefault="00BB1E14" w:rsidP="00344378">
            <w:pPr>
              <w:jc w:val="left"/>
            </w:pPr>
            <w:r w:rsidRPr="003C0201">
              <w:t> </w:t>
            </w:r>
          </w:p>
        </w:tc>
        <w:tc>
          <w:tcPr>
            <w:tcW w:w="902" w:type="dxa"/>
            <w:noWrap/>
            <w:hideMark/>
          </w:tcPr>
          <w:p w14:paraId="1336B4BF" w14:textId="77777777" w:rsidR="00BB1E14" w:rsidRPr="003C0201" w:rsidRDefault="00BB1E14" w:rsidP="00344378">
            <w:r w:rsidRPr="003C0201">
              <w:t> </w:t>
            </w:r>
          </w:p>
        </w:tc>
      </w:tr>
      <w:tr w:rsidR="00BB1E14" w:rsidRPr="003C0201" w14:paraId="3198E2A1" w14:textId="77777777" w:rsidTr="00344378">
        <w:trPr>
          <w:trHeight w:val="300"/>
        </w:trPr>
        <w:tc>
          <w:tcPr>
            <w:tcW w:w="10932" w:type="dxa"/>
            <w:noWrap/>
            <w:hideMark/>
          </w:tcPr>
          <w:p w14:paraId="639B06C5" w14:textId="77777777" w:rsidR="00BB1E14" w:rsidRPr="003C0201" w:rsidRDefault="00BB1E14" w:rsidP="00344378">
            <w:r w:rsidRPr="003C0201">
              <w:t>Fixer solution (2L)-Kodak</w:t>
            </w:r>
          </w:p>
        </w:tc>
        <w:tc>
          <w:tcPr>
            <w:tcW w:w="3234" w:type="dxa"/>
            <w:noWrap/>
            <w:hideMark/>
          </w:tcPr>
          <w:p w14:paraId="4D5F9E44" w14:textId="77777777" w:rsidR="00BB1E14" w:rsidRPr="003C0201" w:rsidRDefault="00BB1E14" w:rsidP="00344378">
            <w:r w:rsidRPr="003C0201">
              <w:t> </w:t>
            </w:r>
          </w:p>
        </w:tc>
        <w:tc>
          <w:tcPr>
            <w:tcW w:w="813" w:type="dxa"/>
            <w:noWrap/>
            <w:hideMark/>
          </w:tcPr>
          <w:p w14:paraId="6847635A" w14:textId="77777777" w:rsidR="00BB1E14" w:rsidRPr="003C0201" w:rsidRDefault="00BB1E14" w:rsidP="00344378">
            <w:pPr>
              <w:jc w:val="left"/>
            </w:pPr>
            <w:r w:rsidRPr="003C0201">
              <w:t>5</w:t>
            </w:r>
          </w:p>
        </w:tc>
        <w:tc>
          <w:tcPr>
            <w:tcW w:w="830" w:type="dxa"/>
            <w:noWrap/>
            <w:hideMark/>
          </w:tcPr>
          <w:p w14:paraId="15BB6CEF" w14:textId="77777777" w:rsidR="00BB1E14" w:rsidRPr="003C0201" w:rsidRDefault="00BB1E14" w:rsidP="00344378">
            <w:pPr>
              <w:jc w:val="left"/>
            </w:pPr>
            <w:r w:rsidRPr="003C0201">
              <w:t> </w:t>
            </w:r>
          </w:p>
        </w:tc>
        <w:tc>
          <w:tcPr>
            <w:tcW w:w="902" w:type="dxa"/>
            <w:noWrap/>
            <w:hideMark/>
          </w:tcPr>
          <w:p w14:paraId="524EBC41" w14:textId="77777777" w:rsidR="00BB1E14" w:rsidRPr="003C0201" w:rsidRDefault="00BB1E14" w:rsidP="00344378">
            <w:r w:rsidRPr="003C0201">
              <w:t> </w:t>
            </w:r>
          </w:p>
        </w:tc>
      </w:tr>
      <w:tr w:rsidR="00BB1E14" w:rsidRPr="003C0201" w14:paraId="0DEF3CE1" w14:textId="77777777" w:rsidTr="00344378">
        <w:trPr>
          <w:trHeight w:val="300"/>
        </w:trPr>
        <w:tc>
          <w:tcPr>
            <w:tcW w:w="10932" w:type="dxa"/>
            <w:noWrap/>
            <w:hideMark/>
          </w:tcPr>
          <w:p w14:paraId="513B0C3C" w14:textId="77777777" w:rsidR="00BB1E14" w:rsidRPr="003C0201" w:rsidRDefault="00BB1E14" w:rsidP="00344378">
            <w:r w:rsidRPr="003C0201">
              <w:t xml:space="preserve">Periapical flow films </w:t>
            </w:r>
          </w:p>
        </w:tc>
        <w:tc>
          <w:tcPr>
            <w:tcW w:w="3234" w:type="dxa"/>
            <w:noWrap/>
            <w:hideMark/>
          </w:tcPr>
          <w:p w14:paraId="61513A27" w14:textId="77777777" w:rsidR="00BB1E14" w:rsidRPr="003C0201" w:rsidRDefault="00BB1E14" w:rsidP="00344378">
            <w:r w:rsidRPr="003C0201">
              <w:t>pack</w:t>
            </w:r>
          </w:p>
        </w:tc>
        <w:tc>
          <w:tcPr>
            <w:tcW w:w="813" w:type="dxa"/>
            <w:noWrap/>
            <w:hideMark/>
          </w:tcPr>
          <w:p w14:paraId="0430DAA4" w14:textId="77777777" w:rsidR="00BB1E14" w:rsidRPr="003C0201" w:rsidRDefault="00BB1E14" w:rsidP="00344378">
            <w:pPr>
              <w:jc w:val="left"/>
            </w:pPr>
            <w:r w:rsidRPr="003C0201">
              <w:t>5</w:t>
            </w:r>
          </w:p>
        </w:tc>
        <w:tc>
          <w:tcPr>
            <w:tcW w:w="830" w:type="dxa"/>
            <w:noWrap/>
            <w:hideMark/>
          </w:tcPr>
          <w:p w14:paraId="61406B57" w14:textId="77777777" w:rsidR="00BB1E14" w:rsidRPr="003C0201" w:rsidRDefault="00BB1E14" w:rsidP="00344378">
            <w:pPr>
              <w:jc w:val="left"/>
            </w:pPr>
            <w:r w:rsidRPr="003C0201">
              <w:t> </w:t>
            </w:r>
          </w:p>
        </w:tc>
        <w:tc>
          <w:tcPr>
            <w:tcW w:w="902" w:type="dxa"/>
            <w:noWrap/>
            <w:hideMark/>
          </w:tcPr>
          <w:p w14:paraId="7F62D76C" w14:textId="77777777" w:rsidR="00BB1E14" w:rsidRPr="003C0201" w:rsidRDefault="00BB1E14" w:rsidP="00344378">
            <w:r w:rsidRPr="003C0201">
              <w:t> </w:t>
            </w:r>
          </w:p>
        </w:tc>
      </w:tr>
      <w:tr w:rsidR="00BB1E14" w:rsidRPr="003C0201" w14:paraId="6BFCF709" w14:textId="77777777" w:rsidTr="00344378">
        <w:trPr>
          <w:trHeight w:val="300"/>
        </w:trPr>
        <w:tc>
          <w:tcPr>
            <w:tcW w:w="10932" w:type="dxa"/>
            <w:noWrap/>
            <w:hideMark/>
          </w:tcPr>
          <w:p w14:paraId="2DFF33EB" w14:textId="77777777" w:rsidR="00BB1E14" w:rsidRPr="003C0201" w:rsidRDefault="00BB1E14" w:rsidP="00344378">
            <w:r w:rsidRPr="003C0201">
              <w:t>Occlusal film</w:t>
            </w:r>
          </w:p>
        </w:tc>
        <w:tc>
          <w:tcPr>
            <w:tcW w:w="3234" w:type="dxa"/>
            <w:noWrap/>
            <w:hideMark/>
          </w:tcPr>
          <w:p w14:paraId="32779058" w14:textId="77777777" w:rsidR="00BB1E14" w:rsidRPr="003C0201" w:rsidRDefault="00BB1E14" w:rsidP="00344378">
            <w:r w:rsidRPr="003C0201">
              <w:t>Pack</w:t>
            </w:r>
          </w:p>
        </w:tc>
        <w:tc>
          <w:tcPr>
            <w:tcW w:w="813" w:type="dxa"/>
            <w:noWrap/>
            <w:hideMark/>
          </w:tcPr>
          <w:p w14:paraId="2FE94EDF" w14:textId="77777777" w:rsidR="00BB1E14" w:rsidRPr="003C0201" w:rsidRDefault="00BB1E14" w:rsidP="00344378">
            <w:pPr>
              <w:jc w:val="left"/>
            </w:pPr>
            <w:r w:rsidRPr="003C0201">
              <w:t>2</w:t>
            </w:r>
          </w:p>
        </w:tc>
        <w:tc>
          <w:tcPr>
            <w:tcW w:w="830" w:type="dxa"/>
            <w:noWrap/>
            <w:hideMark/>
          </w:tcPr>
          <w:p w14:paraId="24837EC1" w14:textId="77777777" w:rsidR="00BB1E14" w:rsidRPr="003C0201" w:rsidRDefault="00BB1E14" w:rsidP="00344378">
            <w:pPr>
              <w:jc w:val="left"/>
            </w:pPr>
            <w:r w:rsidRPr="003C0201">
              <w:t> </w:t>
            </w:r>
          </w:p>
        </w:tc>
        <w:tc>
          <w:tcPr>
            <w:tcW w:w="902" w:type="dxa"/>
            <w:noWrap/>
            <w:hideMark/>
          </w:tcPr>
          <w:p w14:paraId="63A27F5D" w14:textId="77777777" w:rsidR="00BB1E14" w:rsidRPr="003C0201" w:rsidRDefault="00BB1E14" w:rsidP="00344378">
            <w:r w:rsidRPr="003C0201">
              <w:t> </w:t>
            </w:r>
          </w:p>
        </w:tc>
      </w:tr>
      <w:tr w:rsidR="00BB1E14" w:rsidRPr="003C0201" w14:paraId="01CD50DD" w14:textId="77777777" w:rsidTr="00344378">
        <w:trPr>
          <w:trHeight w:val="300"/>
        </w:trPr>
        <w:tc>
          <w:tcPr>
            <w:tcW w:w="10932" w:type="dxa"/>
            <w:noWrap/>
            <w:hideMark/>
          </w:tcPr>
          <w:p w14:paraId="629E15D2" w14:textId="77777777" w:rsidR="00BB1E14" w:rsidRPr="003C0201" w:rsidRDefault="00BB1E14" w:rsidP="00344378">
            <w:r w:rsidRPr="003C0201">
              <w:t>Pedo film</w:t>
            </w:r>
          </w:p>
        </w:tc>
        <w:tc>
          <w:tcPr>
            <w:tcW w:w="3234" w:type="dxa"/>
            <w:noWrap/>
            <w:hideMark/>
          </w:tcPr>
          <w:p w14:paraId="65B7F560" w14:textId="77777777" w:rsidR="00BB1E14" w:rsidRPr="003C0201" w:rsidRDefault="00BB1E14" w:rsidP="00344378">
            <w:r w:rsidRPr="003C0201">
              <w:t> </w:t>
            </w:r>
          </w:p>
        </w:tc>
        <w:tc>
          <w:tcPr>
            <w:tcW w:w="813" w:type="dxa"/>
            <w:noWrap/>
            <w:hideMark/>
          </w:tcPr>
          <w:p w14:paraId="5D4D46C7" w14:textId="77777777" w:rsidR="00BB1E14" w:rsidRPr="003C0201" w:rsidRDefault="00BB1E14" w:rsidP="00344378">
            <w:pPr>
              <w:jc w:val="left"/>
            </w:pPr>
            <w:r w:rsidRPr="003C0201">
              <w:t>2</w:t>
            </w:r>
          </w:p>
        </w:tc>
        <w:tc>
          <w:tcPr>
            <w:tcW w:w="830" w:type="dxa"/>
            <w:noWrap/>
            <w:hideMark/>
          </w:tcPr>
          <w:p w14:paraId="78A13780" w14:textId="77777777" w:rsidR="00BB1E14" w:rsidRPr="003C0201" w:rsidRDefault="00BB1E14" w:rsidP="00344378">
            <w:pPr>
              <w:jc w:val="left"/>
            </w:pPr>
            <w:r w:rsidRPr="003C0201">
              <w:t> </w:t>
            </w:r>
          </w:p>
        </w:tc>
        <w:tc>
          <w:tcPr>
            <w:tcW w:w="902" w:type="dxa"/>
            <w:noWrap/>
            <w:hideMark/>
          </w:tcPr>
          <w:p w14:paraId="5BDB2954" w14:textId="77777777" w:rsidR="00BB1E14" w:rsidRPr="003C0201" w:rsidRDefault="00BB1E14" w:rsidP="00344378">
            <w:r w:rsidRPr="003C0201">
              <w:t> </w:t>
            </w:r>
          </w:p>
        </w:tc>
      </w:tr>
      <w:tr w:rsidR="00BB1E14" w:rsidRPr="003C0201" w14:paraId="146EDD02" w14:textId="77777777" w:rsidTr="00344378">
        <w:trPr>
          <w:trHeight w:val="300"/>
        </w:trPr>
        <w:tc>
          <w:tcPr>
            <w:tcW w:w="10932" w:type="dxa"/>
            <w:noWrap/>
            <w:hideMark/>
          </w:tcPr>
          <w:p w14:paraId="3CA3DD7E" w14:textId="77777777" w:rsidR="00BB1E14" w:rsidRPr="003C0201" w:rsidRDefault="00BB1E14" w:rsidP="00344378">
            <w:r w:rsidRPr="003C0201">
              <w:t xml:space="preserve">x-ray developing machine </w:t>
            </w:r>
          </w:p>
        </w:tc>
        <w:tc>
          <w:tcPr>
            <w:tcW w:w="3234" w:type="dxa"/>
            <w:noWrap/>
            <w:hideMark/>
          </w:tcPr>
          <w:p w14:paraId="7574EEE2" w14:textId="77777777" w:rsidR="00BB1E14" w:rsidRPr="003C0201" w:rsidRDefault="00BB1E14" w:rsidP="00344378">
            <w:r w:rsidRPr="003C0201">
              <w:t> </w:t>
            </w:r>
          </w:p>
        </w:tc>
        <w:tc>
          <w:tcPr>
            <w:tcW w:w="813" w:type="dxa"/>
            <w:noWrap/>
            <w:hideMark/>
          </w:tcPr>
          <w:p w14:paraId="21FD4937" w14:textId="77777777" w:rsidR="00BB1E14" w:rsidRPr="003C0201" w:rsidRDefault="00BB1E14" w:rsidP="00344378">
            <w:pPr>
              <w:jc w:val="left"/>
            </w:pPr>
            <w:r w:rsidRPr="003C0201">
              <w:t>1</w:t>
            </w:r>
          </w:p>
        </w:tc>
        <w:tc>
          <w:tcPr>
            <w:tcW w:w="830" w:type="dxa"/>
            <w:noWrap/>
            <w:hideMark/>
          </w:tcPr>
          <w:p w14:paraId="0CEE993A" w14:textId="77777777" w:rsidR="00BB1E14" w:rsidRPr="003C0201" w:rsidRDefault="00BB1E14" w:rsidP="00344378">
            <w:pPr>
              <w:jc w:val="left"/>
            </w:pPr>
            <w:r w:rsidRPr="003C0201">
              <w:t> </w:t>
            </w:r>
          </w:p>
        </w:tc>
        <w:tc>
          <w:tcPr>
            <w:tcW w:w="902" w:type="dxa"/>
            <w:noWrap/>
            <w:hideMark/>
          </w:tcPr>
          <w:p w14:paraId="3878FC2B" w14:textId="77777777" w:rsidR="00BB1E14" w:rsidRPr="003C0201" w:rsidRDefault="00BB1E14" w:rsidP="00344378">
            <w:r w:rsidRPr="003C0201">
              <w:t> </w:t>
            </w:r>
          </w:p>
        </w:tc>
      </w:tr>
      <w:tr w:rsidR="00BB1E14" w:rsidRPr="003C0201" w14:paraId="494FCE67" w14:textId="77777777" w:rsidTr="00344378">
        <w:trPr>
          <w:trHeight w:val="300"/>
        </w:trPr>
        <w:tc>
          <w:tcPr>
            <w:tcW w:w="10932" w:type="dxa"/>
            <w:noWrap/>
            <w:hideMark/>
          </w:tcPr>
          <w:p w14:paraId="7C2151F7" w14:textId="77777777" w:rsidR="00BB1E14" w:rsidRPr="003C0201" w:rsidRDefault="00BB1E14" w:rsidP="00344378">
            <w:pPr>
              <w:rPr>
                <w:b/>
                <w:bCs/>
              </w:rPr>
            </w:pPr>
            <w:r w:rsidRPr="003C0201">
              <w:rPr>
                <w:b/>
                <w:bCs/>
              </w:rPr>
              <w:t>Sterilizing &amp; Autoclaving</w:t>
            </w:r>
          </w:p>
        </w:tc>
        <w:tc>
          <w:tcPr>
            <w:tcW w:w="3234" w:type="dxa"/>
            <w:noWrap/>
            <w:hideMark/>
          </w:tcPr>
          <w:p w14:paraId="2552726F" w14:textId="77777777" w:rsidR="00BB1E14" w:rsidRPr="003C0201" w:rsidRDefault="00BB1E14" w:rsidP="00344378">
            <w:pPr>
              <w:rPr>
                <w:b/>
                <w:bCs/>
              </w:rPr>
            </w:pPr>
            <w:r w:rsidRPr="003C0201">
              <w:rPr>
                <w:b/>
                <w:bCs/>
              </w:rPr>
              <w:t> </w:t>
            </w:r>
          </w:p>
        </w:tc>
        <w:tc>
          <w:tcPr>
            <w:tcW w:w="813" w:type="dxa"/>
            <w:noWrap/>
            <w:hideMark/>
          </w:tcPr>
          <w:p w14:paraId="66FCCFFB" w14:textId="77777777" w:rsidR="00BB1E14" w:rsidRPr="003C0201" w:rsidRDefault="00BB1E14" w:rsidP="00344378">
            <w:pPr>
              <w:jc w:val="left"/>
            </w:pPr>
            <w:r w:rsidRPr="003C0201">
              <w:t> </w:t>
            </w:r>
          </w:p>
        </w:tc>
        <w:tc>
          <w:tcPr>
            <w:tcW w:w="830" w:type="dxa"/>
            <w:noWrap/>
            <w:hideMark/>
          </w:tcPr>
          <w:p w14:paraId="0BC3D137" w14:textId="77777777" w:rsidR="00BB1E14" w:rsidRPr="003C0201" w:rsidRDefault="00BB1E14" w:rsidP="00344378">
            <w:pPr>
              <w:jc w:val="left"/>
            </w:pPr>
            <w:r w:rsidRPr="003C0201">
              <w:t> </w:t>
            </w:r>
          </w:p>
        </w:tc>
        <w:tc>
          <w:tcPr>
            <w:tcW w:w="902" w:type="dxa"/>
            <w:noWrap/>
            <w:hideMark/>
          </w:tcPr>
          <w:p w14:paraId="723DD636" w14:textId="77777777" w:rsidR="00BB1E14" w:rsidRPr="003C0201" w:rsidRDefault="00BB1E14" w:rsidP="00344378">
            <w:r w:rsidRPr="003C0201">
              <w:t> </w:t>
            </w:r>
          </w:p>
        </w:tc>
      </w:tr>
      <w:tr w:rsidR="00BB1E14" w:rsidRPr="003C0201" w14:paraId="076D3A77" w14:textId="77777777" w:rsidTr="00344378">
        <w:trPr>
          <w:trHeight w:val="300"/>
        </w:trPr>
        <w:tc>
          <w:tcPr>
            <w:tcW w:w="10932" w:type="dxa"/>
            <w:noWrap/>
            <w:hideMark/>
          </w:tcPr>
          <w:p w14:paraId="15AE17C4" w14:textId="77777777" w:rsidR="00BB1E14" w:rsidRPr="003C0201" w:rsidRDefault="00BB1E14" w:rsidP="00344378">
            <w:r w:rsidRPr="003C0201">
              <w:t>Surface Wipes (70% isopropyl alocohol impregnated wipe tubs)</w:t>
            </w:r>
          </w:p>
        </w:tc>
        <w:tc>
          <w:tcPr>
            <w:tcW w:w="3234" w:type="dxa"/>
            <w:noWrap/>
            <w:hideMark/>
          </w:tcPr>
          <w:p w14:paraId="52D28595" w14:textId="77777777" w:rsidR="00BB1E14" w:rsidRPr="003C0201" w:rsidRDefault="00BB1E14" w:rsidP="00344378">
            <w:r w:rsidRPr="003C0201">
              <w:t> </w:t>
            </w:r>
          </w:p>
        </w:tc>
        <w:tc>
          <w:tcPr>
            <w:tcW w:w="813" w:type="dxa"/>
            <w:noWrap/>
            <w:hideMark/>
          </w:tcPr>
          <w:p w14:paraId="715B74A0" w14:textId="77777777" w:rsidR="00BB1E14" w:rsidRPr="003C0201" w:rsidRDefault="00BB1E14" w:rsidP="00344378">
            <w:pPr>
              <w:jc w:val="left"/>
            </w:pPr>
            <w:r w:rsidRPr="003C0201">
              <w:t>150</w:t>
            </w:r>
          </w:p>
        </w:tc>
        <w:tc>
          <w:tcPr>
            <w:tcW w:w="830" w:type="dxa"/>
            <w:noWrap/>
            <w:hideMark/>
          </w:tcPr>
          <w:p w14:paraId="5C96139C" w14:textId="77777777" w:rsidR="00BB1E14" w:rsidRPr="003C0201" w:rsidRDefault="00BB1E14" w:rsidP="00344378">
            <w:pPr>
              <w:jc w:val="left"/>
            </w:pPr>
            <w:r w:rsidRPr="003C0201">
              <w:t> </w:t>
            </w:r>
          </w:p>
        </w:tc>
        <w:tc>
          <w:tcPr>
            <w:tcW w:w="902" w:type="dxa"/>
            <w:noWrap/>
            <w:hideMark/>
          </w:tcPr>
          <w:p w14:paraId="047B40AF" w14:textId="77777777" w:rsidR="00BB1E14" w:rsidRPr="003C0201" w:rsidRDefault="00BB1E14" w:rsidP="00344378">
            <w:r w:rsidRPr="003C0201">
              <w:t> </w:t>
            </w:r>
          </w:p>
        </w:tc>
      </w:tr>
      <w:tr w:rsidR="00BB1E14" w:rsidRPr="003C0201" w14:paraId="6D5A5A29" w14:textId="77777777" w:rsidTr="00344378">
        <w:trPr>
          <w:trHeight w:val="300"/>
        </w:trPr>
        <w:tc>
          <w:tcPr>
            <w:tcW w:w="10932" w:type="dxa"/>
            <w:noWrap/>
            <w:hideMark/>
          </w:tcPr>
          <w:p w14:paraId="0468A640" w14:textId="77777777" w:rsidR="00BB1E14" w:rsidRPr="003C0201" w:rsidRDefault="00BB1E14" w:rsidP="00344378">
            <w:pPr>
              <w:rPr>
                <w:b/>
                <w:bCs/>
                <w:i/>
                <w:iCs/>
              </w:rPr>
            </w:pPr>
            <w:r w:rsidRPr="003C0201">
              <w:rPr>
                <w:b/>
                <w:bCs/>
                <w:i/>
                <w:iCs/>
              </w:rPr>
              <w:t>Sterilisation Pouches</w:t>
            </w:r>
          </w:p>
        </w:tc>
        <w:tc>
          <w:tcPr>
            <w:tcW w:w="3234" w:type="dxa"/>
            <w:noWrap/>
            <w:hideMark/>
          </w:tcPr>
          <w:p w14:paraId="3DBE8F83" w14:textId="77777777" w:rsidR="00BB1E14" w:rsidRPr="003C0201" w:rsidRDefault="00BB1E14" w:rsidP="00344378">
            <w:pPr>
              <w:rPr>
                <w:i/>
                <w:iCs/>
              </w:rPr>
            </w:pPr>
            <w:r w:rsidRPr="003C0201">
              <w:rPr>
                <w:i/>
                <w:iCs/>
              </w:rPr>
              <w:t> </w:t>
            </w:r>
          </w:p>
        </w:tc>
        <w:tc>
          <w:tcPr>
            <w:tcW w:w="813" w:type="dxa"/>
            <w:noWrap/>
            <w:hideMark/>
          </w:tcPr>
          <w:p w14:paraId="52945926" w14:textId="77777777" w:rsidR="00BB1E14" w:rsidRPr="003C0201" w:rsidRDefault="00BB1E14" w:rsidP="00344378">
            <w:r w:rsidRPr="003C0201">
              <w:t> </w:t>
            </w:r>
          </w:p>
        </w:tc>
        <w:tc>
          <w:tcPr>
            <w:tcW w:w="830" w:type="dxa"/>
            <w:noWrap/>
            <w:hideMark/>
          </w:tcPr>
          <w:p w14:paraId="202CE85D" w14:textId="77777777" w:rsidR="00BB1E14" w:rsidRPr="003C0201" w:rsidRDefault="00BB1E14" w:rsidP="00344378">
            <w:r w:rsidRPr="003C0201">
              <w:t> </w:t>
            </w:r>
          </w:p>
        </w:tc>
        <w:tc>
          <w:tcPr>
            <w:tcW w:w="902" w:type="dxa"/>
            <w:noWrap/>
            <w:hideMark/>
          </w:tcPr>
          <w:p w14:paraId="75DAFE4A" w14:textId="77777777" w:rsidR="00BB1E14" w:rsidRPr="003C0201" w:rsidRDefault="00BB1E14" w:rsidP="00344378">
            <w:r w:rsidRPr="003C0201">
              <w:t> </w:t>
            </w:r>
          </w:p>
        </w:tc>
      </w:tr>
      <w:tr w:rsidR="00BB1E14" w:rsidRPr="003C0201" w14:paraId="4CBA64AB" w14:textId="77777777" w:rsidTr="00344378">
        <w:trPr>
          <w:trHeight w:val="300"/>
        </w:trPr>
        <w:tc>
          <w:tcPr>
            <w:tcW w:w="10932" w:type="dxa"/>
            <w:noWrap/>
            <w:hideMark/>
          </w:tcPr>
          <w:p w14:paraId="3E41CBB5" w14:textId="77777777" w:rsidR="00BB1E14" w:rsidRPr="003C0201" w:rsidRDefault="00BB1E14" w:rsidP="00344378">
            <w:r w:rsidRPr="003C0201">
              <w:t>90x230mm (200/box)</w:t>
            </w:r>
          </w:p>
        </w:tc>
        <w:tc>
          <w:tcPr>
            <w:tcW w:w="3234" w:type="dxa"/>
            <w:noWrap/>
            <w:hideMark/>
          </w:tcPr>
          <w:p w14:paraId="7D30BF7C" w14:textId="77777777" w:rsidR="00BB1E14" w:rsidRPr="003C0201" w:rsidRDefault="00BB1E14" w:rsidP="00344378">
            <w:r w:rsidRPr="003C0201">
              <w:t>box</w:t>
            </w:r>
          </w:p>
        </w:tc>
        <w:tc>
          <w:tcPr>
            <w:tcW w:w="813" w:type="dxa"/>
            <w:noWrap/>
            <w:hideMark/>
          </w:tcPr>
          <w:p w14:paraId="522EE4FE" w14:textId="77777777" w:rsidR="00BB1E14" w:rsidRPr="003C0201" w:rsidRDefault="00BB1E14" w:rsidP="00344378">
            <w:pPr>
              <w:jc w:val="left"/>
            </w:pPr>
            <w:r w:rsidRPr="003C0201">
              <w:t>40</w:t>
            </w:r>
          </w:p>
        </w:tc>
        <w:tc>
          <w:tcPr>
            <w:tcW w:w="830" w:type="dxa"/>
            <w:noWrap/>
            <w:hideMark/>
          </w:tcPr>
          <w:p w14:paraId="6C13C24E" w14:textId="77777777" w:rsidR="00BB1E14" w:rsidRPr="003C0201" w:rsidRDefault="00BB1E14" w:rsidP="00344378">
            <w:pPr>
              <w:jc w:val="left"/>
            </w:pPr>
            <w:r w:rsidRPr="003C0201">
              <w:t> </w:t>
            </w:r>
          </w:p>
        </w:tc>
        <w:tc>
          <w:tcPr>
            <w:tcW w:w="902" w:type="dxa"/>
            <w:noWrap/>
            <w:hideMark/>
          </w:tcPr>
          <w:p w14:paraId="4D1228F7" w14:textId="77777777" w:rsidR="00BB1E14" w:rsidRPr="003C0201" w:rsidRDefault="00BB1E14" w:rsidP="00344378">
            <w:r w:rsidRPr="003C0201">
              <w:t> </w:t>
            </w:r>
          </w:p>
        </w:tc>
      </w:tr>
      <w:tr w:rsidR="00BB1E14" w:rsidRPr="003C0201" w14:paraId="746E91A6" w14:textId="77777777" w:rsidTr="00344378">
        <w:trPr>
          <w:trHeight w:val="300"/>
        </w:trPr>
        <w:tc>
          <w:tcPr>
            <w:tcW w:w="10932" w:type="dxa"/>
            <w:noWrap/>
            <w:hideMark/>
          </w:tcPr>
          <w:p w14:paraId="25B4E544" w14:textId="77777777" w:rsidR="00BB1E14" w:rsidRPr="003C0201" w:rsidRDefault="00BB1E14" w:rsidP="00344378">
            <w:r w:rsidRPr="003C0201">
              <w:t>190x330mm (200/box)</w:t>
            </w:r>
          </w:p>
        </w:tc>
        <w:tc>
          <w:tcPr>
            <w:tcW w:w="3234" w:type="dxa"/>
            <w:noWrap/>
            <w:hideMark/>
          </w:tcPr>
          <w:p w14:paraId="27CC1FD2" w14:textId="77777777" w:rsidR="00BB1E14" w:rsidRPr="003C0201" w:rsidRDefault="00BB1E14" w:rsidP="00344378">
            <w:r w:rsidRPr="003C0201">
              <w:t>box</w:t>
            </w:r>
          </w:p>
        </w:tc>
        <w:tc>
          <w:tcPr>
            <w:tcW w:w="813" w:type="dxa"/>
            <w:noWrap/>
            <w:hideMark/>
          </w:tcPr>
          <w:p w14:paraId="5CED8504" w14:textId="77777777" w:rsidR="00BB1E14" w:rsidRPr="003C0201" w:rsidRDefault="00BB1E14" w:rsidP="00344378">
            <w:pPr>
              <w:jc w:val="left"/>
            </w:pPr>
            <w:r w:rsidRPr="003C0201">
              <w:t>40</w:t>
            </w:r>
          </w:p>
        </w:tc>
        <w:tc>
          <w:tcPr>
            <w:tcW w:w="830" w:type="dxa"/>
            <w:noWrap/>
            <w:hideMark/>
          </w:tcPr>
          <w:p w14:paraId="1F14E078" w14:textId="77777777" w:rsidR="00BB1E14" w:rsidRPr="003C0201" w:rsidRDefault="00BB1E14" w:rsidP="00344378">
            <w:pPr>
              <w:jc w:val="left"/>
            </w:pPr>
            <w:r w:rsidRPr="003C0201">
              <w:t> </w:t>
            </w:r>
          </w:p>
        </w:tc>
        <w:tc>
          <w:tcPr>
            <w:tcW w:w="902" w:type="dxa"/>
            <w:noWrap/>
            <w:hideMark/>
          </w:tcPr>
          <w:p w14:paraId="7EF4124A" w14:textId="77777777" w:rsidR="00BB1E14" w:rsidRPr="003C0201" w:rsidRDefault="00BB1E14" w:rsidP="00344378">
            <w:r w:rsidRPr="003C0201">
              <w:t> </w:t>
            </w:r>
          </w:p>
        </w:tc>
      </w:tr>
      <w:tr w:rsidR="00BB1E14" w:rsidRPr="003C0201" w14:paraId="6A451DD9" w14:textId="77777777" w:rsidTr="00344378">
        <w:trPr>
          <w:trHeight w:val="300"/>
        </w:trPr>
        <w:tc>
          <w:tcPr>
            <w:tcW w:w="10932" w:type="dxa"/>
            <w:noWrap/>
            <w:hideMark/>
          </w:tcPr>
          <w:p w14:paraId="50D67561" w14:textId="77777777" w:rsidR="00BB1E14" w:rsidRPr="003C0201" w:rsidRDefault="00BB1E14" w:rsidP="00344378">
            <w:r w:rsidRPr="003C0201">
              <w:t>Indicator tape</w:t>
            </w:r>
          </w:p>
        </w:tc>
        <w:tc>
          <w:tcPr>
            <w:tcW w:w="3234" w:type="dxa"/>
            <w:noWrap/>
            <w:hideMark/>
          </w:tcPr>
          <w:p w14:paraId="4E61EF9E" w14:textId="77777777" w:rsidR="00BB1E14" w:rsidRPr="003C0201" w:rsidRDefault="00BB1E14" w:rsidP="00344378">
            <w:r w:rsidRPr="003C0201">
              <w:t xml:space="preserve"> 19mmx55m roll</w:t>
            </w:r>
          </w:p>
        </w:tc>
        <w:tc>
          <w:tcPr>
            <w:tcW w:w="813" w:type="dxa"/>
            <w:noWrap/>
            <w:hideMark/>
          </w:tcPr>
          <w:p w14:paraId="1E325106" w14:textId="77777777" w:rsidR="00BB1E14" w:rsidRPr="003C0201" w:rsidRDefault="00BB1E14" w:rsidP="00344378">
            <w:pPr>
              <w:jc w:val="left"/>
            </w:pPr>
            <w:r w:rsidRPr="003C0201">
              <w:t>10</w:t>
            </w:r>
          </w:p>
        </w:tc>
        <w:tc>
          <w:tcPr>
            <w:tcW w:w="830" w:type="dxa"/>
            <w:noWrap/>
            <w:hideMark/>
          </w:tcPr>
          <w:p w14:paraId="0B5B17BE" w14:textId="77777777" w:rsidR="00BB1E14" w:rsidRPr="003C0201" w:rsidRDefault="00BB1E14" w:rsidP="00344378">
            <w:pPr>
              <w:jc w:val="left"/>
            </w:pPr>
            <w:r w:rsidRPr="003C0201">
              <w:t> </w:t>
            </w:r>
          </w:p>
        </w:tc>
        <w:tc>
          <w:tcPr>
            <w:tcW w:w="902" w:type="dxa"/>
            <w:noWrap/>
            <w:hideMark/>
          </w:tcPr>
          <w:p w14:paraId="40AA8F38" w14:textId="77777777" w:rsidR="00BB1E14" w:rsidRPr="003C0201" w:rsidRDefault="00BB1E14" w:rsidP="00344378">
            <w:r w:rsidRPr="003C0201">
              <w:t> </w:t>
            </w:r>
          </w:p>
        </w:tc>
      </w:tr>
      <w:tr w:rsidR="00BB1E14" w:rsidRPr="003C0201" w14:paraId="3E58AE30" w14:textId="77777777" w:rsidTr="00344378">
        <w:trPr>
          <w:trHeight w:val="300"/>
        </w:trPr>
        <w:tc>
          <w:tcPr>
            <w:tcW w:w="10932" w:type="dxa"/>
            <w:noWrap/>
            <w:hideMark/>
          </w:tcPr>
          <w:p w14:paraId="78970B1C" w14:textId="77777777" w:rsidR="00BB1E14" w:rsidRPr="003C0201" w:rsidRDefault="00BB1E14" w:rsidP="00344378">
            <w:pPr>
              <w:rPr>
                <w:b/>
                <w:bCs/>
              </w:rPr>
            </w:pPr>
            <w:r w:rsidRPr="003C0201">
              <w:rPr>
                <w:b/>
                <w:bCs/>
              </w:rPr>
              <w:t>Surgery EXODONTIA</w:t>
            </w:r>
          </w:p>
        </w:tc>
        <w:tc>
          <w:tcPr>
            <w:tcW w:w="3234" w:type="dxa"/>
            <w:noWrap/>
            <w:hideMark/>
          </w:tcPr>
          <w:p w14:paraId="559225FC" w14:textId="77777777" w:rsidR="00BB1E14" w:rsidRPr="003C0201" w:rsidRDefault="00BB1E14" w:rsidP="00344378">
            <w:r w:rsidRPr="003C0201">
              <w:t> </w:t>
            </w:r>
          </w:p>
        </w:tc>
        <w:tc>
          <w:tcPr>
            <w:tcW w:w="813" w:type="dxa"/>
            <w:noWrap/>
            <w:hideMark/>
          </w:tcPr>
          <w:p w14:paraId="62C81547" w14:textId="77777777" w:rsidR="00BB1E14" w:rsidRPr="003C0201" w:rsidRDefault="00BB1E14" w:rsidP="00344378">
            <w:pPr>
              <w:jc w:val="left"/>
            </w:pPr>
            <w:r w:rsidRPr="003C0201">
              <w:t> </w:t>
            </w:r>
          </w:p>
        </w:tc>
        <w:tc>
          <w:tcPr>
            <w:tcW w:w="830" w:type="dxa"/>
            <w:noWrap/>
            <w:hideMark/>
          </w:tcPr>
          <w:p w14:paraId="30E531BD" w14:textId="77777777" w:rsidR="00BB1E14" w:rsidRPr="003C0201" w:rsidRDefault="00BB1E14" w:rsidP="00344378">
            <w:pPr>
              <w:jc w:val="left"/>
            </w:pPr>
            <w:r w:rsidRPr="003C0201">
              <w:t> </w:t>
            </w:r>
          </w:p>
        </w:tc>
        <w:tc>
          <w:tcPr>
            <w:tcW w:w="902" w:type="dxa"/>
            <w:noWrap/>
            <w:hideMark/>
          </w:tcPr>
          <w:p w14:paraId="63B1FD8B" w14:textId="77777777" w:rsidR="00BB1E14" w:rsidRPr="003C0201" w:rsidRDefault="00BB1E14" w:rsidP="00344378">
            <w:r w:rsidRPr="003C0201">
              <w:t> </w:t>
            </w:r>
          </w:p>
        </w:tc>
      </w:tr>
      <w:tr w:rsidR="00BB1E14" w:rsidRPr="003C0201" w14:paraId="0F74FEE7" w14:textId="77777777" w:rsidTr="00344378">
        <w:trPr>
          <w:trHeight w:val="300"/>
        </w:trPr>
        <w:tc>
          <w:tcPr>
            <w:tcW w:w="10932" w:type="dxa"/>
            <w:noWrap/>
            <w:hideMark/>
          </w:tcPr>
          <w:p w14:paraId="6B1F4878" w14:textId="77777777" w:rsidR="00BB1E14" w:rsidRPr="003C0201" w:rsidRDefault="00BB1E14" w:rsidP="00344378">
            <w:r w:rsidRPr="003C0201">
              <w:lastRenderedPageBreak/>
              <w:t>Terumo Dental neddles 27G X 1 7/8 (0.40 X 22mm) short/HOGEN SPITZE (short 30g (0.3x21mm  4x1 carton (20x100</w:t>
            </w:r>
          </w:p>
        </w:tc>
        <w:tc>
          <w:tcPr>
            <w:tcW w:w="3234" w:type="dxa"/>
            <w:noWrap/>
            <w:hideMark/>
          </w:tcPr>
          <w:p w14:paraId="2A2C060D" w14:textId="77777777" w:rsidR="00BB1E14" w:rsidRPr="003C0201" w:rsidRDefault="00BB1E14" w:rsidP="00344378">
            <w:r w:rsidRPr="003C0201">
              <w:t>2000/box</w:t>
            </w:r>
          </w:p>
        </w:tc>
        <w:tc>
          <w:tcPr>
            <w:tcW w:w="813" w:type="dxa"/>
            <w:noWrap/>
            <w:hideMark/>
          </w:tcPr>
          <w:p w14:paraId="75F0EE45" w14:textId="77777777" w:rsidR="00BB1E14" w:rsidRPr="003C0201" w:rsidRDefault="00BB1E14" w:rsidP="00344378">
            <w:pPr>
              <w:jc w:val="left"/>
            </w:pPr>
            <w:r w:rsidRPr="003C0201">
              <w:t>2</w:t>
            </w:r>
          </w:p>
        </w:tc>
        <w:tc>
          <w:tcPr>
            <w:tcW w:w="830" w:type="dxa"/>
            <w:noWrap/>
            <w:hideMark/>
          </w:tcPr>
          <w:p w14:paraId="36F1CD32" w14:textId="77777777" w:rsidR="00BB1E14" w:rsidRPr="003C0201" w:rsidRDefault="00BB1E14" w:rsidP="00344378">
            <w:pPr>
              <w:jc w:val="left"/>
            </w:pPr>
            <w:r w:rsidRPr="003C0201">
              <w:t> </w:t>
            </w:r>
          </w:p>
        </w:tc>
        <w:tc>
          <w:tcPr>
            <w:tcW w:w="902" w:type="dxa"/>
            <w:noWrap/>
            <w:hideMark/>
          </w:tcPr>
          <w:p w14:paraId="7559C204" w14:textId="77777777" w:rsidR="00BB1E14" w:rsidRPr="003C0201" w:rsidRDefault="00BB1E14" w:rsidP="00344378">
            <w:r w:rsidRPr="003C0201">
              <w:t> </w:t>
            </w:r>
          </w:p>
        </w:tc>
      </w:tr>
      <w:tr w:rsidR="00BB1E14" w:rsidRPr="003C0201" w14:paraId="47DB0EAE" w14:textId="77777777" w:rsidTr="00344378">
        <w:trPr>
          <w:trHeight w:val="300"/>
        </w:trPr>
        <w:tc>
          <w:tcPr>
            <w:tcW w:w="10932" w:type="dxa"/>
            <w:noWrap/>
            <w:hideMark/>
          </w:tcPr>
          <w:p w14:paraId="1663A9AE" w14:textId="77777777" w:rsidR="00BB1E14" w:rsidRPr="003C0201" w:rsidRDefault="00BB1E14" w:rsidP="00344378">
            <w:r w:rsidRPr="003C0201">
              <w:t>Terumo Dental neddles 27G X 1 3/8 (0.34 X 35mm) long/HOGEN SPITZE xx long  27g 0.4x40mm  4x1 carton (20x100(x2000</w:t>
            </w:r>
          </w:p>
        </w:tc>
        <w:tc>
          <w:tcPr>
            <w:tcW w:w="3234" w:type="dxa"/>
            <w:noWrap/>
            <w:hideMark/>
          </w:tcPr>
          <w:p w14:paraId="08712FD0" w14:textId="77777777" w:rsidR="00BB1E14" w:rsidRPr="003C0201" w:rsidRDefault="00BB1E14" w:rsidP="00344378">
            <w:r w:rsidRPr="003C0201">
              <w:t>2000/box</w:t>
            </w:r>
          </w:p>
        </w:tc>
        <w:tc>
          <w:tcPr>
            <w:tcW w:w="813" w:type="dxa"/>
            <w:noWrap/>
            <w:hideMark/>
          </w:tcPr>
          <w:p w14:paraId="7943E97E" w14:textId="77777777" w:rsidR="00BB1E14" w:rsidRPr="003C0201" w:rsidRDefault="00BB1E14" w:rsidP="00344378">
            <w:pPr>
              <w:jc w:val="left"/>
            </w:pPr>
            <w:r w:rsidRPr="003C0201">
              <w:t>3</w:t>
            </w:r>
          </w:p>
        </w:tc>
        <w:tc>
          <w:tcPr>
            <w:tcW w:w="830" w:type="dxa"/>
            <w:noWrap/>
            <w:hideMark/>
          </w:tcPr>
          <w:p w14:paraId="3D618A0C" w14:textId="77777777" w:rsidR="00BB1E14" w:rsidRPr="003C0201" w:rsidRDefault="00BB1E14" w:rsidP="00344378">
            <w:pPr>
              <w:jc w:val="left"/>
            </w:pPr>
            <w:r w:rsidRPr="003C0201">
              <w:t> </w:t>
            </w:r>
          </w:p>
        </w:tc>
        <w:tc>
          <w:tcPr>
            <w:tcW w:w="902" w:type="dxa"/>
            <w:noWrap/>
            <w:hideMark/>
          </w:tcPr>
          <w:p w14:paraId="61F9D130" w14:textId="77777777" w:rsidR="00BB1E14" w:rsidRPr="003C0201" w:rsidRDefault="00BB1E14" w:rsidP="00344378">
            <w:r w:rsidRPr="003C0201">
              <w:t> </w:t>
            </w:r>
          </w:p>
        </w:tc>
      </w:tr>
      <w:tr w:rsidR="00BB1E14" w:rsidRPr="003C0201" w14:paraId="6C0E656F" w14:textId="77777777" w:rsidTr="00344378">
        <w:trPr>
          <w:trHeight w:val="300"/>
        </w:trPr>
        <w:tc>
          <w:tcPr>
            <w:tcW w:w="10932" w:type="dxa"/>
            <w:noWrap/>
            <w:hideMark/>
          </w:tcPr>
          <w:p w14:paraId="39CF06CC" w14:textId="77777777" w:rsidR="00BB1E14" w:rsidRPr="003C0201" w:rsidRDefault="00BB1E14" w:rsidP="00344378">
            <w:r w:rsidRPr="003C0201">
              <w:t xml:space="preserve">Ligncaine gel topical </w:t>
            </w:r>
          </w:p>
        </w:tc>
        <w:tc>
          <w:tcPr>
            <w:tcW w:w="3234" w:type="dxa"/>
            <w:noWrap/>
            <w:hideMark/>
          </w:tcPr>
          <w:p w14:paraId="564494ED" w14:textId="77777777" w:rsidR="00BB1E14" w:rsidRPr="003C0201" w:rsidRDefault="00BB1E14" w:rsidP="00344378">
            <w:r w:rsidRPr="003C0201">
              <w:t> </w:t>
            </w:r>
          </w:p>
        </w:tc>
        <w:tc>
          <w:tcPr>
            <w:tcW w:w="813" w:type="dxa"/>
            <w:noWrap/>
            <w:hideMark/>
          </w:tcPr>
          <w:p w14:paraId="2012399E" w14:textId="77777777" w:rsidR="00BB1E14" w:rsidRPr="003C0201" w:rsidRDefault="00BB1E14" w:rsidP="00344378">
            <w:pPr>
              <w:jc w:val="left"/>
            </w:pPr>
            <w:r w:rsidRPr="003C0201">
              <w:t>10</w:t>
            </w:r>
          </w:p>
        </w:tc>
        <w:tc>
          <w:tcPr>
            <w:tcW w:w="830" w:type="dxa"/>
            <w:noWrap/>
            <w:hideMark/>
          </w:tcPr>
          <w:p w14:paraId="76391CFD" w14:textId="77777777" w:rsidR="00BB1E14" w:rsidRPr="003C0201" w:rsidRDefault="00BB1E14" w:rsidP="00344378">
            <w:pPr>
              <w:jc w:val="left"/>
            </w:pPr>
            <w:r w:rsidRPr="003C0201">
              <w:t> </w:t>
            </w:r>
          </w:p>
        </w:tc>
        <w:tc>
          <w:tcPr>
            <w:tcW w:w="902" w:type="dxa"/>
            <w:noWrap/>
            <w:hideMark/>
          </w:tcPr>
          <w:p w14:paraId="081A17C4" w14:textId="77777777" w:rsidR="00BB1E14" w:rsidRPr="003C0201" w:rsidRDefault="00BB1E14" w:rsidP="00344378">
            <w:r w:rsidRPr="003C0201">
              <w:t> </w:t>
            </w:r>
          </w:p>
        </w:tc>
      </w:tr>
      <w:tr w:rsidR="00BB1E14" w:rsidRPr="003C0201" w14:paraId="3620DD73" w14:textId="77777777" w:rsidTr="00344378">
        <w:trPr>
          <w:trHeight w:val="300"/>
        </w:trPr>
        <w:tc>
          <w:tcPr>
            <w:tcW w:w="10932" w:type="dxa"/>
            <w:noWrap/>
            <w:hideMark/>
          </w:tcPr>
          <w:p w14:paraId="7F564C1B" w14:textId="77777777" w:rsidR="00BB1E14" w:rsidRPr="003C0201" w:rsidRDefault="00BB1E14" w:rsidP="00344378">
            <w:r w:rsidRPr="003C0201">
              <w:t xml:space="preserve">Oral Lignocaine gels 2% </w:t>
            </w:r>
          </w:p>
        </w:tc>
        <w:tc>
          <w:tcPr>
            <w:tcW w:w="3234" w:type="dxa"/>
            <w:noWrap/>
            <w:hideMark/>
          </w:tcPr>
          <w:p w14:paraId="2CB2A085" w14:textId="77777777" w:rsidR="00BB1E14" w:rsidRPr="003C0201" w:rsidRDefault="00BB1E14" w:rsidP="00344378">
            <w:r w:rsidRPr="003C0201">
              <w:t>22mg tube</w:t>
            </w:r>
          </w:p>
        </w:tc>
        <w:tc>
          <w:tcPr>
            <w:tcW w:w="813" w:type="dxa"/>
            <w:noWrap/>
            <w:hideMark/>
          </w:tcPr>
          <w:p w14:paraId="5BC4D9C5" w14:textId="77777777" w:rsidR="00BB1E14" w:rsidRPr="003C0201" w:rsidRDefault="00BB1E14" w:rsidP="00344378">
            <w:pPr>
              <w:jc w:val="left"/>
            </w:pPr>
            <w:r w:rsidRPr="003C0201">
              <w:t>10</w:t>
            </w:r>
          </w:p>
        </w:tc>
        <w:tc>
          <w:tcPr>
            <w:tcW w:w="830" w:type="dxa"/>
            <w:noWrap/>
            <w:hideMark/>
          </w:tcPr>
          <w:p w14:paraId="29E33109" w14:textId="77777777" w:rsidR="00BB1E14" w:rsidRPr="003C0201" w:rsidRDefault="00BB1E14" w:rsidP="00344378">
            <w:pPr>
              <w:jc w:val="left"/>
            </w:pPr>
            <w:r w:rsidRPr="003C0201">
              <w:t> </w:t>
            </w:r>
          </w:p>
        </w:tc>
        <w:tc>
          <w:tcPr>
            <w:tcW w:w="902" w:type="dxa"/>
            <w:noWrap/>
            <w:hideMark/>
          </w:tcPr>
          <w:p w14:paraId="0BDCF147" w14:textId="77777777" w:rsidR="00BB1E14" w:rsidRPr="003C0201" w:rsidRDefault="00BB1E14" w:rsidP="00344378">
            <w:r w:rsidRPr="003C0201">
              <w:t> </w:t>
            </w:r>
          </w:p>
        </w:tc>
      </w:tr>
      <w:tr w:rsidR="00BB1E14" w:rsidRPr="003C0201" w14:paraId="01FA14EF" w14:textId="77777777" w:rsidTr="00344378">
        <w:trPr>
          <w:trHeight w:val="300"/>
        </w:trPr>
        <w:tc>
          <w:tcPr>
            <w:tcW w:w="10932" w:type="dxa"/>
            <w:noWrap/>
            <w:hideMark/>
          </w:tcPr>
          <w:p w14:paraId="25DC6882" w14:textId="77777777" w:rsidR="00BB1E14" w:rsidRPr="003C0201" w:rsidRDefault="00BB1E14" w:rsidP="00344378">
            <w:r w:rsidRPr="003C0201">
              <w:t>Ethyl Chloride Spray</w:t>
            </w:r>
          </w:p>
        </w:tc>
        <w:tc>
          <w:tcPr>
            <w:tcW w:w="3234" w:type="dxa"/>
            <w:noWrap/>
            <w:hideMark/>
          </w:tcPr>
          <w:p w14:paraId="13A21401" w14:textId="77777777" w:rsidR="00BB1E14" w:rsidRPr="003C0201" w:rsidRDefault="00BB1E14" w:rsidP="00344378">
            <w:r w:rsidRPr="003C0201">
              <w:t>can</w:t>
            </w:r>
          </w:p>
        </w:tc>
        <w:tc>
          <w:tcPr>
            <w:tcW w:w="813" w:type="dxa"/>
            <w:noWrap/>
            <w:hideMark/>
          </w:tcPr>
          <w:p w14:paraId="4BE6167F" w14:textId="77777777" w:rsidR="00BB1E14" w:rsidRPr="003C0201" w:rsidRDefault="00BB1E14" w:rsidP="00344378">
            <w:pPr>
              <w:jc w:val="left"/>
            </w:pPr>
            <w:r w:rsidRPr="003C0201">
              <w:t>5</w:t>
            </w:r>
          </w:p>
        </w:tc>
        <w:tc>
          <w:tcPr>
            <w:tcW w:w="830" w:type="dxa"/>
            <w:noWrap/>
            <w:hideMark/>
          </w:tcPr>
          <w:p w14:paraId="54F9DF73" w14:textId="77777777" w:rsidR="00BB1E14" w:rsidRPr="003C0201" w:rsidRDefault="00BB1E14" w:rsidP="00344378">
            <w:pPr>
              <w:jc w:val="left"/>
            </w:pPr>
            <w:r w:rsidRPr="003C0201">
              <w:t> </w:t>
            </w:r>
          </w:p>
        </w:tc>
        <w:tc>
          <w:tcPr>
            <w:tcW w:w="902" w:type="dxa"/>
            <w:noWrap/>
            <w:hideMark/>
          </w:tcPr>
          <w:p w14:paraId="10FE2C67" w14:textId="77777777" w:rsidR="00BB1E14" w:rsidRPr="003C0201" w:rsidRDefault="00BB1E14" w:rsidP="00344378">
            <w:r w:rsidRPr="003C0201">
              <w:t> </w:t>
            </w:r>
          </w:p>
        </w:tc>
      </w:tr>
      <w:tr w:rsidR="00BB1E14" w:rsidRPr="003C0201" w14:paraId="255BC685" w14:textId="77777777" w:rsidTr="00344378">
        <w:trPr>
          <w:trHeight w:val="300"/>
        </w:trPr>
        <w:tc>
          <w:tcPr>
            <w:tcW w:w="10932" w:type="dxa"/>
            <w:noWrap/>
            <w:hideMark/>
          </w:tcPr>
          <w:p w14:paraId="7201BA10" w14:textId="77777777" w:rsidR="00BB1E14" w:rsidRPr="003C0201" w:rsidRDefault="00BB1E14" w:rsidP="00344378">
            <w:r w:rsidRPr="003C0201">
              <w:t>Dequaspon ( haemostatic sponges )</w:t>
            </w:r>
          </w:p>
        </w:tc>
        <w:tc>
          <w:tcPr>
            <w:tcW w:w="3234" w:type="dxa"/>
            <w:noWrap/>
            <w:hideMark/>
          </w:tcPr>
          <w:p w14:paraId="474BDC38" w14:textId="77777777" w:rsidR="00BB1E14" w:rsidRPr="003C0201" w:rsidRDefault="00BB1E14" w:rsidP="00344378">
            <w:r w:rsidRPr="003C0201">
              <w:t>20/pack</w:t>
            </w:r>
          </w:p>
        </w:tc>
        <w:tc>
          <w:tcPr>
            <w:tcW w:w="813" w:type="dxa"/>
            <w:noWrap/>
            <w:hideMark/>
          </w:tcPr>
          <w:p w14:paraId="444C2A2F" w14:textId="77777777" w:rsidR="00BB1E14" w:rsidRPr="003C0201" w:rsidRDefault="00BB1E14" w:rsidP="00344378">
            <w:pPr>
              <w:jc w:val="left"/>
            </w:pPr>
            <w:r w:rsidRPr="003C0201">
              <w:t>3</w:t>
            </w:r>
          </w:p>
        </w:tc>
        <w:tc>
          <w:tcPr>
            <w:tcW w:w="830" w:type="dxa"/>
            <w:noWrap/>
            <w:hideMark/>
          </w:tcPr>
          <w:p w14:paraId="38FB1EBF" w14:textId="77777777" w:rsidR="00BB1E14" w:rsidRPr="003C0201" w:rsidRDefault="00BB1E14" w:rsidP="00344378">
            <w:pPr>
              <w:jc w:val="left"/>
            </w:pPr>
            <w:r w:rsidRPr="003C0201">
              <w:t> </w:t>
            </w:r>
          </w:p>
        </w:tc>
        <w:tc>
          <w:tcPr>
            <w:tcW w:w="902" w:type="dxa"/>
            <w:noWrap/>
            <w:hideMark/>
          </w:tcPr>
          <w:p w14:paraId="14D75EC7" w14:textId="77777777" w:rsidR="00BB1E14" w:rsidRPr="003C0201" w:rsidRDefault="00BB1E14" w:rsidP="00344378">
            <w:r w:rsidRPr="003C0201">
              <w:t> </w:t>
            </w:r>
          </w:p>
        </w:tc>
      </w:tr>
      <w:tr w:rsidR="00BB1E14" w:rsidRPr="003C0201" w14:paraId="2A9FD5A0" w14:textId="77777777" w:rsidTr="00344378">
        <w:trPr>
          <w:trHeight w:val="300"/>
        </w:trPr>
        <w:tc>
          <w:tcPr>
            <w:tcW w:w="10932" w:type="dxa"/>
            <w:noWrap/>
            <w:hideMark/>
          </w:tcPr>
          <w:p w14:paraId="4CDBA812" w14:textId="77777777" w:rsidR="00BB1E14" w:rsidRPr="003C0201" w:rsidRDefault="00BB1E14" w:rsidP="00344378">
            <w:r w:rsidRPr="003C0201">
              <w:t xml:space="preserve">alvogyl </w:t>
            </w:r>
          </w:p>
        </w:tc>
        <w:tc>
          <w:tcPr>
            <w:tcW w:w="3234" w:type="dxa"/>
            <w:noWrap/>
            <w:hideMark/>
          </w:tcPr>
          <w:p w14:paraId="21CB8685" w14:textId="77777777" w:rsidR="00BB1E14" w:rsidRPr="003C0201" w:rsidRDefault="00BB1E14" w:rsidP="00344378">
            <w:r w:rsidRPr="003C0201">
              <w:t> </w:t>
            </w:r>
          </w:p>
        </w:tc>
        <w:tc>
          <w:tcPr>
            <w:tcW w:w="813" w:type="dxa"/>
            <w:noWrap/>
            <w:hideMark/>
          </w:tcPr>
          <w:p w14:paraId="17F456D7" w14:textId="77777777" w:rsidR="00BB1E14" w:rsidRPr="003C0201" w:rsidRDefault="00BB1E14" w:rsidP="00344378">
            <w:pPr>
              <w:jc w:val="left"/>
            </w:pPr>
            <w:r w:rsidRPr="003C0201">
              <w:t>3</w:t>
            </w:r>
          </w:p>
        </w:tc>
        <w:tc>
          <w:tcPr>
            <w:tcW w:w="830" w:type="dxa"/>
            <w:noWrap/>
            <w:hideMark/>
          </w:tcPr>
          <w:p w14:paraId="13B42444" w14:textId="77777777" w:rsidR="00BB1E14" w:rsidRPr="003C0201" w:rsidRDefault="00BB1E14" w:rsidP="00344378">
            <w:pPr>
              <w:jc w:val="left"/>
            </w:pPr>
            <w:r w:rsidRPr="003C0201">
              <w:t> </w:t>
            </w:r>
          </w:p>
        </w:tc>
        <w:tc>
          <w:tcPr>
            <w:tcW w:w="902" w:type="dxa"/>
            <w:noWrap/>
            <w:hideMark/>
          </w:tcPr>
          <w:p w14:paraId="00DFF3FD" w14:textId="77777777" w:rsidR="00BB1E14" w:rsidRPr="003C0201" w:rsidRDefault="00BB1E14" w:rsidP="00344378">
            <w:r w:rsidRPr="003C0201">
              <w:t> </w:t>
            </w:r>
          </w:p>
        </w:tc>
      </w:tr>
      <w:tr w:rsidR="00BB1E14" w:rsidRPr="003C0201" w14:paraId="4B45C265" w14:textId="77777777" w:rsidTr="00344378">
        <w:trPr>
          <w:trHeight w:val="300"/>
        </w:trPr>
        <w:tc>
          <w:tcPr>
            <w:tcW w:w="10932" w:type="dxa"/>
            <w:noWrap/>
            <w:hideMark/>
          </w:tcPr>
          <w:p w14:paraId="50D3351D" w14:textId="77777777" w:rsidR="00BB1E14" w:rsidRPr="003C0201" w:rsidRDefault="00BB1E14" w:rsidP="00344378">
            <w:r w:rsidRPr="003C0201">
              <w:t xml:space="preserve">cartridge syringes </w:t>
            </w:r>
          </w:p>
        </w:tc>
        <w:tc>
          <w:tcPr>
            <w:tcW w:w="3234" w:type="dxa"/>
            <w:noWrap/>
            <w:hideMark/>
          </w:tcPr>
          <w:p w14:paraId="51A984A5" w14:textId="77777777" w:rsidR="00BB1E14" w:rsidRPr="003C0201" w:rsidRDefault="00BB1E14" w:rsidP="00344378">
            <w:r w:rsidRPr="003C0201">
              <w:t> </w:t>
            </w:r>
          </w:p>
        </w:tc>
        <w:tc>
          <w:tcPr>
            <w:tcW w:w="813" w:type="dxa"/>
            <w:noWrap/>
            <w:hideMark/>
          </w:tcPr>
          <w:p w14:paraId="6F528DB2" w14:textId="77777777" w:rsidR="00BB1E14" w:rsidRPr="003C0201" w:rsidRDefault="00BB1E14" w:rsidP="00344378">
            <w:pPr>
              <w:jc w:val="left"/>
            </w:pPr>
            <w:r w:rsidRPr="003C0201">
              <w:t>10</w:t>
            </w:r>
          </w:p>
        </w:tc>
        <w:tc>
          <w:tcPr>
            <w:tcW w:w="830" w:type="dxa"/>
            <w:noWrap/>
            <w:hideMark/>
          </w:tcPr>
          <w:p w14:paraId="4D12EB1C" w14:textId="77777777" w:rsidR="00BB1E14" w:rsidRPr="003C0201" w:rsidRDefault="00BB1E14" w:rsidP="00344378">
            <w:pPr>
              <w:jc w:val="left"/>
            </w:pPr>
            <w:r w:rsidRPr="003C0201">
              <w:t> </w:t>
            </w:r>
          </w:p>
        </w:tc>
        <w:tc>
          <w:tcPr>
            <w:tcW w:w="902" w:type="dxa"/>
            <w:noWrap/>
            <w:hideMark/>
          </w:tcPr>
          <w:p w14:paraId="69D27E57" w14:textId="77777777" w:rsidR="00BB1E14" w:rsidRPr="003C0201" w:rsidRDefault="00BB1E14" w:rsidP="00344378">
            <w:r w:rsidRPr="003C0201">
              <w:t> </w:t>
            </w:r>
          </w:p>
        </w:tc>
      </w:tr>
      <w:tr w:rsidR="00BB1E14" w:rsidRPr="003C0201" w14:paraId="07CB91B5" w14:textId="77777777" w:rsidTr="00344378">
        <w:trPr>
          <w:trHeight w:val="300"/>
        </w:trPr>
        <w:tc>
          <w:tcPr>
            <w:tcW w:w="10932" w:type="dxa"/>
            <w:noWrap/>
            <w:hideMark/>
          </w:tcPr>
          <w:p w14:paraId="4E3F8105" w14:textId="77777777" w:rsidR="00BB1E14" w:rsidRPr="003C0201" w:rsidRDefault="00BB1E14" w:rsidP="00344378">
            <w:r w:rsidRPr="003C0201">
              <w:t>Rongeur Forceps</w:t>
            </w:r>
          </w:p>
        </w:tc>
        <w:tc>
          <w:tcPr>
            <w:tcW w:w="3234" w:type="dxa"/>
            <w:noWrap/>
            <w:hideMark/>
          </w:tcPr>
          <w:p w14:paraId="75457EF8" w14:textId="77777777" w:rsidR="00BB1E14" w:rsidRPr="003C0201" w:rsidRDefault="00BB1E14" w:rsidP="00344378">
            <w:r w:rsidRPr="003C0201">
              <w:t>piece</w:t>
            </w:r>
          </w:p>
        </w:tc>
        <w:tc>
          <w:tcPr>
            <w:tcW w:w="813" w:type="dxa"/>
            <w:noWrap/>
            <w:hideMark/>
          </w:tcPr>
          <w:p w14:paraId="0624EE5A" w14:textId="77777777" w:rsidR="00BB1E14" w:rsidRPr="003C0201" w:rsidRDefault="00BB1E14" w:rsidP="00344378">
            <w:pPr>
              <w:jc w:val="left"/>
            </w:pPr>
            <w:r w:rsidRPr="003C0201">
              <w:t>5</w:t>
            </w:r>
          </w:p>
        </w:tc>
        <w:tc>
          <w:tcPr>
            <w:tcW w:w="830" w:type="dxa"/>
            <w:noWrap/>
            <w:hideMark/>
          </w:tcPr>
          <w:p w14:paraId="51D8A8B8" w14:textId="77777777" w:rsidR="00BB1E14" w:rsidRPr="003C0201" w:rsidRDefault="00BB1E14" w:rsidP="00344378">
            <w:pPr>
              <w:jc w:val="left"/>
            </w:pPr>
            <w:r w:rsidRPr="003C0201">
              <w:t> </w:t>
            </w:r>
          </w:p>
        </w:tc>
        <w:tc>
          <w:tcPr>
            <w:tcW w:w="902" w:type="dxa"/>
            <w:noWrap/>
            <w:hideMark/>
          </w:tcPr>
          <w:p w14:paraId="7FCD7341" w14:textId="77777777" w:rsidR="00BB1E14" w:rsidRPr="003C0201" w:rsidRDefault="00BB1E14" w:rsidP="00344378">
            <w:r w:rsidRPr="003C0201">
              <w:t> </w:t>
            </w:r>
          </w:p>
        </w:tc>
      </w:tr>
      <w:tr w:rsidR="00BB1E14" w:rsidRPr="003C0201" w14:paraId="3FCF9805" w14:textId="77777777" w:rsidTr="00344378">
        <w:trPr>
          <w:trHeight w:val="300"/>
        </w:trPr>
        <w:tc>
          <w:tcPr>
            <w:tcW w:w="10932" w:type="dxa"/>
            <w:noWrap/>
            <w:hideMark/>
          </w:tcPr>
          <w:p w14:paraId="27A1816E" w14:textId="77777777" w:rsidR="00BB1E14" w:rsidRPr="003C0201" w:rsidRDefault="00BB1E14" w:rsidP="00344378">
            <w:r w:rsidRPr="003C0201">
              <w:t>Scalpel hand (No. 3)</w:t>
            </w:r>
          </w:p>
        </w:tc>
        <w:tc>
          <w:tcPr>
            <w:tcW w:w="3234" w:type="dxa"/>
            <w:noWrap/>
            <w:hideMark/>
          </w:tcPr>
          <w:p w14:paraId="79EF2708" w14:textId="77777777" w:rsidR="00BB1E14" w:rsidRPr="003C0201" w:rsidRDefault="00BB1E14" w:rsidP="00344378">
            <w:r w:rsidRPr="003C0201">
              <w:t>piece</w:t>
            </w:r>
          </w:p>
        </w:tc>
        <w:tc>
          <w:tcPr>
            <w:tcW w:w="813" w:type="dxa"/>
            <w:noWrap/>
            <w:hideMark/>
          </w:tcPr>
          <w:p w14:paraId="66B96872" w14:textId="77777777" w:rsidR="00BB1E14" w:rsidRPr="003C0201" w:rsidRDefault="00BB1E14" w:rsidP="00344378">
            <w:pPr>
              <w:jc w:val="left"/>
            </w:pPr>
            <w:r w:rsidRPr="003C0201">
              <w:t>5</w:t>
            </w:r>
          </w:p>
        </w:tc>
        <w:tc>
          <w:tcPr>
            <w:tcW w:w="830" w:type="dxa"/>
            <w:noWrap/>
            <w:hideMark/>
          </w:tcPr>
          <w:p w14:paraId="71E8D812" w14:textId="77777777" w:rsidR="00BB1E14" w:rsidRPr="003C0201" w:rsidRDefault="00BB1E14" w:rsidP="00344378">
            <w:pPr>
              <w:jc w:val="left"/>
            </w:pPr>
            <w:r w:rsidRPr="003C0201">
              <w:t> </w:t>
            </w:r>
          </w:p>
        </w:tc>
        <w:tc>
          <w:tcPr>
            <w:tcW w:w="902" w:type="dxa"/>
            <w:noWrap/>
            <w:hideMark/>
          </w:tcPr>
          <w:p w14:paraId="0CB611A5" w14:textId="77777777" w:rsidR="00BB1E14" w:rsidRPr="003C0201" w:rsidRDefault="00BB1E14" w:rsidP="00344378">
            <w:r w:rsidRPr="003C0201">
              <w:t> </w:t>
            </w:r>
          </w:p>
        </w:tc>
      </w:tr>
      <w:tr w:rsidR="00BB1E14" w:rsidRPr="003C0201" w14:paraId="2F8F07E7" w14:textId="77777777" w:rsidTr="00344378">
        <w:trPr>
          <w:trHeight w:val="300"/>
        </w:trPr>
        <w:tc>
          <w:tcPr>
            <w:tcW w:w="10932" w:type="dxa"/>
            <w:noWrap/>
            <w:hideMark/>
          </w:tcPr>
          <w:p w14:paraId="1A07D0AF" w14:textId="77777777" w:rsidR="00BB1E14" w:rsidRPr="003C0201" w:rsidRDefault="00BB1E14" w:rsidP="00344378">
            <w:r w:rsidRPr="003C0201">
              <w:t>Bone File double ended</w:t>
            </w:r>
          </w:p>
        </w:tc>
        <w:tc>
          <w:tcPr>
            <w:tcW w:w="3234" w:type="dxa"/>
            <w:noWrap/>
            <w:hideMark/>
          </w:tcPr>
          <w:p w14:paraId="38DD8D63" w14:textId="77777777" w:rsidR="00BB1E14" w:rsidRPr="003C0201" w:rsidRDefault="00BB1E14" w:rsidP="00344378">
            <w:r w:rsidRPr="003C0201">
              <w:t>piece</w:t>
            </w:r>
          </w:p>
        </w:tc>
        <w:tc>
          <w:tcPr>
            <w:tcW w:w="813" w:type="dxa"/>
            <w:noWrap/>
            <w:hideMark/>
          </w:tcPr>
          <w:p w14:paraId="2685D134" w14:textId="77777777" w:rsidR="00BB1E14" w:rsidRPr="003C0201" w:rsidRDefault="00BB1E14" w:rsidP="00344378">
            <w:pPr>
              <w:jc w:val="left"/>
            </w:pPr>
            <w:r w:rsidRPr="003C0201">
              <w:t>5</w:t>
            </w:r>
          </w:p>
        </w:tc>
        <w:tc>
          <w:tcPr>
            <w:tcW w:w="830" w:type="dxa"/>
            <w:noWrap/>
            <w:hideMark/>
          </w:tcPr>
          <w:p w14:paraId="76B7813E" w14:textId="77777777" w:rsidR="00BB1E14" w:rsidRPr="003C0201" w:rsidRDefault="00BB1E14" w:rsidP="00344378">
            <w:pPr>
              <w:jc w:val="left"/>
            </w:pPr>
            <w:r w:rsidRPr="003C0201">
              <w:t> </w:t>
            </w:r>
          </w:p>
        </w:tc>
        <w:tc>
          <w:tcPr>
            <w:tcW w:w="902" w:type="dxa"/>
            <w:noWrap/>
            <w:hideMark/>
          </w:tcPr>
          <w:p w14:paraId="78E6210E" w14:textId="77777777" w:rsidR="00BB1E14" w:rsidRPr="003C0201" w:rsidRDefault="00BB1E14" w:rsidP="00344378">
            <w:r w:rsidRPr="003C0201">
              <w:t> </w:t>
            </w:r>
          </w:p>
        </w:tc>
      </w:tr>
      <w:tr w:rsidR="00BB1E14" w:rsidRPr="003C0201" w14:paraId="18307ACD" w14:textId="77777777" w:rsidTr="00344378">
        <w:trPr>
          <w:trHeight w:val="300"/>
        </w:trPr>
        <w:tc>
          <w:tcPr>
            <w:tcW w:w="10932" w:type="dxa"/>
            <w:noWrap/>
            <w:hideMark/>
          </w:tcPr>
          <w:p w14:paraId="1D2EFF76" w14:textId="77777777" w:rsidR="00BB1E14" w:rsidRPr="003C0201" w:rsidRDefault="00BB1E14" w:rsidP="00344378">
            <w:r w:rsidRPr="003C0201">
              <w:t>Tissue forceps (rat tooth)</w:t>
            </w:r>
          </w:p>
        </w:tc>
        <w:tc>
          <w:tcPr>
            <w:tcW w:w="3234" w:type="dxa"/>
            <w:noWrap/>
            <w:hideMark/>
          </w:tcPr>
          <w:p w14:paraId="2F0B23D7" w14:textId="77777777" w:rsidR="00BB1E14" w:rsidRPr="003C0201" w:rsidRDefault="00BB1E14" w:rsidP="00344378">
            <w:r w:rsidRPr="003C0201">
              <w:t>piece</w:t>
            </w:r>
          </w:p>
        </w:tc>
        <w:tc>
          <w:tcPr>
            <w:tcW w:w="813" w:type="dxa"/>
            <w:noWrap/>
            <w:hideMark/>
          </w:tcPr>
          <w:p w14:paraId="596ABE01" w14:textId="77777777" w:rsidR="00BB1E14" w:rsidRPr="003C0201" w:rsidRDefault="00BB1E14" w:rsidP="00344378">
            <w:pPr>
              <w:jc w:val="left"/>
            </w:pPr>
            <w:r w:rsidRPr="003C0201">
              <w:t>5</w:t>
            </w:r>
          </w:p>
        </w:tc>
        <w:tc>
          <w:tcPr>
            <w:tcW w:w="830" w:type="dxa"/>
            <w:noWrap/>
            <w:hideMark/>
          </w:tcPr>
          <w:p w14:paraId="6F081077" w14:textId="77777777" w:rsidR="00BB1E14" w:rsidRPr="003C0201" w:rsidRDefault="00BB1E14" w:rsidP="00344378">
            <w:pPr>
              <w:jc w:val="left"/>
            </w:pPr>
            <w:r w:rsidRPr="003C0201">
              <w:t> </w:t>
            </w:r>
          </w:p>
        </w:tc>
        <w:tc>
          <w:tcPr>
            <w:tcW w:w="902" w:type="dxa"/>
            <w:noWrap/>
            <w:hideMark/>
          </w:tcPr>
          <w:p w14:paraId="236C98D9" w14:textId="77777777" w:rsidR="00BB1E14" w:rsidRPr="003C0201" w:rsidRDefault="00BB1E14" w:rsidP="00344378">
            <w:r w:rsidRPr="003C0201">
              <w:t> </w:t>
            </w:r>
          </w:p>
        </w:tc>
      </w:tr>
      <w:tr w:rsidR="00BB1E14" w:rsidRPr="003C0201" w14:paraId="00324597" w14:textId="77777777" w:rsidTr="00344378">
        <w:trPr>
          <w:trHeight w:val="300"/>
        </w:trPr>
        <w:tc>
          <w:tcPr>
            <w:tcW w:w="10932" w:type="dxa"/>
            <w:noWrap/>
            <w:hideMark/>
          </w:tcPr>
          <w:p w14:paraId="16E3C645" w14:textId="77777777" w:rsidR="00BB1E14" w:rsidRPr="003C0201" w:rsidRDefault="00BB1E14" w:rsidP="00344378">
            <w:r w:rsidRPr="003C0201">
              <w:t>Artery forceps</w:t>
            </w:r>
          </w:p>
        </w:tc>
        <w:tc>
          <w:tcPr>
            <w:tcW w:w="3234" w:type="dxa"/>
            <w:noWrap/>
            <w:hideMark/>
          </w:tcPr>
          <w:p w14:paraId="3B39F698" w14:textId="77777777" w:rsidR="00BB1E14" w:rsidRPr="003C0201" w:rsidRDefault="00BB1E14" w:rsidP="00344378">
            <w:r w:rsidRPr="003C0201">
              <w:t>piece</w:t>
            </w:r>
          </w:p>
        </w:tc>
        <w:tc>
          <w:tcPr>
            <w:tcW w:w="813" w:type="dxa"/>
            <w:noWrap/>
            <w:hideMark/>
          </w:tcPr>
          <w:p w14:paraId="39B60188" w14:textId="77777777" w:rsidR="00BB1E14" w:rsidRPr="003C0201" w:rsidRDefault="00BB1E14" w:rsidP="00344378">
            <w:pPr>
              <w:jc w:val="left"/>
            </w:pPr>
            <w:r w:rsidRPr="003C0201">
              <w:t>10</w:t>
            </w:r>
          </w:p>
        </w:tc>
        <w:tc>
          <w:tcPr>
            <w:tcW w:w="830" w:type="dxa"/>
            <w:noWrap/>
            <w:hideMark/>
          </w:tcPr>
          <w:p w14:paraId="16658FDB" w14:textId="77777777" w:rsidR="00BB1E14" w:rsidRPr="003C0201" w:rsidRDefault="00BB1E14" w:rsidP="00344378">
            <w:pPr>
              <w:jc w:val="left"/>
            </w:pPr>
            <w:r w:rsidRPr="003C0201">
              <w:t> </w:t>
            </w:r>
          </w:p>
        </w:tc>
        <w:tc>
          <w:tcPr>
            <w:tcW w:w="902" w:type="dxa"/>
            <w:noWrap/>
            <w:hideMark/>
          </w:tcPr>
          <w:p w14:paraId="514C890B" w14:textId="77777777" w:rsidR="00BB1E14" w:rsidRPr="003C0201" w:rsidRDefault="00BB1E14" w:rsidP="00344378">
            <w:r w:rsidRPr="003C0201">
              <w:t> </w:t>
            </w:r>
          </w:p>
        </w:tc>
      </w:tr>
      <w:tr w:rsidR="00BB1E14" w:rsidRPr="003C0201" w14:paraId="78703467" w14:textId="77777777" w:rsidTr="00344378">
        <w:trPr>
          <w:trHeight w:val="300"/>
        </w:trPr>
        <w:tc>
          <w:tcPr>
            <w:tcW w:w="10932" w:type="dxa"/>
            <w:noWrap/>
            <w:hideMark/>
          </w:tcPr>
          <w:p w14:paraId="23A4561F" w14:textId="77777777" w:rsidR="00BB1E14" w:rsidRPr="003C0201" w:rsidRDefault="00BB1E14" w:rsidP="00344378">
            <w:r w:rsidRPr="003C0201">
              <w:t>Needle holder</w:t>
            </w:r>
          </w:p>
        </w:tc>
        <w:tc>
          <w:tcPr>
            <w:tcW w:w="3234" w:type="dxa"/>
            <w:noWrap/>
            <w:hideMark/>
          </w:tcPr>
          <w:p w14:paraId="7288B9CD" w14:textId="77777777" w:rsidR="00BB1E14" w:rsidRPr="003C0201" w:rsidRDefault="00BB1E14" w:rsidP="00344378">
            <w:r w:rsidRPr="003C0201">
              <w:t>piece</w:t>
            </w:r>
          </w:p>
        </w:tc>
        <w:tc>
          <w:tcPr>
            <w:tcW w:w="813" w:type="dxa"/>
            <w:noWrap/>
            <w:hideMark/>
          </w:tcPr>
          <w:p w14:paraId="024CF433" w14:textId="77777777" w:rsidR="00BB1E14" w:rsidRPr="003C0201" w:rsidRDefault="00BB1E14" w:rsidP="00344378">
            <w:pPr>
              <w:jc w:val="left"/>
            </w:pPr>
            <w:r w:rsidRPr="003C0201">
              <w:t>10</w:t>
            </w:r>
          </w:p>
        </w:tc>
        <w:tc>
          <w:tcPr>
            <w:tcW w:w="830" w:type="dxa"/>
            <w:noWrap/>
            <w:hideMark/>
          </w:tcPr>
          <w:p w14:paraId="5D40EC6B" w14:textId="77777777" w:rsidR="00BB1E14" w:rsidRPr="003C0201" w:rsidRDefault="00BB1E14" w:rsidP="00344378">
            <w:pPr>
              <w:jc w:val="left"/>
            </w:pPr>
            <w:r w:rsidRPr="003C0201">
              <w:t> </w:t>
            </w:r>
          </w:p>
        </w:tc>
        <w:tc>
          <w:tcPr>
            <w:tcW w:w="902" w:type="dxa"/>
            <w:noWrap/>
            <w:hideMark/>
          </w:tcPr>
          <w:p w14:paraId="1EBA9EF1" w14:textId="77777777" w:rsidR="00BB1E14" w:rsidRPr="003C0201" w:rsidRDefault="00BB1E14" w:rsidP="00344378">
            <w:r w:rsidRPr="003C0201">
              <w:t> </w:t>
            </w:r>
          </w:p>
        </w:tc>
      </w:tr>
      <w:tr w:rsidR="00BB1E14" w:rsidRPr="003C0201" w14:paraId="78EBA9E4" w14:textId="77777777" w:rsidTr="00344378">
        <w:trPr>
          <w:trHeight w:val="300"/>
        </w:trPr>
        <w:tc>
          <w:tcPr>
            <w:tcW w:w="10932" w:type="dxa"/>
            <w:noWrap/>
            <w:hideMark/>
          </w:tcPr>
          <w:p w14:paraId="03973DBF" w14:textId="77777777" w:rsidR="00BB1E14" w:rsidRPr="003C0201" w:rsidRDefault="00BB1E14" w:rsidP="00344378">
            <w:r w:rsidRPr="003C0201">
              <w:t>Surgical Scissors double sharp pointed Stainless steel(S)</w:t>
            </w:r>
          </w:p>
        </w:tc>
        <w:tc>
          <w:tcPr>
            <w:tcW w:w="3234" w:type="dxa"/>
            <w:noWrap/>
            <w:hideMark/>
          </w:tcPr>
          <w:p w14:paraId="5C287245" w14:textId="77777777" w:rsidR="00BB1E14" w:rsidRPr="003C0201" w:rsidRDefault="00BB1E14" w:rsidP="00344378">
            <w:r w:rsidRPr="003C0201">
              <w:t>piece</w:t>
            </w:r>
          </w:p>
        </w:tc>
        <w:tc>
          <w:tcPr>
            <w:tcW w:w="813" w:type="dxa"/>
            <w:noWrap/>
            <w:hideMark/>
          </w:tcPr>
          <w:p w14:paraId="16B4AF83" w14:textId="77777777" w:rsidR="00BB1E14" w:rsidRPr="003C0201" w:rsidRDefault="00BB1E14" w:rsidP="00344378">
            <w:pPr>
              <w:jc w:val="left"/>
            </w:pPr>
            <w:r w:rsidRPr="003C0201">
              <w:t>10</w:t>
            </w:r>
          </w:p>
        </w:tc>
        <w:tc>
          <w:tcPr>
            <w:tcW w:w="830" w:type="dxa"/>
            <w:noWrap/>
            <w:hideMark/>
          </w:tcPr>
          <w:p w14:paraId="2CBE0464" w14:textId="77777777" w:rsidR="00BB1E14" w:rsidRPr="003C0201" w:rsidRDefault="00BB1E14" w:rsidP="00344378">
            <w:pPr>
              <w:jc w:val="left"/>
            </w:pPr>
            <w:r w:rsidRPr="003C0201">
              <w:t> </w:t>
            </w:r>
          </w:p>
        </w:tc>
        <w:tc>
          <w:tcPr>
            <w:tcW w:w="902" w:type="dxa"/>
            <w:noWrap/>
            <w:hideMark/>
          </w:tcPr>
          <w:p w14:paraId="10BB34F7" w14:textId="77777777" w:rsidR="00BB1E14" w:rsidRPr="003C0201" w:rsidRDefault="00BB1E14" w:rsidP="00344378">
            <w:r w:rsidRPr="003C0201">
              <w:t> </w:t>
            </w:r>
          </w:p>
        </w:tc>
      </w:tr>
      <w:tr w:rsidR="00BB1E14" w:rsidRPr="003C0201" w14:paraId="6D2AE136" w14:textId="77777777" w:rsidTr="00344378">
        <w:trPr>
          <w:trHeight w:val="300"/>
        </w:trPr>
        <w:tc>
          <w:tcPr>
            <w:tcW w:w="10932" w:type="dxa"/>
            <w:noWrap/>
            <w:hideMark/>
          </w:tcPr>
          <w:p w14:paraId="03E17895" w14:textId="77777777" w:rsidR="00BB1E14" w:rsidRPr="003C0201" w:rsidRDefault="00BB1E14" w:rsidP="00344378">
            <w:r w:rsidRPr="003C0201">
              <w:t>Clinical wire cutter (for 0.7mm wire) - autoclavable</w:t>
            </w:r>
          </w:p>
        </w:tc>
        <w:tc>
          <w:tcPr>
            <w:tcW w:w="3234" w:type="dxa"/>
            <w:noWrap/>
            <w:hideMark/>
          </w:tcPr>
          <w:p w14:paraId="7BDB9D34" w14:textId="77777777" w:rsidR="00BB1E14" w:rsidRPr="003C0201" w:rsidRDefault="00BB1E14" w:rsidP="00344378">
            <w:r w:rsidRPr="003C0201">
              <w:t>piece</w:t>
            </w:r>
          </w:p>
        </w:tc>
        <w:tc>
          <w:tcPr>
            <w:tcW w:w="813" w:type="dxa"/>
            <w:noWrap/>
            <w:hideMark/>
          </w:tcPr>
          <w:p w14:paraId="332AD31F" w14:textId="77777777" w:rsidR="00BB1E14" w:rsidRPr="003C0201" w:rsidRDefault="00BB1E14" w:rsidP="00344378">
            <w:pPr>
              <w:jc w:val="left"/>
            </w:pPr>
            <w:r w:rsidRPr="003C0201">
              <w:t> </w:t>
            </w:r>
          </w:p>
        </w:tc>
        <w:tc>
          <w:tcPr>
            <w:tcW w:w="830" w:type="dxa"/>
            <w:noWrap/>
            <w:hideMark/>
          </w:tcPr>
          <w:p w14:paraId="0CF2103A" w14:textId="77777777" w:rsidR="00BB1E14" w:rsidRPr="003C0201" w:rsidRDefault="00BB1E14" w:rsidP="00344378">
            <w:pPr>
              <w:jc w:val="left"/>
            </w:pPr>
            <w:r w:rsidRPr="003C0201">
              <w:t> </w:t>
            </w:r>
          </w:p>
        </w:tc>
        <w:tc>
          <w:tcPr>
            <w:tcW w:w="902" w:type="dxa"/>
            <w:noWrap/>
            <w:hideMark/>
          </w:tcPr>
          <w:p w14:paraId="3D652AE1" w14:textId="77777777" w:rsidR="00BB1E14" w:rsidRPr="003C0201" w:rsidRDefault="00BB1E14" w:rsidP="00344378">
            <w:r w:rsidRPr="003C0201">
              <w:t> </w:t>
            </w:r>
          </w:p>
        </w:tc>
      </w:tr>
      <w:tr w:rsidR="00BB1E14" w:rsidRPr="003C0201" w14:paraId="7D8E8DCE" w14:textId="77777777" w:rsidTr="00344378">
        <w:trPr>
          <w:trHeight w:val="300"/>
        </w:trPr>
        <w:tc>
          <w:tcPr>
            <w:tcW w:w="10932" w:type="dxa"/>
            <w:noWrap/>
            <w:hideMark/>
          </w:tcPr>
          <w:p w14:paraId="210ECEE7" w14:textId="77777777" w:rsidR="00BB1E14" w:rsidRPr="003C0201" w:rsidRDefault="00BB1E14" w:rsidP="00344378">
            <w:pPr>
              <w:rPr>
                <w:i/>
                <w:iCs/>
              </w:rPr>
            </w:pPr>
            <w:r w:rsidRPr="003C0201">
              <w:rPr>
                <w:i/>
                <w:iCs/>
              </w:rPr>
              <w:t>Flexible surgical wire for Mandible fracture 30 m roll</w:t>
            </w:r>
          </w:p>
        </w:tc>
        <w:tc>
          <w:tcPr>
            <w:tcW w:w="3234" w:type="dxa"/>
            <w:noWrap/>
            <w:hideMark/>
          </w:tcPr>
          <w:p w14:paraId="5024382D" w14:textId="77777777" w:rsidR="00BB1E14" w:rsidRPr="003C0201" w:rsidRDefault="00BB1E14" w:rsidP="00344378">
            <w:r w:rsidRPr="003C0201">
              <w:t> </w:t>
            </w:r>
          </w:p>
        </w:tc>
        <w:tc>
          <w:tcPr>
            <w:tcW w:w="813" w:type="dxa"/>
            <w:noWrap/>
            <w:hideMark/>
          </w:tcPr>
          <w:p w14:paraId="188C0266" w14:textId="77777777" w:rsidR="00BB1E14" w:rsidRPr="003C0201" w:rsidRDefault="00BB1E14" w:rsidP="00344378">
            <w:pPr>
              <w:jc w:val="left"/>
            </w:pPr>
            <w:r w:rsidRPr="003C0201">
              <w:t> </w:t>
            </w:r>
          </w:p>
        </w:tc>
        <w:tc>
          <w:tcPr>
            <w:tcW w:w="830" w:type="dxa"/>
            <w:noWrap/>
            <w:hideMark/>
          </w:tcPr>
          <w:p w14:paraId="4E44B3AF" w14:textId="77777777" w:rsidR="00BB1E14" w:rsidRPr="003C0201" w:rsidRDefault="00BB1E14" w:rsidP="00344378">
            <w:pPr>
              <w:jc w:val="left"/>
            </w:pPr>
            <w:r w:rsidRPr="003C0201">
              <w:t> </w:t>
            </w:r>
          </w:p>
        </w:tc>
        <w:tc>
          <w:tcPr>
            <w:tcW w:w="902" w:type="dxa"/>
            <w:noWrap/>
            <w:hideMark/>
          </w:tcPr>
          <w:p w14:paraId="3CAE15FE" w14:textId="77777777" w:rsidR="00BB1E14" w:rsidRPr="003C0201" w:rsidRDefault="00BB1E14" w:rsidP="00344378">
            <w:r w:rsidRPr="003C0201">
              <w:t> </w:t>
            </w:r>
          </w:p>
        </w:tc>
      </w:tr>
      <w:tr w:rsidR="00BB1E14" w:rsidRPr="003C0201" w14:paraId="7E03E25F" w14:textId="77777777" w:rsidTr="00344378">
        <w:trPr>
          <w:trHeight w:val="300"/>
        </w:trPr>
        <w:tc>
          <w:tcPr>
            <w:tcW w:w="10932" w:type="dxa"/>
            <w:noWrap/>
            <w:hideMark/>
          </w:tcPr>
          <w:p w14:paraId="60E3248D" w14:textId="77777777" w:rsidR="00BB1E14" w:rsidRPr="003C0201" w:rsidRDefault="00BB1E14" w:rsidP="00344378">
            <w:r w:rsidRPr="003C0201">
              <w:t># 0.5</w:t>
            </w:r>
          </w:p>
        </w:tc>
        <w:tc>
          <w:tcPr>
            <w:tcW w:w="3234" w:type="dxa"/>
            <w:noWrap/>
            <w:hideMark/>
          </w:tcPr>
          <w:p w14:paraId="04FE13DC" w14:textId="77777777" w:rsidR="00BB1E14" w:rsidRPr="003C0201" w:rsidRDefault="00BB1E14" w:rsidP="00344378">
            <w:r w:rsidRPr="003C0201">
              <w:t>roll</w:t>
            </w:r>
          </w:p>
        </w:tc>
        <w:tc>
          <w:tcPr>
            <w:tcW w:w="813" w:type="dxa"/>
            <w:noWrap/>
            <w:hideMark/>
          </w:tcPr>
          <w:p w14:paraId="224CA236" w14:textId="77777777" w:rsidR="00BB1E14" w:rsidRPr="003C0201" w:rsidRDefault="00BB1E14" w:rsidP="00344378">
            <w:pPr>
              <w:jc w:val="left"/>
            </w:pPr>
            <w:r w:rsidRPr="003C0201">
              <w:t>3</w:t>
            </w:r>
          </w:p>
        </w:tc>
        <w:tc>
          <w:tcPr>
            <w:tcW w:w="830" w:type="dxa"/>
            <w:noWrap/>
            <w:hideMark/>
          </w:tcPr>
          <w:p w14:paraId="70F7A970" w14:textId="77777777" w:rsidR="00BB1E14" w:rsidRPr="003C0201" w:rsidRDefault="00BB1E14" w:rsidP="00344378">
            <w:pPr>
              <w:jc w:val="left"/>
            </w:pPr>
            <w:r w:rsidRPr="003C0201">
              <w:t> </w:t>
            </w:r>
          </w:p>
        </w:tc>
        <w:tc>
          <w:tcPr>
            <w:tcW w:w="902" w:type="dxa"/>
            <w:noWrap/>
            <w:hideMark/>
          </w:tcPr>
          <w:p w14:paraId="682C13E3" w14:textId="77777777" w:rsidR="00BB1E14" w:rsidRPr="003C0201" w:rsidRDefault="00BB1E14" w:rsidP="00344378">
            <w:r w:rsidRPr="003C0201">
              <w:t> </w:t>
            </w:r>
          </w:p>
        </w:tc>
      </w:tr>
      <w:tr w:rsidR="00BB1E14" w:rsidRPr="003C0201" w14:paraId="3E4E51A0" w14:textId="77777777" w:rsidTr="00344378">
        <w:trPr>
          <w:trHeight w:val="300"/>
        </w:trPr>
        <w:tc>
          <w:tcPr>
            <w:tcW w:w="10932" w:type="dxa"/>
            <w:noWrap/>
            <w:hideMark/>
          </w:tcPr>
          <w:p w14:paraId="761060D4" w14:textId="77777777" w:rsidR="00BB1E14" w:rsidRPr="003C0201" w:rsidRDefault="00BB1E14" w:rsidP="00344378">
            <w:r w:rsidRPr="003C0201">
              <w:t># 0.6</w:t>
            </w:r>
          </w:p>
        </w:tc>
        <w:tc>
          <w:tcPr>
            <w:tcW w:w="3234" w:type="dxa"/>
            <w:noWrap/>
            <w:hideMark/>
          </w:tcPr>
          <w:p w14:paraId="6D5F8AD7" w14:textId="77777777" w:rsidR="00BB1E14" w:rsidRPr="003C0201" w:rsidRDefault="00BB1E14" w:rsidP="00344378">
            <w:r w:rsidRPr="003C0201">
              <w:t>roll</w:t>
            </w:r>
          </w:p>
        </w:tc>
        <w:tc>
          <w:tcPr>
            <w:tcW w:w="813" w:type="dxa"/>
            <w:noWrap/>
            <w:hideMark/>
          </w:tcPr>
          <w:p w14:paraId="055E549E" w14:textId="77777777" w:rsidR="00BB1E14" w:rsidRPr="003C0201" w:rsidRDefault="00BB1E14" w:rsidP="00344378">
            <w:pPr>
              <w:jc w:val="left"/>
            </w:pPr>
            <w:r w:rsidRPr="003C0201">
              <w:t>3</w:t>
            </w:r>
          </w:p>
        </w:tc>
        <w:tc>
          <w:tcPr>
            <w:tcW w:w="830" w:type="dxa"/>
            <w:noWrap/>
            <w:hideMark/>
          </w:tcPr>
          <w:p w14:paraId="0EE0E447" w14:textId="77777777" w:rsidR="00BB1E14" w:rsidRPr="003C0201" w:rsidRDefault="00BB1E14" w:rsidP="00344378">
            <w:pPr>
              <w:jc w:val="left"/>
            </w:pPr>
            <w:r w:rsidRPr="003C0201">
              <w:t> </w:t>
            </w:r>
          </w:p>
        </w:tc>
        <w:tc>
          <w:tcPr>
            <w:tcW w:w="902" w:type="dxa"/>
            <w:noWrap/>
            <w:hideMark/>
          </w:tcPr>
          <w:p w14:paraId="64A23814" w14:textId="77777777" w:rsidR="00BB1E14" w:rsidRPr="003C0201" w:rsidRDefault="00BB1E14" w:rsidP="00344378">
            <w:r w:rsidRPr="003C0201">
              <w:t> </w:t>
            </w:r>
          </w:p>
        </w:tc>
      </w:tr>
      <w:tr w:rsidR="00BB1E14" w:rsidRPr="003C0201" w14:paraId="799366C9" w14:textId="77777777" w:rsidTr="00344378">
        <w:trPr>
          <w:trHeight w:val="300"/>
        </w:trPr>
        <w:tc>
          <w:tcPr>
            <w:tcW w:w="10932" w:type="dxa"/>
            <w:noWrap/>
            <w:hideMark/>
          </w:tcPr>
          <w:p w14:paraId="5D9E325A" w14:textId="77777777" w:rsidR="00BB1E14" w:rsidRPr="003C0201" w:rsidRDefault="00BB1E14" w:rsidP="00344378">
            <w:pPr>
              <w:rPr>
                <w:b/>
                <w:bCs/>
              </w:rPr>
            </w:pPr>
            <w:r w:rsidRPr="003C0201">
              <w:rPr>
                <w:b/>
                <w:bCs/>
              </w:rPr>
              <w:t xml:space="preserve">Extracting forceps </w:t>
            </w:r>
          </w:p>
        </w:tc>
        <w:tc>
          <w:tcPr>
            <w:tcW w:w="3234" w:type="dxa"/>
            <w:noWrap/>
            <w:hideMark/>
          </w:tcPr>
          <w:p w14:paraId="18FE8EA0" w14:textId="77777777" w:rsidR="00BB1E14" w:rsidRPr="003C0201" w:rsidRDefault="00BB1E14" w:rsidP="00344378">
            <w:r w:rsidRPr="003C0201">
              <w:t> </w:t>
            </w:r>
          </w:p>
        </w:tc>
        <w:tc>
          <w:tcPr>
            <w:tcW w:w="813" w:type="dxa"/>
            <w:noWrap/>
            <w:hideMark/>
          </w:tcPr>
          <w:p w14:paraId="78B24120" w14:textId="77777777" w:rsidR="00BB1E14" w:rsidRPr="003C0201" w:rsidRDefault="00BB1E14" w:rsidP="00344378">
            <w:pPr>
              <w:jc w:val="left"/>
            </w:pPr>
            <w:r w:rsidRPr="003C0201">
              <w:t> </w:t>
            </w:r>
          </w:p>
        </w:tc>
        <w:tc>
          <w:tcPr>
            <w:tcW w:w="830" w:type="dxa"/>
            <w:noWrap/>
            <w:hideMark/>
          </w:tcPr>
          <w:p w14:paraId="697960E2" w14:textId="77777777" w:rsidR="00BB1E14" w:rsidRPr="003C0201" w:rsidRDefault="00BB1E14" w:rsidP="00344378">
            <w:pPr>
              <w:jc w:val="left"/>
            </w:pPr>
            <w:r w:rsidRPr="003C0201">
              <w:t> </w:t>
            </w:r>
          </w:p>
        </w:tc>
        <w:tc>
          <w:tcPr>
            <w:tcW w:w="902" w:type="dxa"/>
            <w:noWrap/>
            <w:hideMark/>
          </w:tcPr>
          <w:p w14:paraId="7086AC78" w14:textId="77777777" w:rsidR="00BB1E14" w:rsidRPr="003C0201" w:rsidRDefault="00BB1E14" w:rsidP="00344378">
            <w:r w:rsidRPr="003C0201">
              <w:t> </w:t>
            </w:r>
          </w:p>
        </w:tc>
      </w:tr>
      <w:tr w:rsidR="00BB1E14" w:rsidRPr="003C0201" w14:paraId="0CC5EF7A" w14:textId="77777777" w:rsidTr="00344378">
        <w:trPr>
          <w:trHeight w:val="300"/>
        </w:trPr>
        <w:tc>
          <w:tcPr>
            <w:tcW w:w="10932" w:type="dxa"/>
            <w:noWrap/>
            <w:hideMark/>
          </w:tcPr>
          <w:p w14:paraId="26DB1C24" w14:textId="77777777" w:rsidR="00BB1E14" w:rsidRPr="003C0201" w:rsidRDefault="00BB1E14" w:rsidP="00344378">
            <w:r w:rsidRPr="003C0201">
              <w:t>lower anteriors (33)</w:t>
            </w:r>
          </w:p>
        </w:tc>
        <w:tc>
          <w:tcPr>
            <w:tcW w:w="3234" w:type="dxa"/>
            <w:noWrap/>
            <w:hideMark/>
          </w:tcPr>
          <w:p w14:paraId="3ED352F1" w14:textId="77777777" w:rsidR="00BB1E14" w:rsidRPr="003C0201" w:rsidRDefault="00BB1E14" w:rsidP="00344378">
            <w:r w:rsidRPr="003C0201">
              <w:t> </w:t>
            </w:r>
          </w:p>
        </w:tc>
        <w:tc>
          <w:tcPr>
            <w:tcW w:w="813" w:type="dxa"/>
            <w:noWrap/>
            <w:hideMark/>
          </w:tcPr>
          <w:p w14:paraId="4C21B46D" w14:textId="77777777" w:rsidR="00BB1E14" w:rsidRPr="003C0201" w:rsidRDefault="00BB1E14" w:rsidP="00344378">
            <w:pPr>
              <w:jc w:val="left"/>
            </w:pPr>
            <w:r w:rsidRPr="003C0201">
              <w:t>4</w:t>
            </w:r>
          </w:p>
        </w:tc>
        <w:tc>
          <w:tcPr>
            <w:tcW w:w="830" w:type="dxa"/>
            <w:noWrap/>
            <w:hideMark/>
          </w:tcPr>
          <w:p w14:paraId="4413A160" w14:textId="77777777" w:rsidR="00BB1E14" w:rsidRPr="003C0201" w:rsidRDefault="00BB1E14" w:rsidP="00344378">
            <w:pPr>
              <w:jc w:val="left"/>
            </w:pPr>
            <w:r w:rsidRPr="003C0201">
              <w:t> </w:t>
            </w:r>
          </w:p>
        </w:tc>
        <w:tc>
          <w:tcPr>
            <w:tcW w:w="902" w:type="dxa"/>
            <w:noWrap/>
            <w:hideMark/>
          </w:tcPr>
          <w:p w14:paraId="4022A94E" w14:textId="77777777" w:rsidR="00BB1E14" w:rsidRPr="003C0201" w:rsidRDefault="00BB1E14" w:rsidP="00344378">
            <w:r w:rsidRPr="003C0201">
              <w:t> </w:t>
            </w:r>
          </w:p>
        </w:tc>
      </w:tr>
      <w:tr w:rsidR="00BB1E14" w:rsidRPr="003C0201" w14:paraId="482FF468" w14:textId="77777777" w:rsidTr="00344378">
        <w:trPr>
          <w:trHeight w:val="300"/>
        </w:trPr>
        <w:tc>
          <w:tcPr>
            <w:tcW w:w="10932" w:type="dxa"/>
            <w:noWrap/>
            <w:hideMark/>
          </w:tcPr>
          <w:p w14:paraId="2080E281" w14:textId="77777777" w:rsidR="00BB1E14" w:rsidRPr="003C0201" w:rsidRDefault="00BB1E14" w:rsidP="00344378">
            <w:r w:rsidRPr="003C0201">
              <w:t>lower molars (73)</w:t>
            </w:r>
          </w:p>
        </w:tc>
        <w:tc>
          <w:tcPr>
            <w:tcW w:w="3234" w:type="dxa"/>
            <w:noWrap/>
            <w:hideMark/>
          </w:tcPr>
          <w:p w14:paraId="0B7E37C6" w14:textId="77777777" w:rsidR="00BB1E14" w:rsidRPr="003C0201" w:rsidRDefault="00BB1E14" w:rsidP="00344378">
            <w:r w:rsidRPr="003C0201">
              <w:t> </w:t>
            </w:r>
          </w:p>
        </w:tc>
        <w:tc>
          <w:tcPr>
            <w:tcW w:w="813" w:type="dxa"/>
            <w:noWrap/>
            <w:hideMark/>
          </w:tcPr>
          <w:p w14:paraId="042E504B" w14:textId="77777777" w:rsidR="00BB1E14" w:rsidRPr="003C0201" w:rsidRDefault="00BB1E14" w:rsidP="00344378">
            <w:pPr>
              <w:jc w:val="left"/>
            </w:pPr>
            <w:r w:rsidRPr="003C0201">
              <w:t>4</w:t>
            </w:r>
          </w:p>
        </w:tc>
        <w:tc>
          <w:tcPr>
            <w:tcW w:w="830" w:type="dxa"/>
            <w:noWrap/>
            <w:hideMark/>
          </w:tcPr>
          <w:p w14:paraId="7FCB0AE9" w14:textId="77777777" w:rsidR="00BB1E14" w:rsidRPr="003C0201" w:rsidRDefault="00BB1E14" w:rsidP="00344378">
            <w:pPr>
              <w:jc w:val="left"/>
            </w:pPr>
            <w:r w:rsidRPr="003C0201">
              <w:t> </w:t>
            </w:r>
          </w:p>
        </w:tc>
        <w:tc>
          <w:tcPr>
            <w:tcW w:w="902" w:type="dxa"/>
            <w:noWrap/>
            <w:hideMark/>
          </w:tcPr>
          <w:p w14:paraId="2B6E794B" w14:textId="77777777" w:rsidR="00BB1E14" w:rsidRPr="003C0201" w:rsidRDefault="00BB1E14" w:rsidP="00344378">
            <w:r w:rsidRPr="003C0201">
              <w:t> </w:t>
            </w:r>
          </w:p>
        </w:tc>
      </w:tr>
      <w:tr w:rsidR="00BB1E14" w:rsidRPr="003C0201" w14:paraId="277335CA" w14:textId="77777777" w:rsidTr="00344378">
        <w:trPr>
          <w:trHeight w:val="300"/>
        </w:trPr>
        <w:tc>
          <w:tcPr>
            <w:tcW w:w="10932" w:type="dxa"/>
            <w:noWrap/>
            <w:hideMark/>
          </w:tcPr>
          <w:p w14:paraId="72C02287" w14:textId="77777777" w:rsidR="00BB1E14" w:rsidRPr="003C0201" w:rsidRDefault="00BB1E14" w:rsidP="00344378">
            <w:r w:rsidRPr="003C0201">
              <w:t xml:space="preserve">cowhorn </w:t>
            </w:r>
          </w:p>
        </w:tc>
        <w:tc>
          <w:tcPr>
            <w:tcW w:w="3234" w:type="dxa"/>
            <w:noWrap/>
            <w:hideMark/>
          </w:tcPr>
          <w:p w14:paraId="4FF992B2" w14:textId="77777777" w:rsidR="00BB1E14" w:rsidRPr="003C0201" w:rsidRDefault="00BB1E14" w:rsidP="00344378">
            <w:r w:rsidRPr="003C0201">
              <w:t> </w:t>
            </w:r>
          </w:p>
        </w:tc>
        <w:tc>
          <w:tcPr>
            <w:tcW w:w="813" w:type="dxa"/>
            <w:noWrap/>
            <w:hideMark/>
          </w:tcPr>
          <w:p w14:paraId="347DA808" w14:textId="77777777" w:rsidR="00BB1E14" w:rsidRPr="003C0201" w:rsidRDefault="00BB1E14" w:rsidP="00344378">
            <w:pPr>
              <w:jc w:val="left"/>
            </w:pPr>
            <w:r w:rsidRPr="003C0201">
              <w:t>4</w:t>
            </w:r>
          </w:p>
        </w:tc>
        <w:tc>
          <w:tcPr>
            <w:tcW w:w="830" w:type="dxa"/>
            <w:noWrap/>
            <w:hideMark/>
          </w:tcPr>
          <w:p w14:paraId="53A40DED" w14:textId="77777777" w:rsidR="00BB1E14" w:rsidRPr="003C0201" w:rsidRDefault="00BB1E14" w:rsidP="00344378">
            <w:pPr>
              <w:jc w:val="left"/>
            </w:pPr>
            <w:r w:rsidRPr="003C0201">
              <w:t> </w:t>
            </w:r>
          </w:p>
        </w:tc>
        <w:tc>
          <w:tcPr>
            <w:tcW w:w="902" w:type="dxa"/>
            <w:noWrap/>
            <w:hideMark/>
          </w:tcPr>
          <w:p w14:paraId="57B720D3" w14:textId="77777777" w:rsidR="00BB1E14" w:rsidRPr="003C0201" w:rsidRDefault="00BB1E14" w:rsidP="00344378">
            <w:r w:rsidRPr="003C0201">
              <w:t> </w:t>
            </w:r>
          </w:p>
        </w:tc>
      </w:tr>
      <w:tr w:rsidR="00BB1E14" w:rsidRPr="003C0201" w14:paraId="1664B2D6" w14:textId="77777777" w:rsidTr="00344378">
        <w:trPr>
          <w:trHeight w:val="300"/>
        </w:trPr>
        <w:tc>
          <w:tcPr>
            <w:tcW w:w="10932" w:type="dxa"/>
            <w:noWrap/>
            <w:hideMark/>
          </w:tcPr>
          <w:p w14:paraId="09E358E2" w14:textId="77777777" w:rsidR="00BB1E14" w:rsidRPr="003C0201" w:rsidRDefault="00BB1E14" w:rsidP="00344378">
            <w:r w:rsidRPr="003C0201">
              <w:t>lower child anterior (74)</w:t>
            </w:r>
          </w:p>
        </w:tc>
        <w:tc>
          <w:tcPr>
            <w:tcW w:w="3234" w:type="dxa"/>
            <w:noWrap/>
            <w:hideMark/>
          </w:tcPr>
          <w:p w14:paraId="71D5890D" w14:textId="77777777" w:rsidR="00BB1E14" w:rsidRPr="003C0201" w:rsidRDefault="00BB1E14" w:rsidP="00344378">
            <w:r w:rsidRPr="003C0201">
              <w:t> </w:t>
            </w:r>
          </w:p>
        </w:tc>
        <w:tc>
          <w:tcPr>
            <w:tcW w:w="813" w:type="dxa"/>
            <w:noWrap/>
            <w:hideMark/>
          </w:tcPr>
          <w:p w14:paraId="27F7A558" w14:textId="77777777" w:rsidR="00BB1E14" w:rsidRPr="003C0201" w:rsidRDefault="00BB1E14" w:rsidP="00344378">
            <w:pPr>
              <w:jc w:val="left"/>
            </w:pPr>
            <w:r w:rsidRPr="003C0201">
              <w:t>2</w:t>
            </w:r>
          </w:p>
        </w:tc>
        <w:tc>
          <w:tcPr>
            <w:tcW w:w="830" w:type="dxa"/>
            <w:noWrap/>
            <w:hideMark/>
          </w:tcPr>
          <w:p w14:paraId="628EF0EA" w14:textId="77777777" w:rsidR="00BB1E14" w:rsidRPr="003C0201" w:rsidRDefault="00BB1E14" w:rsidP="00344378">
            <w:pPr>
              <w:jc w:val="left"/>
            </w:pPr>
            <w:r w:rsidRPr="003C0201">
              <w:t> </w:t>
            </w:r>
          </w:p>
        </w:tc>
        <w:tc>
          <w:tcPr>
            <w:tcW w:w="902" w:type="dxa"/>
            <w:noWrap/>
            <w:hideMark/>
          </w:tcPr>
          <w:p w14:paraId="20BD39F2" w14:textId="77777777" w:rsidR="00BB1E14" w:rsidRPr="003C0201" w:rsidRDefault="00BB1E14" w:rsidP="00344378">
            <w:r w:rsidRPr="003C0201">
              <w:t> </w:t>
            </w:r>
          </w:p>
        </w:tc>
      </w:tr>
      <w:tr w:rsidR="00BB1E14" w:rsidRPr="003C0201" w14:paraId="40A5AB4B" w14:textId="77777777" w:rsidTr="00344378">
        <w:trPr>
          <w:trHeight w:val="300"/>
        </w:trPr>
        <w:tc>
          <w:tcPr>
            <w:tcW w:w="10932" w:type="dxa"/>
            <w:noWrap/>
            <w:hideMark/>
          </w:tcPr>
          <w:p w14:paraId="302D7EE1" w14:textId="77777777" w:rsidR="00BB1E14" w:rsidRPr="003C0201" w:rsidRDefault="00BB1E14" w:rsidP="00344378">
            <w:r w:rsidRPr="003C0201">
              <w:t>lower molar child (73 S)</w:t>
            </w:r>
          </w:p>
        </w:tc>
        <w:tc>
          <w:tcPr>
            <w:tcW w:w="3234" w:type="dxa"/>
            <w:noWrap/>
            <w:hideMark/>
          </w:tcPr>
          <w:p w14:paraId="5C694DFC" w14:textId="77777777" w:rsidR="00BB1E14" w:rsidRPr="003C0201" w:rsidRDefault="00BB1E14" w:rsidP="00344378">
            <w:r w:rsidRPr="003C0201">
              <w:t> </w:t>
            </w:r>
          </w:p>
        </w:tc>
        <w:tc>
          <w:tcPr>
            <w:tcW w:w="813" w:type="dxa"/>
            <w:noWrap/>
            <w:hideMark/>
          </w:tcPr>
          <w:p w14:paraId="4EE1AAFE" w14:textId="77777777" w:rsidR="00BB1E14" w:rsidRPr="003C0201" w:rsidRDefault="00BB1E14" w:rsidP="00344378">
            <w:pPr>
              <w:jc w:val="left"/>
            </w:pPr>
            <w:r w:rsidRPr="003C0201">
              <w:t>2</w:t>
            </w:r>
          </w:p>
        </w:tc>
        <w:tc>
          <w:tcPr>
            <w:tcW w:w="830" w:type="dxa"/>
            <w:noWrap/>
            <w:hideMark/>
          </w:tcPr>
          <w:p w14:paraId="4269A212" w14:textId="77777777" w:rsidR="00BB1E14" w:rsidRPr="003C0201" w:rsidRDefault="00BB1E14" w:rsidP="00344378">
            <w:pPr>
              <w:jc w:val="left"/>
            </w:pPr>
            <w:r w:rsidRPr="003C0201">
              <w:t> </w:t>
            </w:r>
          </w:p>
        </w:tc>
        <w:tc>
          <w:tcPr>
            <w:tcW w:w="902" w:type="dxa"/>
            <w:noWrap/>
            <w:hideMark/>
          </w:tcPr>
          <w:p w14:paraId="697B7789" w14:textId="77777777" w:rsidR="00BB1E14" w:rsidRPr="003C0201" w:rsidRDefault="00BB1E14" w:rsidP="00344378">
            <w:r w:rsidRPr="003C0201">
              <w:t> </w:t>
            </w:r>
          </w:p>
        </w:tc>
      </w:tr>
      <w:tr w:rsidR="00BB1E14" w:rsidRPr="003C0201" w14:paraId="742D31C0" w14:textId="77777777" w:rsidTr="00344378">
        <w:trPr>
          <w:trHeight w:val="300"/>
        </w:trPr>
        <w:tc>
          <w:tcPr>
            <w:tcW w:w="10932" w:type="dxa"/>
            <w:noWrap/>
            <w:hideMark/>
          </w:tcPr>
          <w:p w14:paraId="2EA944FF" w14:textId="77777777" w:rsidR="00BB1E14" w:rsidRPr="003C0201" w:rsidRDefault="00BB1E14" w:rsidP="00344378">
            <w:pPr>
              <w:rPr>
                <w:b/>
                <w:bCs/>
              </w:rPr>
            </w:pPr>
            <w:r w:rsidRPr="003C0201">
              <w:rPr>
                <w:b/>
                <w:bCs/>
              </w:rPr>
              <w:t xml:space="preserve">upper forceps </w:t>
            </w:r>
          </w:p>
        </w:tc>
        <w:tc>
          <w:tcPr>
            <w:tcW w:w="3234" w:type="dxa"/>
            <w:noWrap/>
            <w:hideMark/>
          </w:tcPr>
          <w:p w14:paraId="2EC8C1EE" w14:textId="77777777" w:rsidR="00BB1E14" w:rsidRPr="003C0201" w:rsidRDefault="00BB1E14" w:rsidP="00344378">
            <w:r w:rsidRPr="003C0201">
              <w:t> </w:t>
            </w:r>
          </w:p>
        </w:tc>
        <w:tc>
          <w:tcPr>
            <w:tcW w:w="813" w:type="dxa"/>
            <w:noWrap/>
            <w:hideMark/>
          </w:tcPr>
          <w:p w14:paraId="66C49263" w14:textId="77777777" w:rsidR="00BB1E14" w:rsidRPr="003C0201" w:rsidRDefault="00BB1E14" w:rsidP="00344378">
            <w:pPr>
              <w:jc w:val="left"/>
            </w:pPr>
            <w:r w:rsidRPr="003C0201">
              <w:t> </w:t>
            </w:r>
          </w:p>
        </w:tc>
        <w:tc>
          <w:tcPr>
            <w:tcW w:w="830" w:type="dxa"/>
            <w:noWrap/>
            <w:hideMark/>
          </w:tcPr>
          <w:p w14:paraId="1E30D262" w14:textId="77777777" w:rsidR="00BB1E14" w:rsidRPr="003C0201" w:rsidRDefault="00BB1E14" w:rsidP="00344378">
            <w:pPr>
              <w:jc w:val="left"/>
            </w:pPr>
            <w:r w:rsidRPr="003C0201">
              <w:t> </w:t>
            </w:r>
          </w:p>
        </w:tc>
        <w:tc>
          <w:tcPr>
            <w:tcW w:w="902" w:type="dxa"/>
            <w:noWrap/>
            <w:hideMark/>
          </w:tcPr>
          <w:p w14:paraId="5203BB17" w14:textId="77777777" w:rsidR="00BB1E14" w:rsidRPr="003C0201" w:rsidRDefault="00BB1E14" w:rsidP="00344378">
            <w:r w:rsidRPr="003C0201">
              <w:t> </w:t>
            </w:r>
          </w:p>
        </w:tc>
      </w:tr>
      <w:tr w:rsidR="00BB1E14" w:rsidRPr="003C0201" w14:paraId="491CBC8A" w14:textId="77777777" w:rsidTr="00344378">
        <w:trPr>
          <w:trHeight w:val="300"/>
        </w:trPr>
        <w:tc>
          <w:tcPr>
            <w:tcW w:w="10932" w:type="dxa"/>
            <w:noWrap/>
            <w:hideMark/>
          </w:tcPr>
          <w:p w14:paraId="04DA8F23" w14:textId="77777777" w:rsidR="00BB1E14" w:rsidRPr="003C0201" w:rsidRDefault="00BB1E14" w:rsidP="00344378">
            <w:r w:rsidRPr="003C0201">
              <w:t>#2</w:t>
            </w:r>
          </w:p>
        </w:tc>
        <w:tc>
          <w:tcPr>
            <w:tcW w:w="3234" w:type="dxa"/>
            <w:noWrap/>
            <w:hideMark/>
          </w:tcPr>
          <w:p w14:paraId="4FB1D2E8" w14:textId="77777777" w:rsidR="00BB1E14" w:rsidRPr="003C0201" w:rsidRDefault="00BB1E14" w:rsidP="00344378">
            <w:r w:rsidRPr="003C0201">
              <w:t> </w:t>
            </w:r>
          </w:p>
        </w:tc>
        <w:tc>
          <w:tcPr>
            <w:tcW w:w="813" w:type="dxa"/>
            <w:noWrap/>
            <w:hideMark/>
          </w:tcPr>
          <w:p w14:paraId="73F4FA06" w14:textId="77777777" w:rsidR="00BB1E14" w:rsidRPr="003C0201" w:rsidRDefault="00BB1E14" w:rsidP="00344378">
            <w:pPr>
              <w:jc w:val="left"/>
            </w:pPr>
            <w:r w:rsidRPr="003C0201">
              <w:t>4</w:t>
            </w:r>
          </w:p>
        </w:tc>
        <w:tc>
          <w:tcPr>
            <w:tcW w:w="830" w:type="dxa"/>
            <w:noWrap/>
            <w:hideMark/>
          </w:tcPr>
          <w:p w14:paraId="1828C007" w14:textId="77777777" w:rsidR="00BB1E14" w:rsidRPr="003C0201" w:rsidRDefault="00BB1E14" w:rsidP="00344378">
            <w:pPr>
              <w:jc w:val="left"/>
            </w:pPr>
            <w:r w:rsidRPr="003C0201">
              <w:t> </w:t>
            </w:r>
          </w:p>
        </w:tc>
        <w:tc>
          <w:tcPr>
            <w:tcW w:w="902" w:type="dxa"/>
            <w:noWrap/>
            <w:hideMark/>
          </w:tcPr>
          <w:p w14:paraId="6E5B8C28" w14:textId="77777777" w:rsidR="00BB1E14" w:rsidRPr="003C0201" w:rsidRDefault="00BB1E14" w:rsidP="00344378">
            <w:r w:rsidRPr="003C0201">
              <w:t> </w:t>
            </w:r>
          </w:p>
        </w:tc>
      </w:tr>
      <w:tr w:rsidR="00BB1E14" w:rsidRPr="003C0201" w14:paraId="79F746C3" w14:textId="77777777" w:rsidTr="00344378">
        <w:trPr>
          <w:trHeight w:val="300"/>
        </w:trPr>
        <w:tc>
          <w:tcPr>
            <w:tcW w:w="10932" w:type="dxa"/>
            <w:noWrap/>
            <w:hideMark/>
          </w:tcPr>
          <w:p w14:paraId="6E79C416" w14:textId="77777777" w:rsidR="00BB1E14" w:rsidRPr="003C0201" w:rsidRDefault="00BB1E14" w:rsidP="00344378">
            <w:r w:rsidRPr="003C0201">
              <w:t>76 N</w:t>
            </w:r>
          </w:p>
        </w:tc>
        <w:tc>
          <w:tcPr>
            <w:tcW w:w="3234" w:type="dxa"/>
            <w:noWrap/>
            <w:hideMark/>
          </w:tcPr>
          <w:p w14:paraId="5064648C" w14:textId="77777777" w:rsidR="00BB1E14" w:rsidRPr="003C0201" w:rsidRDefault="00BB1E14" w:rsidP="00344378">
            <w:r w:rsidRPr="003C0201">
              <w:t> </w:t>
            </w:r>
          </w:p>
        </w:tc>
        <w:tc>
          <w:tcPr>
            <w:tcW w:w="813" w:type="dxa"/>
            <w:noWrap/>
            <w:hideMark/>
          </w:tcPr>
          <w:p w14:paraId="36721FB5" w14:textId="77777777" w:rsidR="00BB1E14" w:rsidRPr="003C0201" w:rsidRDefault="00BB1E14" w:rsidP="00344378">
            <w:pPr>
              <w:jc w:val="left"/>
            </w:pPr>
            <w:r w:rsidRPr="003C0201">
              <w:t>4</w:t>
            </w:r>
          </w:p>
        </w:tc>
        <w:tc>
          <w:tcPr>
            <w:tcW w:w="830" w:type="dxa"/>
            <w:noWrap/>
            <w:hideMark/>
          </w:tcPr>
          <w:p w14:paraId="53373C38" w14:textId="77777777" w:rsidR="00BB1E14" w:rsidRPr="003C0201" w:rsidRDefault="00BB1E14" w:rsidP="00344378">
            <w:pPr>
              <w:jc w:val="left"/>
            </w:pPr>
            <w:r w:rsidRPr="003C0201">
              <w:t> </w:t>
            </w:r>
          </w:p>
        </w:tc>
        <w:tc>
          <w:tcPr>
            <w:tcW w:w="902" w:type="dxa"/>
            <w:noWrap/>
            <w:hideMark/>
          </w:tcPr>
          <w:p w14:paraId="090E058A" w14:textId="77777777" w:rsidR="00BB1E14" w:rsidRPr="003C0201" w:rsidRDefault="00BB1E14" w:rsidP="00344378">
            <w:r w:rsidRPr="003C0201">
              <w:t> </w:t>
            </w:r>
          </w:p>
        </w:tc>
      </w:tr>
      <w:tr w:rsidR="00BB1E14" w:rsidRPr="003C0201" w14:paraId="64907A65" w14:textId="77777777" w:rsidTr="00344378">
        <w:trPr>
          <w:trHeight w:val="300"/>
        </w:trPr>
        <w:tc>
          <w:tcPr>
            <w:tcW w:w="10932" w:type="dxa"/>
            <w:noWrap/>
            <w:hideMark/>
          </w:tcPr>
          <w:p w14:paraId="1E62998F" w14:textId="77777777" w:rsidR="00BB1E14" w:rsidRPr="003C0201" w:rsidRDefault="00BB1E14" w:rsidP="00344378">
            <w:pPr>
              <w:jc w:val="left"/>
            </w:pPr>
            <w:r w:rsidRPr="003C0201">
              <w:lastRenderedPageBreak/>
              <w:t>76</w:t>
            </w:r>
          </w:p>
        </w:tc>
        <w:tc>
          <w:tcPr>
            <w:tcW w:w="3234" w:type="dxa"/>
            <w:noWrap/>
            <w:hideMark/>
          </w:tcPr>
          <w:p w14:paraId="47A9BA05" w14:textId="77777777" w:rsidR="00BB1E14" w:rsidRPr="003C0201" w:rsidRDefault="00BB1E14" w:rsidP="00344378">
            <w:pPr>
              <w:jc w:val="left"/>
            </w:pPr>
            <w:r w:rsidRPr="003C0201">
              <w:t> </w:t>
            </w:r>
          </w:p>
        </w:tc>
        <w:tc>
          <w:tcPr>
            <w:tcW w:w="813" w:type="dxa"/>
            <w:noWrap/>
            <w:hideMark/>
          </w:tcPr>
          <w:p w14:paraId="55523F10" w14:textId="77777777" w:rsidR="00BB1E14" w:rsidRPr="003C0201" w:rsidRDefault="00BB1E14" w:rsidP="00344378">
            <w:pPr>
              <w:jc w:val="left"/>
            </w:pPr>
            <w:r w:rsidRPr="003C0201">
              <w:t>4</w:t>
            </w:r>
          </w:p>
        </w:tc>
        <w:tc>
          <w:tcPr>
            <w:tcW w:w="830" w:type="dxa"/>
            <w:noWrap/>
            <w:hideMark/>
          </w:tcPr>
          <w:p w14:paraId="4F4A1C35" w14:textId="77777777" w:rsidR="00BB1E14" w:rsidRPr="003C0201" w:rsidRDefault="00BB1E14" w:rsidP="00344378">
            <w:pPr>
              <w:jc w:val="left"/>
            </w:pPr>
            <w:r w:rsidRPr="003C0201">
              <w:t> </w:t>
            </w:r>
          </w:p>
        </w:tc>
        <w:tc>
          <w:tcPr>
            <w:tcW w:w="902" w:type="dxa"/>
            <w:noWrap/>
            <w:hideMark/>
          </w:tcPr>
          <w:p w14:paraId="6928FD76" w14:textId="77777777" w:rsidR="00BB1E14" w:rsidRPr="003C0201" w:rsidRDefault="00BB1E14" w:rsidP="00344378">
            <w:r w:rsidRPr="003C0201">
              <w:t> </w:t>
            </w:r>
          </w:p>
        </w:tc>
      </w:tr>
      <w:tr w:rsidR="00BB1E14" w:rsidRPr="003C0201" w14:paraId="6EC144D6" w14:textId="77777777" w:rsidTr="00344378">
        <w:trPr>
          <w:trHeight w:val="300"/>
        </w:trPr>
        <w:tc>
          <w:tcPr>
            <w:tcW w:w="10932" w:type="dxa"/>
            <w:noWrap/>
            <w:hideMark/>
          </w:tcPr>
          <w:p w14:paraId="15B46F6D" w14:textId="77777777" w:rsidR="00BB1E14" w:rsidRPr="003C0201" w:rsidRDefault="00BB1E14" w:rsidP="00344378">
            <w:r w:rsidRPr="003C0201">
              <w:t xml:space="preserve">17-Right side </w:t>
            </w:r>
          </w:p>
        </w:tc>
        <w:tc>
          <w:tcPr>
            <w:tcW w:w="3234" w:type="dxa"/>
            <w:noWrap/>
            <w:hideMark/>
          </w:tcPr>
          <w:p w14:paraId="4623704E" w14:textId="77777777" w:rsidR="00BB1E14" w:rsidRPr="003C0201" w:rsidRDefault="00BB1E14" w:rsidP="00344378">
            <w:r w:rsidRPr="003C0201">
              <w:t> </w:t>
            </w:r>
          </w:p>
        </w:tc>
        <w:tc>
          <w:tcPr>
            <w:tcW w:w="813" w:type="dxa"/>
            <w:noWrap/>
            <w:hideMark/>
          </w:tcPr>
          <w:p w14:paraId="589833A8" w14:textId="77777777" w:rsidR="00BB1E14" w:rsidRPr="003C0201" w:rsidRDefault="00BB1E14" w:rsidP="00344378">
            <w:pPr>
              <w:jc w:val="left"/>
            </w:pPr>
            <w:r w:rsidRPr="003C0201">
              <w:t>4</w:t>
            </w:r>
          </w:p>
        </w:tc>
        <w:tc>
          <w:tcPr>
            <w:tcW w:w="830" w:type="dxa"/>
            <w:noWrap/>
            <w:hideMark/>
          </w:tcPr>
          <w:p w14:paraId="62028D45" w14:textId="77777777" w:rsidR="00BB1E14" w:rsidRPr="003C0201" w:rsidRDefault="00BB1E14" w:rsidP="00344378">
            <w:pPr>
              <w:jc w:val="left"/>
            </w:pPr>
            <w:r w:rsidRPr="003C0201">
              <w:t> </w:t>
            </w:r>
          </w:p>
        </w:tc>
        <w:tc>
          <w:tcPr>
            <w:tcW w:w="902" w:type="dxa"/>
            <w:noWrap/>
            <w:hideMark/>
          </w:tcPr>
          <w:p w14:paraId="16F276B9" w14:textId="77777777" w:rsidR="00BB1E14" w:rsidRPr="003C0201" w:rsidRDefault="00BB1E14" w:rsidP="00344378">
            <w:r w:rsidRPr="003C0201">
              <w:t> </w:t>
            </w:r>
          </w:p>
        </w:tc>
      </w:tr>
      <w:tr w:rsidR="00BB1E14" w:rsidRPr="003C0201" w14:paraId="49F9F74A" w14:textId="77777777" w:rsidTr="00344378">
        <w:trPr>
          <w:trHeight w:val="300"/>
        </w:trPr>
        <w:tc>
          <w:tcPr>
            <w:tcW w:w="10932" w:type="dxa"/>
            <w:noWrap/>
            <w:hideMark/>
          </w:tcPr>
          <w:p w14:paraId="077AB756" w14:textId="77777777" w:rsidR="00BB1E14" w:rsidRPr="003C0201" w:rsidRDefault="00BB1E14" w:rsidP="00344378">
            <w:r w:rsidRPr="003C0201">
              <w:t xml:space="preserve">18-Left side </w:t>
            </w:r>
          </w:p>
        </w:tc>
        <w:tc>
          <w:tcPr>
            <w:tcW w:w="3234" w:type="dxa"/>
            <w:noWrap/>
            <w:hideMark/>
          </w:tcPr>
          <w:p w14:paraId="09D81FCF" w14:textId="77777777" w:rsidR="00BB1E14" w:rsidRPr="003C0201" w:rsidRDefault="00BB1E14" w:rsidP="00344378">
            <w:r w:rsidRPr="003C0201">
              <w:t> </w:t>
            </w:r>
          </w:p>
        </w:tc>
        <w:tc>
          <w:tcPr>
            <w:tcW w:w="813" w:type="dxa"/>
            <w:noWrap/>
            <w:hideMark/>
          </w:tcPr>
          <w:p w14:paraId="4348F934" w14:textId="77777777" w:rsidR="00BB1E14" w:rsidRPr="003C0201" w:rsidRDefault="00BB1E14" w:rsidP="00344378">
            <w:pPr>
              <w:jc w:val="left"/>
            </w:pPr>
            <w:r w:rsidRPr="003C0201">
              <w:t>4</w:t>
            </w:r>
          </w:p>
        </w:tc>
        <w:tc>
          <w:tcPr>
            <w:tcW w:w="830" w:type="dxa"/>
            <w:noWrap/>
            <w:hideMark/>
          </w:tcPr>
          <w:p w14:paraId="618D11C9" w14:textId="77777777" w:rsidR="00BB1E14" w:rsidRPr="003C0201" w:rsidRDefault="00BB1E14" w:rsidP="00344378">
            <w:pPr>
              <w:jc w:val="left"/>
            </w:pPr>
            <w:r w:rsidRPr="003C0201">
              <w:t> </w:t>
            </w:r>
          </w:p>
        </w:tc>
        <w:tc>
          <w:tcPr>
            <w:tcW w:w="902" w:type="dxa"/>
            <w:noWrap/>
            <w:hideMark/>
          </w:tcPr>
          <w:p w14:paraId="7BF03A50" w14:textId="77777777" w:rsidR="00BB1E14" w:rsidRPr="003C0201" w:rsidRDefault="00BB1E14" w:rsidP="00344378">
            <w:r w:rsidRPr="003C0201">
              <w:t> </w:t>
            </w:r>
          </w:p>
        </w:tc>
      </w:tr>
      <w:tr w:rsidR="00BB1E14" w:rsidRPr="003C0201" w14:paraId="1E6FD75E" w14:textId="77777777" w:rsidTr="00344378">
        <w:trPr>
          <w:trHeight w:val="300"/>
        </w:trPr>
        <w:tc>
          <w:tcPr>
            <w:tcW w:w="10932" w:type="dxa"/>
            <w:noWrap/>
            <w:hideMark/>
          </w:tcPr>
          <w:p w14:paraId="15909ED6" w14:textId="77777777" w:rsidR="00BB1E14" w:rsidRPr="003C0201" w:rsidRDefault="00BB1E14" w:rsidP="00344378">
            <w:r w:rsidRPr="003C0201">
              <w:t>#8</w:t>
            </w:r>
          </w:p>
        </w:tc>
        <w:tc>
          <w:tcPr>
            <w:tcW w:w="3234" w:type="dxa"/>
            <w:noWrap/>
            <w:hideMark/>
          </w:tcPr>
          <w:p w14:paraId="682A401F" w14:textId="77777777" w:rsidR="00BB1E14" w:rsidRPr="003C0201" w:rsidRDefault="00BB1E14" w:rsidP="00344378">
            <w:r w:rsidRPr="003C0201">
              <w:t> </w:t>
            </w:r>
          </w:p>
        </w:tc>
        <w:tc>
          <w:tcPr>
            <w:tcW w:w="813" w:type="dxa"/>
            <w:noWrap/>
            <w:hideMark/>
          </w:tcPr>
          <w:p w14:paraId="37EAD0EF" w14:textId="77777777" w:rsidR="00BB1E14" w:rsidRPr="003C0201" w:rsidRDefault="00BB1E14" w:rsidP="00344378">
            <w:pPr>
              <w:jc w:val="left"/>
            </w:pPr>
            <w:r w:rsidRPr="003C0201">
              <w:t>2</w:t>
            </w:r>
          </w:p>
        </w:tc>
        <w:tc>
          <w:tcPr>
            <w:tcW w:w="830" w:type="dxa"/>
            <w:noWrap/>
            <w:hideMark/>
          </w:tcPr>
          <w:p w14:paraId="465E3B56" w14:textId="77777777" w:rsidR="00BB1E14" w:rsidRPr="003C0201" w:rsidRDefault="00BB1E14" w:rsidP="00344378">
            <w:pPr>
              <w:jc w:val="left"/>
            </w:pPr>
            <w:r w:rsidRPr="003C0201">
              <w:t> </w:t>
            </w:r>
          </w:p>
        </w:tc>
        <w:tc>
          <w:tcPr>
            <w:tcW w:w="902" w:type="dxa"/>
            <w:noWrap/>
            <w:hideMark/>
          </w:tcPr>
          <w:p w14:paraId="28173C44" w14:textId="77777777" w:rsidR="00BB1E14" w:rsidRPr="003C0201" w:rsidRDefault="00BB1E14" w:rsidP="00344378">
            <w:r w:rsidRPr="003C0201">
              <w:t> </w:t>
            </w:r>
          </w:p>
        </w:tc>
      </w:tr>
      <w:tr w:rsidR="00BB1E14" w:rsidRPr="003C0201" w14:paraId="072B2D86" w14:textId="77777777" w:rsidTr="00344378">
        <w:trPr>
          <w:trHeight w:val="300"/>
        </w:trPr>
        <w:tc>
          <w:tcPr>
            <w:tcW w:w="10932" w:type="dxa"/>
            <w:noWrap/>
            <w:hideMark/>
          </w:tcPr>
          <w:p w14:paraId="43A602BF" w14:textId="77777777" w:rsidR="00BB1E14" w:rsidRPr="003C0201" w:rsidRDefault="00BB1E14" w:rsidP="00344378">
            <w:pPr>
              <w:rPr>
                <w:b/>
                <w:bCs/>
              </w:rPr>
            </w:pPr>
            <w:r w:rsidRPr="003C0201">
              <w:rPr>
                <w:b/>
                <w:bCs/>
              </w:rPr>
              <w:t>Elevators</w:t>
            </w:r>
          </w:p>
        </w:tc>
        <w:tc>
          <w:tcPr>
            <w:tcW w:w="3234" w:type="dxa"/>
            <w:noWrap/>
            <w:hideMark/>
          </w:tcPr>
          <w:p w14:paraId="52C42BCF" w14:textId="77777777" w:rsidR="00BB1E14" w:rsidRPr="003C0201" w:rsidRDefault="00BB1E14" w:rsidP="00344378">
            <w:r w:rsidRPr="003C0201">
              <w:t> </w:t>
            </w:r>
          </w:p>
        </w:tc>
        <w:tc>
          <w:tcPr>
            <w:tcW w:w="813" w:type="dxa"/>
            <w:noWrap/>
            <w:hideMark/>
          </w:tcPr>
          <w:p w14:paraId="4AD1768C" w14:textId="77777777" w:rsidR="00BB1E14" w:rsidRPr="003C0201" w:rsidRDefault="00BB1E14" w:rsidP="00344378">
            <w:pPr>
              <w:jc w:val="left"/>
            </w:pPr>
            <w:r w:rsidRPr="003C0201">
              <w:t> </w:t>
            </w:r>
          </w:p>
        </w:tc>
        <w:tc>
          <w:tcPr>
            <w:tcW w:w="830" w:type="dxa"/>
            <w:noWrap/>
            <w:hideMark/>
          </w:tcPr>
          <w:p w14:paraId="60BDA43C" w14:textId="77777777" w:rsidR="00BB1E14" w:rsidRPr="003C0201" w:rsidRDefault="00BB1E14" w:rsidP="00344378">
            <w:pPr>
              <w:jc w:val="left"/>
            </w:pPr>
            <w:r w:rsidRPr="003C0201">
              <w:t> </w:t>
            </w:r>
          </w:p>
        </w:tc>
        <w:tc>
          <w:tcPr>
            <w:tcW w:w="902" w:type="dxa"/>
            <w:noWrap/>
            <w:hideMark/>
          </w:tcPr>
          <w:p w14:paraId="665287A8" w14:textId="77777777" w:rsidR="00BB1E14" w:rsidRPr="003C0201" w:rsidRDefault="00BB1E14" w:rsidP="00344378">
            <w:r w:rsidRPr="003C0201">
              <w:t> </w:t>
            </w:r>
          </w:p>
        </w:tc>
      </w:tr>
      <w:tr w:rsidR="00BB1E14" w:rsidRPr="003C0201" w14:paraId="4350F018" w14:textId="77777777" w:rsidTr="00344378">
        <w:trPr>
          <w:trHeight w:val="300"/>
        </w:trPr>
        <w:tc>
          <w:tcPr>
            <w:tcW w:w="10932" w:type="dxa"/>
            <w:noWrap/>
            <w:hideMark/>
          </w:tcPr>
          <w:p w14:paraId="1E7E19F7" w14:textId="77777777" w:rsidR="00BB1E14" w:rsidRPr="003C0201" w:rsidRDefault="00BB1E14" w:rsidP="00344378">
            <w:r w:rsidRPr="003C0201">
              <w:t># 44</w:t>
            </w:r>
          </w:p>
        </w:tc>
        <w:tc>
          <w:tcPr>
            <w:tcW w:w="3234" w:type="dxa"/>
            <w:noWrap/>
            <w:hideMark/>
          </w:tcPr>
          <w:p w14:paraId="66B6D99E" w14:textId="77777777" w:rsidR="00BB1E14" w:rsidRPr="003C0201" w:rsidRDefault="00BB1E14" w:rsidP="00344378">
            <w:r w:rsidRPr="003C0201">
              <w:t> </w:t>
            </w:r>
          </w:p>
        </w:tc>
        <w:tc>
          <w:tcPr>
            <w:tcW w:w="813" w:type="dxa"/>
            <w:noWrap/>
            <w:hideMark/>
          </w:tcPr>
          <w:p w14:paraId="0FC767C8" w14:textId="77777777" w:rsidR="00BB1E14" w:rsidRPr="003C0201" w:rsidRDefault="00BB1E14" w:rsidP="00344378">
            <w:pPr>
              <w:jc w:val="left"/>
            </w:pPr>
            <w:r w:rsidRPr="003C0201">
              <w:t>4</w:t>
            </w:r>
          </w:p>
        </w:tc>
        <w:tc>
          <w:tcPr>
            <w:tcW w:w="830" w:type="dxa"/>
            <w:noWrap/>
            <w:hideMark/>
          </w:tcPr>
          <w:p w14:paraId="6FE50DEA" w14:textId="77777777" w:rsidR="00BB1E14" w:rsidRPr="003C0201" w:rsidRDefault="00BB1E14" w:rsidP="00344378">
            <w:pPr>
              <w:jc w:val="left"/>
            </w:pPr>
            <w:r w:rsidRPr="003C0201">
              <w:t> </w:t>
            </w:r>
          </w:p>
        </w:tc>
        <w:tc>
          <w:tcPr>
            <w:tcW w:w="902" w:type="dxa"/>
            <w:noWrap/>
            <w:hideMark/>
          </w:tcPr>
          <w:p w14:paraId="4153B4EE" w14:textId="77777777" w:rsidR="00BB1E14" w:rsidRPr="003C0201" w:rsidRDefault="00BB1E14" w:rsidP="00344378">
            <w:r w:rsidRPr="003C0201">
              <w:t> </w:t>
            </w:r>
          </w:p>
        </w:tc>
      </w:tr>
      <w:tr w:rsidR="00BB1E14" w:rsidRPr="003C0201" w14:paraId="07E757D5" w14:textId="77777777" w:rsidTr="00344378">
        <w:trPr>
          <w:trHeight w:val="300"/>
        </w:trPr>
        <w:tc>
          <w:tcPr>
            <w:tcW w:w="10932" w:type="dxa"/>
            <w:noWrap/>
            <w:hideMark/>
          </w:tcPr>
          <w:p w14:paraId="13179633" w14:textId="77777777" w:rsidR="00BB1E14" w:rsidRPr="003C0201" w:rsidRDefault="00BB1E14" w:rsidP="00344378">
            <w:pPr>
              <w:rPr>
                <w:b/>
                <w:bCs/>
              </w:rPr>
            </w:pPr>
            <w:r w:rsidRPr="003C0201">
              <w:rPr>
                <w:b/>
                <w:bCs/>
              </w:rPr>
              <w:t>ORAL SURGERIES</w:t>
            </w:r>
          </w:p>
        </w:tc>
        <w:tc>
          <w:tcPr>
            <w:tcW w:w="3234" w:type="dxa"/>
            <w:noWrap/>
            <w:hideMark/>
          </w:tcPr>
          <w:p w14:paraId="0AE9CEF7" w14:textId="77777777" w:rsidR="00BB1E14" w:rsidRPr="003C0201" w:rsidRDefault="00BB1E14" w:rsidP="00344378">
            <w:r w:rsidRPr="003C0201">
              <w:t> </w:t>
            </w:r>
          </w:p>
        </w:tc>
        <w:tc>
          <w:tcPr>
            <w:tcW w:w="813" w:type="dxa"/>
            <w:noWrap/>
            <w:hideMark/>
          </w:tcPr>
          <w:p w14:paraId="46B58231" w14:textId="77777777" w:rsidR="00BB1E14" w:rsidRPr="003C0201" w:rsidRDefault="00BB1E14" w:rsidP="00344378">
            <w:pPr>
              <w:jc w:val="left"/>
            </w:pPr>
            <w:r w:rsidRPr="003C0201">
              <w:t> </w:t>
            </w:r>
          </w:p>
        </w:tc>
        <w:tc>
          <w:tcPr>
            <w:tcW w:w="830" w:type="dxa"/>
            <w:noWrap/>
            <w:hideMark/>
          </w:tcPr>
          <w:p w14:paraId="3C506EF0" w14:textId="77777777" w:rsidR="00BB1E14" w:rsidRPr="003C0201" w:rsidRDefault="00BB1E14" w:rsidP="00344378">
            <w:pPr>
              <w:jc w:val="left"/>
            </w:pPr>
            <w:r w:rsidRPr="003C0201">
              <w:t> </w:t>
            </w:r>
          </w:p>
        </w:tc>
        <w:tc>
          <w:tcPr>
            <w:tcW w:w="902" w:type="dxa"/>
            <w:noWrap/>
            <w:hideMark/>
          </w:tcPr>
          <w:p w14:paraId="74BCBE8F" w14:textId="77777777" w:rsidR="00BB1E14" w:rsidRPr="003C0201" w:rsidRDefault="00BB1E14" w:rsidP="00344378">
            <w:r w:rsidRPr="003C0201">
              <w:t> </w:t>
            </w:r>
          </w:p>
        </w:tc>
      </w:tr>
      <w:tr w:rsidR="00BB1E14" w:rsidRPr="003C0201" w14:paraId="77D85850" w14:textId="77777777" w:rsidTr="00344378">
        <w:trPr>
          <w:trHeight w:val="300"/>
        </w:trPr>
        <w:tc>
          <w:tcPr>
            <w:tcW w:w="10932" w:type="dxa"/>
            <w:noWrap/>
            <w:hideMark/>
          </w:tcPr>
          <w:p w14:paraId="51213ECD" w14:textId="77777777" w:rsidR="00BB1E14" w:rsidRPr="003C0201" w:rsidRDefault="00BB1E14" w:rsidP="00344378">
            <w:r w:rsidRPr="003C0201">
              <w:t>Ronger</w:t>
            </w:r>
          </w:p>
        </w:tc>
        <w:tc>
          <w:tcPr>
            <w:tcW w:w="3234" w:type="dxa"/>
            <w:noWrap/>
            <w:hideMark/>
          </w:tcPr>
          <w:p w14:paraId="03730FB3" w14:textId="77777777" w:rsidR="00BB1E14" w:rsidRPr="003C0201" w:rsidRDefault="00BB1E14" w:rsidP="00344378">
            <w:r w:rsidRPr="003C0201">
              <w:t> </w:t>
            </w:r>
          </w:p>
        </w:tc>
        <w:tc>
          <w:tcPr>
            <w:tcW w:w="813" w:type="dxa"/>
            <w:noWrap/>
            <w:hideMark/>
          </w:tcPr>
          <w:p w14:paraId="702DF59B" w14:textId="77777777" w:rsidR="00BB1E14" w:rsidRPr="003C0201" w:rsidRDefault="00BB1E14" w:rsidP="00344378">
            <w:pPr>
              <w:jc w:val="left"/>
            </w:pPr>
            <w:r w:rsidRPr="003C0201">
              <w:t>4</w:t>
            </w:r>
          </w:p>
        </w:tc>
        <w:tc>
          <w:tcPr>
            <w:tcW w:w="830" w:type="dxa"/>
            <w:noWrap/>
            <w:hideMark/>
          </w:tcPr>
          <w:p w14:paraId="2E342243" w14:textId="77777777" w:rsidR="00BB1E14" w:rsidRPr="003C0201" w:rsidRDefault="00BB1E14" w:rsidP="00344378">
            <w:pPr>
              <w:jc w:val="left"/>
            </w:pPr>
            <w:r w:rsidRPr="003C0201">
              <w:t> </w:t>
            </w:r>
          </w:p>
        </w:tc>
        <w:tc>
          <w:tcPr>
            <w:tcW w:w="902" w:type="dxa"/>
            <w:noWrap/>
            <w:hideMark/>
          </w:tcPr>
          <w:p w14:paraId="21132DFF" w14:textId="77777777" w:rsidR="00BB1E14" w:rsidRPr="003C0201" w:rsidRDefault="00BB1E14" w:rsidP="00344378">
            <w:r w:rsidRPr="003C0201">
              <w:t> </w:t>
            </w:r>
          </w:p>
        </w:tc>
      </w:tr>
      <w:tr w:rsidR="00BB1E14" w:rsidRPr="003C0201" w14:paraId="271E4908" w14:textId="77777777" w:rsidTr="00344378">
        <w:trPr>
          <w:trHeight w:val="300"/>
        </w:trPr>
        <w:tc>
          <w:tcPr>
            <w:tcW w:w="10932" w:type="dxa"/>
            <w:noWrap/>
            <w:hideMark/>
          </w:tcPr>
          <w:p w14:paraId="41C0FC9C" w14:textId="77777777" w:rsidR="00BB1E14" w:rsidRPr="003C0201" w:rsidRDefault="00BB1E14" w:rsidP="00344378">
            <w:r w:rsidRPr="003C0201">
              <w:t>Scalpel Handle (L)</w:t>
            </w:r>
          </w:p>
        </w:tc>
        <w:tc>
          <w:tcPr>
            <w:tcW w:w="3234" w:type="dxa"/>
            <w:noWrap/>
            <w:hideMark/>
          </w:tcPr>
          <w:p w14:paraId="23A7B6C7" w14:textId="77777777" w:rsidR="00BB1E14" w:rsidRPr="003C0201" w:rsidRDefault="00BB1E14" w:rsidP="00344378">
            <w:r w:rsidRPr="003C0201">
              <w:t> </w:t>
            </w:r>
          </w:p>
        </w:tc>
        <w:tc>
          <w:tcPr>
            <w:tcW w:w="813" w:type="dxa"/>
            <w:noWrap/>
            <w:hideMark/>
          </w:tcPr>
          <w:p w14:paraId="741BBC6B" w14:textId="77777777" w:rsidR="00BB1E14" w:rsidRPr="003C0201" w:rsidRDefault="00BB1E14" w:rsidP="00344378">
            <w:pPr>
              <w:jc w:val="left"/>
            </w:pPr>
            <w:r w:rsidRPr="003C0201">
              <w:t>2</w:t>
            </w:r>
          </w:p>
        </w:tc>
        <w:tc>
          <w:tcPr>
            <w:tcW w:w="830" w:type="dxa"/>
            <w:noWrap/>
            <w:hideMark/>
          </w:tcPr>
          <w:p w14:paraId="671843B0" w14:textId="77777777" w:rsidR="00BB1E14" w:rsidRPr="003C0201" w:rsidRDefault="00BB1E14" w:rsidP="00344378">
            <w:pPr>
              <w:jc w:val="left"/>
            </w:pPr>
            <w:r w:rsidRPr="003C0201">
              <w:t> </w:t>
            </w:r>
          </w:p>
        </w:tc>
        <w:tc>
          <w:tcPr>
            <w:tcW w:w="902" w:type="dxa"/>
            <w:noWrap/>
            <w:hideMark/>
          </w:tcPr>
          <w:p w14:paraId="28E9A9A8" w14:textId="77777777" w:rsidR="00BB1E14" w:rsidRPr="003C0201" w:rsidRDefault="00BB1E14" w:rsidP="00344378">
            <w:r w:rsidRPr="003C0201">
              <w:t> </w:t>
            </w:r>
          </w:p>
        </w:tc>
      </w:tr>
      <w:tr w:rsidR="00BB1E14" w:rsidRPr="003C0201" w14:paraId="639AB933" w14:textId="77777777" w:rsidTr="00344378">
        <w:trPr>
          <w:trHeight w:val="300"/>
        </w:trPr>
        <w:tc>
          <w:tcPr>
            <w:tcW w:w="10932" w:type="dxa"/>
            <w:noWrap/>
            <w:hideMark/>
          </w:tcPr>
          <w:p w14:paraId="4FE477D2" w14:textId="77777777" w:rsidR="00BB1E14" w:rsidRPr="003C0201" w:rsidRDefault="00BB1E14" w:rsidP="00344378">
            <w:r w:rsidRPr="003C0201">
              <w:t>Scalpel Handle (M)</w:t>
            </w:r>
          </w:p>
        </w:tc>
        <w:tc>
          <w:tcPr>
            <w:tcW w:w="3234" w:type="dxa"/>
            <w:noWrap/>
            <w:hideMark/>
          </w:tcPr>
          <w:p w14:paraId="0AD58ACF" w14:textId="77777777" w:rsidR="00BB1E14" w:rsidRPr="003C0201" w:rsidRDefault="00BB1E14" w:rsidP="00344378">
            <w:r w:rsidRPr="003C0201">
              <w:t> </w:t>
            </w:r>
          </w:p>
        </w:tc>
        <w:tc>
          <w:tcPr>
            <w:tcW w:w="813" w:type="dxa"/>
            <w:noWrap/>
            <w:hideMark/>
          </w:tcPr>
          <w:p w14:paraId="3D3AE0AB" w14:textId="77777777" w:rsidR="00BB1E14" w:rsidRPr="003C0201" w:rsidRDefault="00BB1E14" w:rsidP="00344378">
            <w:pPr>
              <w:jc w:val="left"/>
            </w:pPr>
            <w:r w:rsidRPr="003C0201">
              <w:t>2</w:t>
            </w:r>
          </w:p>
        </w:tc>
        <w:tc>
          <w:tcPr>
            <w:tcW w:w="830" w:type="dxa"/>
            <w:noWrap/>
            <w:hideMark/>
          </w:tcPr>
          <w:p w14:paraId="16C9E62D" w14:textId="77777777" w:rsidR="00BB1E14" w:rsidRPr="003C0201" w:rsidRDefault="00BB1E14" w:rsidP="00344378">
            <w:pPr>
              <w:jc w:val="left"/>
            </w:pPr>
            <w:r w:rsidRPr="003C0201">
              <w:t> </w:t>
            </w:r>
          </w:p>
        </w:tc>
        <w:tc>
          <w:tcPr>
            <w:tcW w:w="902" w:type="dxa"/>
            <w:noWrap/>
            <w:hideMark/>
          </w:tcPr>
          <w:p w14:paraId="5A900EF5" w14:textId="77777777" w:rsidR="00BB1E14" w:rsidRPr="003C0201" w:rsidRDefault="00BB1E14" w:rsidP="00344378">
            <w:r w:rsidRPr="003C0201">
              <w:t> </w:t>
            </w:r>
          </w:p>
        </w:tc>
      </w:tr>
      <w:tr w:rsidR="00BB1E14" w:rsidRPr="003C0201" w14:paraId="14D72313" w14:textId="77777777" w:rsidTr="00344378">
        <w:trPr>
          <w:trHeight w:val="300"/>
        </w:trPr>
        <w:tc>
          <w:tcPr>
            <w:tcW w:w="10932" w:type="dxa"/>
            <w:noWrap/>
            <w:hideMark/>
          </w:tcPr>
          <w:p w14:paraId="41BFBE75" w14:textId="77777777" w:rsidR="00BB1E14" w:rsidRPr="003C0201" w:rsidRDefault="00BB1E14" w:rsidP="00344378">
            <w:r w:rsidRPr="003C0201">
              <w:t xml:space="preserve">PERIOTEAL elevator </w:t>
            </w:r>
          </w:p>
        </w:tc>
        <w:tc>
          <w:tcPr>
            <w:tcW w:w="3234" w:type="dxa"/>
            <w:noWrap/>
            <w:hideMark/>
          </w:tcPr>
          <w:p w14:paraId="73FA5BAD" w14:textId="77777777" w:rsidR="00BB1E14" w:rsidRPr="003C0201" w:rsidRDefault="00BB1E14" w:rsidP="00344378">
            <w:r w:rsidRPr="003C0201">
              <w:t> </w:t>
            </w:r>
          </w:p>
        </w:tc>
        <w:tc>
          <w:tcPr>
            <w:tcW w:w="813" w:type="dxa"/>
            <w:noWrap/>
            <w:hideMark/>
          </w:tcPr>
          <w:p w14:paraId="669BFF7F" w14:textId="77777777" w:rsidR="00BB1E14" w:rsidRPr="003C0201" w:rsidRDefault="00BB1E14" w:rsidP="00344378">
            <w:pPr>
              <w:jc w:val="left"/>
            </w:pPr>
            <w:r w:rsidRPr="003C0201">
              <w:t>3</w:t>
            </w:r>
          </w:p>
        </w:tc>
        <w:tc>
          <w:tcPr>
            <w:tcW w:w="830" w:type="dxa"/>
            <w:noWrap/>
            <w:hideMark/>
          </w:tcPr>
          <w:p w14:paraId="09A58A86" w14:textId="77777777" w:rsidR="00BB1E14" w:rsidRPr="003C0201" w:rsidRDefault="00BB1E14" w:rsidP="00344378">
            <w:pPr>
              <w:jc w:val="left"/>
            </w:pPr>
            <w:r w:rsidRPr="003C0201">
              <w:t> </w:t>
            </w:r>
          </w:p>
        </w:tc>
        <w:tc>
          <w:tcPr>
            <w:tcW w:w="902" w:type="dxa"/>
            <w:noWrap/>
            <w:hideMark/>
          </w:tcPr>
          <w:p w14:paraId="2EBFF2EC" w14:textId="77777777" w:rsidR="00BB1E14" w:rsidRPr="003C0201" w:rsidRDefault="00BB1E14" w:rsidP="00344378">
            <w:r w:rsidRPr="003C0201">
              <w:t> </w:t>
            </w:r>
          </w:p>
        </w:tc>
      </w:tr>
      <w:tr w:rsidR="00BB1E14" w:rsidRPr="003C0201" w14:paraId="331AC2D7" w14:textId="77777777" w:rsidTr="00344378">
        <w:trPr>
          <w:trHeight w:val="300"/>
        </w:trPr>
        <w:tc>
          <w:tcPr>
            <w:tcW w:w="10932" w:type="dxa"/>
            <w:noWrap/>
            <w:hideMark/>
          </w:tcPr>
          <w:p w14:paraId="1C69537D" w14:textId="77777777" w:rsidR="00BB1E14" w:rsidRPr="003C0201" w:rsidRDefault="00BB1E14" w:rsidP="00344378">
            <w:r w:rsidRPr="003C0201">
              <w:t xml:space="preserve">Bone File </w:t>
            </w:r>
          </w:p>
        </w:tc>
        <w:tc>
          <w:tcPr>
            <w:tcW w:w="3234" w:type="dxa"/>
            <w:noWrap/>
            <w:hideMark/>
          </w:tcPr>
          <w:p w14:paraId="0FB4B61C" w14:textId="77777777" w:rsidR="00BB1E14" w:rsidRPr="003C0201" w:rsidRDefault="00BB1E14" w:rsidP="00344378">
            <w:r w:rsidRPr="003C0201">
              <w:t> </w:t>
            </w:r>
          </w:p>
        </w:tc>
        <w:tc>
          <w:tcPr>
            <w:tcW w:w="813" w:type="dxa"/>
            <w:noWrap/>
            <w:hideMark/>
          </w:tcPr>
          <w:p w14:paraId="22BAFF87" w14:textId="77777777" w:rsidR="00BB1E14" w:rsidRPr="003C0201" w:rsidRDefault="00BB1E14" w:rsidP="00344378">
            <w:pPr>
              <w:jc w:val="left"/>
            </w:pPr>
            <w:r w:rsidRPr="003C0201">
              <w:t>3</w:t>
            </w:r>
          </w:p>
        </w:tc>
        <w:tc>
          <w:tcPr>
            <w:tcW w:w="830" w:type="dxa"/>
            <w:noWrap/>
            <w:hideMark/>
          </w:tcPr>
          <w:p w14:paraId="7AE9B016" w14:textId="77777777" w:rsidR="00BB1E14" w:rsidRPr="003C0201" w:rsidRDefault="00BB1E14" w:rsidP="00344378">
            <w:pPr>
              <w:jc w:val="left"/>
            </w:pPr>
            <w:r w:rsidRPr="003C0201">
              <w:t> </w:t>
            </w:r>
          </w:p>
        </w:tc>
        <w:tc>
          <w:tcPr>
            <w:tcW w:w="902" w:type="dxa"/>
            <w:noWrap/>
            <w:hideMark/>
          </w:tcPr>
          <w:p w14:paraId="72153838" w14:textId="77777777" w:rsidR="00BB1E14" w:rsidRPr="003C0201" w:rsidRDefault="00BB1E14" w:rsidP="00344378">
            <w:r w:rsidRPr="003C0201">
              <w:t> </w:t>
            </w:r>
          </w:p>
        </w:tc>
      </w:tr>
      <w:tr w:rsidR="00BB1E14" w:rsidRPr="003C0201" w14:paraId="129281CD" w14:textId="77777777" w:rsidTr="00344378">
        <w:trPr>
          <w:trHeight w:val="300"/>
        </w:trPr>
        <w:tc>
          <w:tcPr>
            <w:tcW w:w="10932" w:type="dxa"/>
            <w:noWrap/>
            <w:hideMark/>
          </w:tcPr>
          <w:p w14:paraId="24B18DBF" w14:textId="77777777" w:rsidR="00BB1E14" w:rsidRPr="003C0201" w:rsidRDefault="00BB1E14" w:rsidP="00344378">
            <w:r w:rsidRPr="003C0201">
              <w:t xml:space="preserve">Mallet &amp; Chisel </w:t>
            </w:r>
          </w:p>
        </w:tc>
        <w:tc>
          <w:tcPr>
            <w:tcW w:w="3234" w:type="dxa"/>
            <w:noWrap/>
            <w:hideMark/>
          </w:tcPr>
          <w:p w14:paraId="4A97917B" w14:textId="77777777" w:rsidR="00BB1E14" w:rsidRPr="003C0201" w:rsidRDefault="00BB1E14" w:rsidP="00344378">
            <w:r w:rsidRPr="003C0201">
              <w:t> </w:t>
            </w:r>
          </w:p>
        </w:tc>
        <w:tc>
          <w:tcPr>
            <w:tcW w:w="813" w:type="dxa"/>
            <w:noWrap/>
            <w:hideMark/>
          </w:tcPr>
          <w:p w14:paraId="33B50542" w14:textId="77777777" w:rsidR="00BB1E14" w:rsidRPr="003C0201" w:rsidRDefault="00BB1E14" w:rsidP="00344378">
            <w:pPr>
              <w:jc w:val="left"/>
            </w:pPr>
            <w:r w:rsidRPr="003C0201">
              <w:t>2</w:t>
            </w:r>
          </w:p>
        </w:tc>
        <w:tc>
          <w:tcPr>
            <w:tcW w:w="830" w:type="dxa"/>
            <w:noWrap/>
            <w:hideMark/>
          </w:tcPr>
          <w:p w14:paraId="42978C31" w14:textId="77777777" w:rsidR="00BB1E14" w:rsidRPr="003C0201" w:rsidRDefault="00BB1E14" w:rsidP="00344378">
            <w:pPr>
              <w:jc w:val="left"/>
            </w:pPr>
            <w:r w:rsidRPr="003C0201">
              <w:t> </w:t>
            </w:r>
          </w:p>
        </w:tc>
        <w:tc>
          <w:tcPr>
            <w:tcW w:w="902" w:type="dxa"/>
            <w:noWrap/>
            <w:hideMark/>
          </w:tcPr>
          <w:p w14:paraId="4AEA1E20" w14:textId="77777777" w:rsidR="00BB1E14" w:rsidRPr="003C0201" w:rsidRDefault="00BB1E14" w:rsidP="00344378">
            <w:r w:rsidRPr="003C0201">
              <w:t> </w:t>
            </w:r>
          </w:p>
        </w:tc>
      </w:tr>
      <w:tr w:rsidR="00BB1E14" w:rsidRPr="003C0201" w14:paraId="3F17ECD5" w14:textId="77777777" w:rsidTr="00344378">
        <w:trPr>
          <w:trHeight w:val="300"/>
        </w:trPr>
        <w:tc>
          <w:tcPr>
            <w:tcW w:w="10932" w:type="dxa"/>
            <w:noWrap/>
            <w:hideMark/>
          </w:tcPr>
          <w:p w14:paraId="198A5697" w14:textId="77777777" w:rsidR="00BB1E14" w:rsidRPr="003C0201" w:rsidRDefault="00BB1E14" w:rsidP="00344378">
            <w:r w:rsidRPr="003C0201">
              <w:t xml:space="preserve">Cunnette </w:t>
            </w:r>
          </w:p>
        </w:tc>
        <w:tc>
          <w:tcPr>
            <w:tcW w:w="3234" w:type="dxa"/>
            <w:noWrap/>
            <w:hideMark/>
          </w:tcPr>
          <w:p w14:paraId="6B288C69" w14:textId="77777777" w:rsidR="00BB1E14" w:rsidRPr="003C0201" w:rsidRDefault="00BB1E14" w:rsidP="00344378">
            <w:r w:rsidRPr="003C0201">
              <w:t> </w:t>
            </w:r>
          </w:p>
        </w:tc>
        <w:tc>
          <w:tcPr>
            <w:tcW w:w="813" w:type="dxa"/>
            <w:noWrap/>
            <w:hideMark/>
          </w:tcPr>
          <w:p w14:paraId="0D9F82C5" w14:textId="77777777" w:rsidR="00BB1E14" w:rsidRPr="003C0201" w:rsidRDefault="00BB1E14" w:rsidP="00344378">
            <w:pPr>
              <w:jc w:val="left"/>
            </w:pPr>
            <w:r w:rsidRPr="003C0201">
              <w:t>2</w:t>
            </w:r>
          </w:p>
        </w:tc>
        <w:tc>
          <w:tcPr>
            <w:tcW w:w="830" w:type="dxa"/>
            <w:noWrap/>
            <w:hideMark/>
          </w:tcPr>
          <w:p w14:paraId="3B688553" w14:textId="77777777" w:rsidR="00BB1E14" w:rsidRPr="003C0201" w:rsidRDefault="00BB1E14" w:rsidP="00344378">
            <w:pPr>
              <w:jc w:val="left"/>
            </w:pPr>
            <w:r w:rsidRPr="003C0201">
              <w:t> </w:t>
            </w:r>
          </w:p>
        </w:tc>
        <w:tc>
          <w:tcPr>
            <w:tcW w:w="902" w:type="dxa"/>
            <w:noWrap/>
            <w:hideMark/>
          </w:tcPr>
          <w:p w14:paraId="33CF9F1D" w14:textId="77777777" w:rsidR="00BB1E14" w:rsidRPr="003C0201" w:rsidRDefault="00BB1E14" w:rsidP="00344378">
            <w:r w:rsidRPr="003C0201">
              <w:t> </w:t>
            </w:r>
          </w:p>
        </w:tc>
      </w:tr>
      <w:tr w:rsidR="00BB1E14" w:rsidRPr="003C0201" w14:paraId="782A6D02" w14:textId="77777777" w:rsidTr="00344378">
        <w:trPr>
          <w:trHeight w:val="300"/>
        </w:trPr>
        <w:tc>
          <w:tcPr>
            <w:tcW w:w="10932" w:type="dxa"/>
            <w:noWrap/>
            <w:hideMark/>
          </w:tcPr>
          <w:p w14:paraId="13E5844B" w14:textId="77777777" w:rsidR="00BB1E14" w:rsidRPr="003C0201" w:rsidRDefault="00BB1E14" w:rsidP="00344378">
            <w:r w:rsidRPr="003C0201">
              <w:t>Check retractor (wide)</w:t>
            </w:r>
          </w:p>
        </w:tc>
        <w:tc>
          <w:tcPr>
            <w:tcW w:w="3234" w:type="dxa"/>
            <w:noWrap/>
            <w:hideMark/>
          </w:tcPr>
          <w:p w14:paraId="6710EDB6" w14:textId="77777777" w:rsidR="00BB1E14" w:rsidRPr="003C0201" w:rsidRDefault="00BB1E14" w:rsidP="00344378">
            <w:r w:rsidRPr="003C0201">
              <w:t> </w:t>
            </w:r>
          </w:p>
        </w:tc>
        <w:tc>
          <w:tcPr>
            <w:tcW w:w="813" w:type="dxa"/>
            <w:noWrap/>
            <w:hideMark/>
          </w:tcPr>
          <w:p w14:paraId="0F7C4F5D" w14:textId="77777777" w:rsidR="00BB1E14" w:rsidRPr="003C0201" w:rsidRDefault="00BB1E14" w:rsidP="00344378">
            <w:pPr>
              <w:jc w:val="left"/>
            </w:pPr>
            <w:r w:rsidRPr="003C0201">
              <w:t>2</w:t>
            </w:r>
          </w:p>
        </w:tc>
        <w:tc>
          <w:tcPr>
            <w:tcW w:w="830" w:type="dxa"/>
            <w:noWrap/>
            <w:hideMark/>
          </w:tcPr>
          <w:p w14:paraId="2EFD5A02" w14:textId="77777777" w:rsidR="00BB1E14" w:rsidRPr="003C0201" w:rsidRDefault="00BB1E14" w:rsidP="00344378">
            <w:pPr>
              <w:jc w:val="left"/>
            </w:pPr>
            <w:r w:rsidRPr="003C0201">
              <w:t> </w:t>
            </w:r>
          </w:p>
        </w:tc>
        <w:tc>
          <w:tcPr>
            <w:tcW w:w="902" w:type="dxa"/>
            <w:noWrap/>
            <w:hideMark/>
          </w:tcPr>
          <w:p w14:paraId="4872D38C" w14:textId="77777777" w:rsidR="00BB1E14" w:rsidRPr="003C0201" w:rsidRDefault="00BB1E14" w:rsidP="00344378">
            <w:r w:rsidRPr="003C0201">
              <w:t> </w:t>
            </w:r>
          </w:p>
        </w:tc>
      </w:tr>
      <w:tr w:rsidR="00BB1E14" w:rsidRPr="003C0201" w14:paraId="25D81D31" w14:textId="77777777" w:rsidTr="00344378">
        <w:trPr>
          <w:trHeight w:val="300"/>
        </w:trPr>
        <w:tc>
          <w:tcPr>
            <w:tcW w:w="10932" w:type="dxa"/>
            <w:noWrap/>
            <w:hideMark/>
          </w:tcPr>
          <w:p w14:paraId="0EA4ED0D" w14:textId="77777777" w:rsidR="00BB1E14" w:rsidRPr="003C0201" w:rsidRDefault="00BB1E14" w:rsidP="00344378">
            <w:r w:rsidRPr="003C0201">
              <w:t>Check retractor (Medium)</w:t>
            </w:r>
          </w:p>
        </w:tc>
        <w:tc>
          <w:tcPr>
            <w:tcW w:w="3234" w:type="dxa"/>
            <w:noWrap/>
            <w:hideMark/>
          </w:tcPr>
          <w:p w14:paraId="6826C0FF" w14:textId="77777777" w:rsidR="00BB1E14" w:rsidRPr="003C0201" w:rsidRDefault="00BB1E14" w:rsidP="00344378">
            <w:r w:rsidRPr="003C0201">
              <w:t> </w:t>
            </w:r>
          </w:p>
        </w:tc>
        <w:tc>
          <w:tcPr>
            <w:tcW w:w="813" w:type="dxa"/>
            <w:noWrap/>
            <w:hideMark/>
          </w:tcPr>
          <w:p w14:paraId="31C6D619" w14:textId="77777777" w:rsidR="00BB1E14" w:rsidRPr="003C0201" w:rsidRDefault="00BB1E14" w:rsidP="00344378">
            <w:pPr>
              <w:jc w:val="left"/>
            </w:pPr>
            <w:r w:rsidRPr="003C0201">
              <w:t>2</w:t>
            </w:r>
          </w:p>
        </w:tc>
        <w:tc>
          <w:tcPr>
            <w:tcW w:w="830" w:type="dxa"/>
            <w:noWrap/>
            <w:hideMark/>
          </w:tcPr>
          <w:p w14:paraId="3410404B" w14:textId="77777777" w:rsidR="00BB1E14" w:rsidRPr="003C0201" w:rsidRDefault="00BB1E14" w:rsidP="00344378">
            <w:pPr>
              <w:jc w:val="left"/>
            </w:pPr>
            <w:r w:rsidRPr="003C0201">
              <w:t> </w:t>
            </w:r>
          </w:p>
        </w:tc>
        <w:tc>
          <w:tcPr>
            <w:tcW w:w="902" w:type="dxa"/>
            <w:noWrap/>
            <w:hideMark/>
          </w:tcPr>
          <w:p w14:paraId="6E7F5476" w14:textId="77777777" w:rsidR="00BB1E14" w:rsidRPr="003C0201" w:rsidRDefault="00BB1E14" w:rsidP="00344378">
            <w:r w:rsidRPr="003C0201">
              <w:t> </w:t>
            </w:r>
          </w:p>
        </w:tc>
      </w:tr>
      <w:tr w:rsidR="00BB1E14" w:rsidRPr="003C0201" w14:paraId="531C5B37" w14:textId="77777777" w:rsidTr="00344378">
        <w:trPr>
          <w:trHeight w:val="300"/>
        </w:trPr>
        <w:tc>
          <w:tcPr>
            <w:tcW w:w="10932" w:type="dxa"/>
            <w:noWrap/>
            <w:hideMark/>
          </w:tcPr>
          <w:p w14:paraId="6EE4B10C" w14:textId="77777777" w:rsidR="00BB1E14" w:rsidRPr="003C0201" w:rsidRDefault="00BB1E14" w:rsidP="00344378">
            <w:r w:rsidRPr="003C0201">
              <w:t>Needle holders(pairs)</w:t>
            </w:r>
          </w:p>
        </w:tc>
        <w:tc>
          <w:tcPr>
            <w:tcW w:w="3234" w:type="dxa"/>
            <w:noWrap/>
            <w:hideMark/>
          </w:tcPr>
          <w:p w14:paraId="566907CD" w14:textId="77777777" w:rsidR="00BB1E14" w:rsidRPr="003C0201" w:rsidRDefault="00BB1E14" w:rsidP="00344378">
            <w:r w:rsidRPr="003C0201">
              <w:t> </w:t>
            </w:r>
          </w:p>
        </w:tc>
        <w:tc>
          <w:tcPr>
            <w:tcW w:w="813" w:type="dxa"/>
            <w:noWrap/>
            <w:hideMark/>
          </w:tcPr>
          <w:p w14:paraId="165D39CA" w14:textId="77777777" w:rsidR="00BB1E14" w:rsidRPr="003C0201" w:rsidRDefault="00BB1E14" w:rsidP="00344378">
            <w:pPr>
              <w:jc w:val="left"/>
            </w:pPr>
            <w:r w:rsidRPr="003C0201">
              <w:t>3</w:t>
            </w:r>
          </w:p>
        </w:tc>
        <w:tc>
          <w:tcPr>
            <w:tcW w:w="830" w:type="dxa"/>
            <w:noWrap/>
            <w:hideMark/>
          </w:tcPr>
          <w:p w14:paraId="117EA698" w14:textId="77777777" w:rsidR="00BB1E14" w:rsidRPr="003C0201" w:rsidRDefault="00BB1E14" w:rsidP="00344378">
            <w:pPr>
              <w:jc w:val="left"/>
            </w:pPr>
            <w:r w:rsidRPr="003C0201">
              <w:t> </w:t>
            </w:r>
          </w:p>
        </w:tc>
        <w:tc>
          <w:tcPr>
            <w:tcW w:w="902" w:type="dxa"/>
            <w:noWrap/>
            <w:hideMark/>
          </w:tcPr>
          <w:p w14:paraId="42C9CF23" w14:textId="77777777" w:rsidR="00BB1E14" w:rsidRPr="003C0201" w:rsidRDefault="00BB1E14" w:rsidP="00344378">
            <w:r w:rsidRPr="003C0201">
              <w:t> </w:t>
            </w:r>
          </w:p>
        </w:tc>
      </w:tr>
      <w:tr w:rsidR="00BB1E14" w:rsidRPr="003C0201" w14:paraId="6A21A5D3" w14:textId="77777777" w:rsidTr="00344378">
        <w:trPr>
          <w:trHeight w:val="300"/>
        </w:trPr>
        <w:tc>
          <w:tcPr>
            <w:tcW w:w="10932" w:type="dxa"/>
            <w:noWrap/>
            <w:hideMark/>
          </w:tcPr>
          <w:p w14:paraId="01E41D3C" w14:textId="77777777" w:rsidR="00BB1E14" w:rsidRPr="003C0201" w:rsidRDefault="00BB1E14" w:rsidP="00344378">
            <w:r w:rsidRPr="003C0201">
              <w:t>Artery forceps</w:t>
            </w:r>
          </w:p>
        </w:tc>
        <w:tc>
          <w:tcPr>
            <w:tcW w:w="3234" w:type="dxa"/>
            <w:noWrap/>
            <w:hideMark/>
          </w:tcPr>
          <w:p w14:paraId="27422884" w14:textId="77777777" w:rsidR="00BB1E14" w:rsidRPr="003C0201" w:rsidRDefault="00BB1E14" w:rsidP="00344378">
            <w:r w:rsidRPr="003C0201">
              <w:t> </w:t>
            </w:r>
          </w:p>
        </w:tc>
        <w:tc>
          <w:tcPr>
            <w:tcW w:w="813" w:type="dxa"/>
            <w:noWrap/>
            <w:hideMark/>
          </w:tcPr>
          <w:p w14:paraId="30191FC1" w14:textId="77777777" w:rsidR="00BB1E14" w:rsidRPr="003C0201" w:rsidRDefault="00BB1E14" w:rsidP="00344378">
            <w:pPr>
              <w:jc w:val="left"/>
            </w:pPr>
            <w:r w:rsidRPr="003C0201">
              <w:t>4</w:t>
            </w:r>
          </w:p>
        </w:tc>
        <w:tc>
          <w:tcPr>
            <w:tcW w:w="830" w:type="dxa"/>
            <w:noWrap/>
            <w:hideMark/>
          </w:tcPr>
          <w:p w14:paraId="4EE40AC0" w14:textId="77777777" w:rsidR="00BB1E14" w:rsidRPr="003C0201" w:rsidRDefault="00BB1E14" w:rsidP="00344378">
            <w:pPr>
              <w:jc w:val="left"/>
            </w:pPr>
            <w:r w:rsidRPr="003C0201">
              <w:t> </w:t>
            </w:r>
          </w:p>
        </w:tc>
        <w:tc>
          <w:tcPr>
            <w:tcW w:w="902" w:type="dxa"/>
            <w:noWrap/>
            <w:hideMark/>
          </w:tcPr>
          <w:p w14:paraId="1D7D4736" w14:textId="77777777" w:rsidR="00BB1E14" w:rsidRPr="003C0201" w:rsidRDefault="00BB1E14" w:rsidP="00344378">
            <w:r w:rsidRPr="003C0201">
              <w:t> </w:t>
            </w:r>
          </w:p>
        </w:tc>
      </w:tr>
      <w:tr w:rsidR="00BB1E14" w:rsidRPr="003C0201" w14:paraId="648BD106" w14:textId="77777777" w:rsidTr="00344378">
        <w:trPr>
          <w:trHeight w:val="300"/>
        </w:trPr>
        <w:tc>
          <w:tcPr>
            <w:tcW w:w="10932" w:type="dxa"/>
            <w:noWrap/>
            <w:hideMark/>
          </w:tcPr>
          <w:p w14:paraId="27E38D3C" w14:textId="77777777" w:rsidR="00BB1E14" w:rsidRPr="003C0201" w:rsidRDefault="00BB1E14" w:rsidP="00344378">
            <w:r w:rsidRPr="003C0201">
              <w:t>Surgical scissors (sstraight)</w:t>
            </w:r>
          </w:p>
        </w:tc>
        <w:tc>
          <w:tcPr>
            <w:tcW w:w="3234" w:type="dxa"/>
            <w:noWrap/>
            <w:hideMark/>
          </w:tcPr>
          <w:p w14:paraId="5FADFAC1" w14:textId="77777777" w:rsidR="00BB1E14" w:rsidRPr="003C0201" w:rsidRDefault="00BB1E14" w:rsidP="00344378">
            <w:r w:rsidRPr="003C0201">
              <w:t> </w:t>
            </w:r>
          </w:p>
        </w:tc>
        <w:tc>
          <w:tcPr>
            <w:tcW w:w="813" w:type="dxa"/>
            <w:noWrap/>
            <w:hideMark/>
          </w:tcPr>
          <w:p w14:paraId="3079B4A7" w14:textId="77777777" w:rsidR="00BB1E14" w:rsidRPr="003C0201" w:rsidRDefault="00BB1E14" w:rsidP="00344378">
            <w:pPr>
              <w:jc w:val="left"/>
            </w:pPr>
            <w:r w:rsidRPr="003C0201">
              <w:t>2</w:t>
            </w:r>
          </w:p>
        </w:tc>
        <w:tc>
          <w:tcPr>
            <w:tcW w:w="830" w:type="dxa"/>
            <w:noWrap/>
            <w:hideMark/>
          </w:tcPr>
          <w:p w14:paraId="48142BC8" w14:textId="77777777" w:rsidR="00BB1E14" w:rsidRPr="003C0201" w:rsidRDefault="00BB1E14" w:rsidP="00344378">
            <w:pPr>
              <w:jc w:val="left"/>
            </w:pPr>
            <w:r w:rsidRPr="003C0201">
              <w:t> </w:t>
            </w:r>
          </w:p>
        </w:tc>
        <w:tc>
          <w:tcPr>
            <w:tcW w:w="902" w:type="dxa"/>
            <w:noWrap/>
            <w:hideMark/>
          </w:tcPr>
          <w:p w14:paraId="48E06B93" w14:textId="77777777" w:rsidR="00BB1E14" w:rsidRPr="003C0201" w:rsidRDefault="00BB1E14" w:rsidP="00344378">
            <w:r w:rsidRPr="003C0201">
              <w:t> </w:t>
            </w:r>
          </w:p>
        </w:tc>
      </w:tr>
      <w:tr w:rsidR="00BB1E14" w:rsidRPr="003C0201" w14:paraId="040950E7" w14:textId="77777777" w:rsidTr="00344378">
        <w:trPr>
          <w:trHeight w:val="300"/>
        </w:trPr>
        <w:tc>
          <w:tcPr>
            <w:tcW w:w="10932" w:type="dxa"/>
            <w:noWrap/>
            <w:hideMark/>
          </w:tcPr>
          <w:p w14:paraId="62DEBF39" w14:textId="77777777" w:rsidR="00BB1E14" w:rsidRPr="003C0201" w:rsidRDefault="00BB1E14" w:rsidP="00344378">
            <w:r w:rsidRPr="003C0201">
              <w:t xml:space="preserve">Curved scissors </w:t>
            </w:r>
          </w:p>
        </w:tc>
        <w:tc>
          <w:tcPr>
            <w:tcW w:w="3234" w:type="dxa"/>
            <w:noWrap/>
            <w:hideMark/>
          </w:tcPr>
          <w:p w14:paraId="165AEB11" w14:textId="77777777" w:rsidR="00BB1E14" w:rsidRPr="003C0201" w:rsidRDefault="00BB1E14" w:rsidP="00344378">
            <w:r w:rsidRPr="003C0201">
              <w:t> </w:t>
            </w:r>
          </w:p>
        </w:tc>
        <w:tc>
          <w:tcPr>
            <w:tcW w:w="813" w:type="dxa"/>
            <w:noWrap/>
            <w:hideMark/>
          </w:tcPr>
          <w:p w14:paraId="38F89A3B" w14:textId="77777777" w:rsidR="00BB1E14" w:rsidRPr="003C0201" w:rsidRDefault="00BB1E14" w:rsidP="00344378">
            <w:pPr>
              <w:jc w:val="left"/>
            </w:pPr>
            <w:r w:rsidRPr="003C0201">
              <w:t>2</w:t>
            </w:r>
          </w:p>
        </w:tc>
        <w:tc>
          <w:tcPr>
            <w:tcW w:w="830" w:type="dxa"/>
            <w:noWrap/>
            <w:hideMark/>
          </w:tcPr>
          <w:p w14:paraId="3441A5F9" w14:textId="77777777" w:rsidR="00BB1E14" w:rsidRPr="003C0201" w:rsidRDefault="00BB1E14" w:rsidP="00344378">
            <w:pPr>
              <w:jc w:val="left"/>
            </w:pPr>
            <w:r w:rsidRPr="003C0201">
              <w:t> </w:t>
            </w:r>
          </w:p>
        </w:tc>
        <w:tc>
          <w:tcPr>
            <w:tcW w:w="902" w:type="dxa"/>
            <w:noWrap/>
            <w:hideMark/>
          </w:tcPr>
          <w:p w14:paraId="55890172" w14:textId="77777777" w:rsidR="00BB1E14" w:rsidRPr="003C0201" w:rsidRDefault="00BB1E14" w:rsidP="00344378">
            <w:r w:rsidRPr="003C0201">
              <w:t> </w:t>
            </w:r>
          </w:p>
        </w:tc>
      </w:tr>
      <w:tr w:rsidR="00BB1E14" w:rsidRPr="003C0201" w14:paraId="5AC8245F" w14:textId="77777777" w:rsidTr="00344378">
        <w:trPr>
          <w:trHeight w:val="300"/>
        </w:trPr>
        <w:tc>
          <w:tcPr>
            <w:tcW w:w="10932" w:type="dxa"/>
            <w:noWrap/>
            <w:hideMark/>
          </w:tcPr>
          <w:p w14:paraId="74716344" w14:textId="77777777" w:rsidR="00BB1E14" w:rsidRPr="003C0201" w:rsidRDefault="00BB1E14" w:rsidP="00344378">
            <w:r w:rsidRPr="003C0201">
              <w:t>Rot tooth forcep</w:t>
            </w:r>
          </w:p>
        </w:tc>
        <w:tc>
          <w:tcPr>
            <w:tcW w:w="3234" w:type="dxa"/>
            <w:noWrap/>
            <w:hideMark/>
          </w:tcPr>
          <w:p w14:paraId="3CFA0E21" w14:textId="77777777" w:rsidR="00BB1E14" w:rsidRPr="003C0201" w:rsidRDefault="00BB1E14" w:rsidP="00344378">
            <w:r w:rsidRPr="003C0201">
              <w:t> </w:t>
            </w:r>
          </w:p>
        </w:tc>
        <w:tc>
          <w:tcPr>
            <w:tcW w:w="813" w:type="dxa"/>
            <w:noWrap/>
            <w:hideMark/>
          </w:tcPr>
          <w:p w14:paraId="5FFCED84" w14:textId="77777777" w:rsidR="00BB1E14" w:rsidRPr="003C0201" w:rsidRDefault="00BB1E14" w:rsidP="00344378">
            <w:pPr>
              <w:jc w:val="left"/>
            </w:pPr>
            <w:r w:rsidRPr="003C0201">
              <w:t>2</w:t>
            </w:r>
          </w:p>
        </w:tc>
        <w:tc>
          <w:tcPr>
            <w:tcW w:w="830" w:type="dxa"/>
            <w:noWrap/>
            <w:hideMark/>
          </w:tcPr>
          <w:p w14:paraId="0530BF84" w14:textId="77777777" w:rsidR="00BB1E14" w:rsidRPr="003C0201" w:rsidRDefault="00BB1E14" w:rsidP="00344378">
            <w:pPr>
              <w:jc w:val="left"/>
            </w:pPr>
            <w:r w:rsidRPr="003C0201">
              <w:t> </w:t>
            </w:r>
          </w:p>
        </w:tc>
        <w:tc>
          <w:tcPr>
            <w:tcW w:w="902" w:type="dxa"/>
            <w:noWrap/>
            <w:hideMark/>
          </w:tcPr>
          <w:p w14:paraId="3A2FE745" w14:textId="77777777" w:rsidR="00BB1E14" w:rsidRPr="003C0201" w:rsidRDefault="00BB1E14" w:rsidP="00344378">
            <w:r w:rsidRPr="003C0201">
              <w:t> </w:t>
            </w:r>
          </w:p>
        </w:tc>
      </w:tr>
      <w:tr w:rsidR="00BB1E14" w:rsidRPr="003C0201" w14:paraId="53BB135B" w14:textId="77777777" w:rsidTr="00344378">
        <w:trPr>
          <w:trHeight w:val="300"/>
        </w:trPr>
        <w:tc>
          <w:tcPr>
            <w:tcW w:w="10932" w:type="dxa"/>
            <w:noWrap/>
            <w:hideMark/>
          </w:tcPr>
          <w:p w14:paraId="4B283657" w14:textId="77777777" w:rsidR="00BB1E14" w:rsidRPr="003C0201" w:rsidRDefault="00BB1E14" w:rsidP="00344378">
            <w:r w:rsidRPr="003C0201">
              <w:t xml:space="preserve">Hand wire cutters </w:t>
            </w:r>
          </w:p>
        </w:tc>
        <w:tc>
          <w:tcPr>
            <w:tcW w:w="3234" w:type="dxa"/>
            <w:noWrap/>
            <w:hideMark/>
          </w:tcPr>
          <w:p w14:paraId="60B97BAC" w14:textId="77777777" w:rsidR="00BB1E14" w:rsidRPr="003C0201" w:rsidRDefault="00BB1E14" w:rsidP="00344378">
            <w:r w:rsidRPr="003C0201">
              <w:t> </w:t>
            </w:r>
          </w:p>
        </w:tc>
        <w:tc>
          <w:tcPr>
            <w:tcW w:w="813" w:type="dxa"/>
            <w:noWrap/>
            <w:hideMark/>
          </w:tcPr>
          <w:p w14:paraId="46CA6E0B" w14:textId="77777777" w:rsidR="00BB1E14" w:rsidRPr="003C0201" w:rsidRDefault="00BB1E14" w:rsidP="00344378">
            <w:pPr>
              <w:jc w:val="left"/>
            </w:pPr>
            <w:r w:rsidRPr="003C0201">
              <w:t>3</w:t>
            </w:r>
          </w:p>
        </w:tc>
        <w:tc>
          <w:tcPr>
            <w:tcW w:w="830" w:type="dxa"/>
            <w:noWrap/>
            <w:hideMark/>
          </w:tcPr>
          <w:p w14:paraId="5EEC7FCD" w14:textId="77777777" w:rsidR="00BB1E14" w:rsidRPr="003C0201" w:rsidRDefault="00BB1E14" w:rsidP="00344378">
            <w:pPr>
              <w:jc w:val="left"/>
            </w:pPr>
            <w:r w:rsidRPr="003C0201">
              <w:t> </w:t>
            </w:r>
          </w:p>
        </w:tc>
        <w:tc>
          <w:tcPr>
            <w:tcW w:w="902" w:type="dxa"/>
            <w:noWrap/>
            <w:hideMark/>
          </w:tcPr>
          <w:p w14:paraId="31EFB337" w14:textId="77777777" w:rsidR="00BB1E14" w:rsidRPr="003C0201" w:rsidRDefault="00BB1E14" w:rsidP="00344378">
            <w:r w:rsidRPr="003C0201">
              <w:t> </w:t>
            </w:r>
          </w:p>
        </w:tc>
      </w:tr>
      <w:tr w:rsidR="00BB1E14" w:rsidRPr="003C0201" w14:paraId="2DDC92DD" w14:textId="77777777" w:rsidTr="00344378">
        <w:trPr>
          <w:trHeight w:val="300"/>
        </w:trPr>
        <w:tc>
          <w:tcPr>
            <w:tcW w:w="10932" w:type="dxa"/>
            <w:noWrap/>
            <w:hideMark/>
          </w:tcPr>
          <w:p w14:paraId="4AE263BF" w14:textId="77777777" w:rsidR="00BB1E14" w:rsidRPr="003C0201" w:rsidRDefault="00BB1E14" w:rsidP="00344378">
            <w:r w:rsidRPr="003C0201">
              <w:t xml:space="preserve">Fracture wires (#6 &amp; #5)one each </w:t>
            </w:r>
          </w:p>
        </w:tc>
        <w:tc>
          <w:tcPr>
            <w:tcW w:w="3234" w:type="dxa"/>
            <w:noWrap/>
            <w:hideMark/>
          </w:tcPr>
          <w:p w14:paraId="6A19807C" w14:textId="77777777" w:rsidR="00BB1E14" w:rsidRPr="003C0201" w:rsidRDefault="00BB1E14" w:rsidP="00344378">
            <w:r w:rsidRPr="003C0201">
              <w:t> </w:t>
            </w:r>
          </w:p>
        </w:tc>
        <w:tc>
          <w:tcPr>
            <w:tcW w:w="813" w:type="dxa"/>
            <w:noWrap/>
            <w:hideMark/>
          </w:tcPr>
          <w:p w14:paraId="6F62F6AD" w14:textId="77777777" w:rsidR="00BB1E14" w:rsidRPr="003C0201" w:rsidRDefault="00BB1E14" w:rsidP="00344378">
            <w:pPr>
              <w:jc w:val="left"/>
            </w:pPr>
            <w:r w:rsidRPr="003C0201">
              <w:t>2</w:t>
            </w:r>
          </w:p>
        </w:tc>
        <w:tc>
          <w:tcPr>
            <w:tcW w:w="830" w:type="dxa"/>
            <w:noWrap/>
            <w:hideMark/>
          </w:tcPr>
          <w:p w14:paraId="429E3EB0" w14:textId="77777777" w:rsidR="00BB1E14" w:rsidRPr="003C0201" w:rsidRDefault="00BB1E14" w:rsidP="00344378">
            <w:pPr>
              <w:jc w:val="left"/>
            </w:pPr>
            <w:r w:rsidRPr="003C0201">
              <w:t> </w:t>
            </w:r>
          </w:p>
        </w:tc>
        <w:tc>
          <w:tcPr>
            <w:tcW w:w="902" w:type="dxa"/>
            <w:noWrap/>
            <w:hideMark/>
          </w:tcPr>
          <w:p w14:paraId="4BD7B8E2" w14:textId="77777777" w:rsidR="00BB1E14" w:rsidRPr="003C0201" w:rsidRDefault="00BB1E14" w:rsidP="00344378">
            <w:r w:rsidRPr="003C0201">
              <w:t> </w:t>
            </w:r>
          </w:p>
        </w:tc>
      </w:tr>
      <w:tr w:rsidR="00BB1E14" w:rsidRPr="003C0201" w14:paraId="2E23091C" w14:textId="77777777" w:rsidTr="00344378">
        <w:trPr>
          <w:trHeight w:val="300"/>
        </w:trPr>
        <w:tc>
          <w:tcPr>
            <w:tcW w:w="10932" w:type="dxa"/>
            <w:noWrap/>
            <w:hideMark/>
          </w:tcPr>
          <w:p w14:paraId="01FAFD2F" w14:textId="77777777" w:rsidR="00BB1E14" w:rsidRPr="003C0201" w:rsidRDefault="00BB1E14" w:rsidP="00344378">
            <w:r w:rsidRPr="003C0201">
              <w:t>legenback retractor-small, medium and large</w:t>
            </w:r>
          </w:p>
        </w:tc>
        <w:tc>
          <w:tcPr>
            <w:tcW w:w="3234" w:type="dxa"/>
            <w:noWrap/>
            <w:hideMark/>
          </w:tcPr>
          <w:p w14:paraId="14CF9FD6" w14:textId="77777777" w:rsidR="00BB1E14" w:rsidRPr="003C0201" w:rsidRDefault="00BB1E14" w:rsidP="00344378">
            <w:r w:rsidRPr="003C0201">
              <w:t>1pair each</w:t>
            </w:r>
          </w:p>
        </w:tc>
        <w:tc>
          <w:tcPr>
            <w:tcW w:w="813" w:type="dxa"/>
            <w:noWrap/>
            <w:hideMark/>
          </w:tcPr>
          <w:p w14:paraId="7C338B37" w14:textId="77777777" w:rsidR="00BB1E14" w:rsidRPr="003C0201" w:rsidRDefault="00BB1E14" w:rsidP="00344378">
            <w:pPr>
              <w:jc w:val="left"/>
            </w:pPr>
            <w:r w:rsidRPr="003C0201">
              <w:t>3</w:t>
            </w:r>
          </w:p>
        </w:tc>
        <w:tc>
          <w:tcPr>
            <w:tcW w:w="830" w:type="dxa"/>
            <w:noWrap/>
            <w:hideMark/>
          </w:tcPr>
          <w:p w14:paraId="6070AFD8" w14:textId="77777777" w:rsidR="00BB1E14" w:rsidRPr="003C0201" w:rsidRDefault="00BB1E14" w:rsidP="00344378">
            <w:pPr>
              <w:jc w:val="left"/>
            </w:pPr>
            <w:r w:rsidRPr="003C0201">
              <w:t> </w:t>
            </w:r>
          </w:p>
        </w:tc>
        <w:tc>
          <w:tcPr>
            <w:tcW w:w="902" w:type="dxa"/>
            <w:noWrap/>
            <w:hideMark/>
          </w:tcPr>
          <w:p w14:paraId="5E16DCD7" w14:textId="77777777" w:rsidR="00BB1E14" w:rsidRPr="003C0201" w:rsidRDefault="00BB1E14" w:rsidP="00344378">
            <w:r w:rsidRPr="003C0201">
              <w:t> </w:t>
            </w:r>
          </w:p>
        </w:tc>
      </w:tr>
      <w:tr w:rsidR="00BB1E14" w:rsidRPr="003C0201" w14:paraId="05604BE5" w14:textId="77777777" w:rsidTr="00344378">
        <w:trPr>
          <w:trHeight w:val="300"/>
        </w:trPr>
        <w:tc>
          <w:tcPr>
            <w:tcW w:w="10932" w:type="dxa"/>
            <w:noWrap/>
            <w:hideMark/>
          </w:tcPr>
          <w:p w14:paraId="11214B52" w14:textId="77777777" w:rsidR="00BB1E14" w:rsidRPr="003C0201" w:rsidRDefault="00BB1E14" w:rsidP="00344378">
            <w:r w:rsidRPr="003C0201">
              <w:t xml:space="preserve">Mallables </w:t>
            </w:r>
          </w:p>
        </w:tc>
        <w:tc>
          <w:tcPr>
            <w:tcW w:w="3234" w:type="dxa"/>
            <w:noWrap/>
            <w:hideMark/>
          </w:tcPr>
          <w:p w14:paraId="45533B97" w14:textId="77777777" w:rsidR="00BB1E14" w:rsidRPr="003C0201" w:rsidRDefault="00BB1E14" w:rsidP="00344378">
            <w:r w:rsidRPr="003C0201">
              <w:t> </w:t>
            </w:r>
          </w:p>
        </w:tc>
        <w:tc>
          <w:tcPr>
            <w:tcW w:w="813" w:type="dxa"/>
            <w:noWrap/>
            <w:hideMark/>
          </w:tcPr>
          <w:p w14:paraId="2521EF8A" w14:textId="77777777" w:rsidR="00BB1E14" w:rsidRPr="003C0201" w:rsidRDefault="00BB1E14" w:rsidP="00344378">
            <w:pPr>
              <w:jc w:val="left"/>
            </w:pPr>
            <w:r w:rsidRPr="003C0201">
              <w:t>3</w:t>
            </w:r>
          </w:p>
        </w:tc>
        <w:tc>
          <w:tcPr>
            <w:tcW w:w="830" w:type="dxa"/>
            <w:noWrap/>
            <w:hideMark/>
          </w:tcPr>
          <w:p w14:paraId="21EF5940" w14:textId="77777777" w:rsidR="00BB1E14" w:rsidRPr="003C0201" w:rsidRDefault="00BB1E14" w:rsidP="00344378">
            <w:pPr>
              <w:jc w:val="left"/>
            </w:pPr>
            <w:r w:rsidRPr="003C0201">
              <w:t> </w:t>
            </w:r>
          </w:p>
        </w:tc>
        <w:tc>
          <w:tcPr>
            <w:tcW w:w="902" w:type="dxa"/>
            <w:noWrap/>
            <w:hideMark/>
          </w:tcPr>
          <w:p w14:paraId="763FB71A" w14:textId="77777777" w:rsidR="00BB1E14" w:rsidRPr="003C0201" w:rsidRDefault="00BB1E14" w:rsidP="00344378">
            <w:r w:rsidRPr="003C0201">
              <w:t> </w:t>
            </w:r>
          </w:p>
        </w:tc>
      </w:tr>
      <w:tr w:rsidR="00BB1E14" w:rsidRPr="003C0201" w14:paraId="6259F37C" w14:textId="77777777" w:rsidTr="00344378">
        <w:trPr>
          <w:trHeight w:val="300"/>
        </w:trPr>
        <w:tc>
          <w:tcPr>
            <w:tcW w:w="10932" w:type="dxa"/>
            <w:noWrap/>
            <w:hideMark/>
          </w:tcPr>
          <w:p w14:paraId="5A4C55F3" w14:textId="77777777" w:rsidR="00BB1E14" w:rsidRPr="003C0201" w:rsidRDefault="00BB1E14" w:rsidP="00344378">
            <w:r w:rsidRPr="003C0201">
              <w:t>bone haw-for circumzygomatic wiring</w:t>
            </w:r>
          </w:p>
        </w:tc>
        <w:tc>
          <w:tcPr>
            <w:tcW w:w="3234" w:type="dxa"/>
            <w:noWrap/>
            <w:hideMark/>
          </w:tcPr>
          <w:p w14:paraId="3D8A293D" w14:textId="77777777" w:rsidR="00BB1E14" w:rsidRPr="003C0201" w:rsidRDefault="00BB1E14" w:rsidP="00344378">
            <w:r w:rsidRPr="003C0201">
              <w:t> </w:t>
            </w:r>
          </w:p>
        </w:tc>
        <w:tc>
          <w:tcPr>
            <w:tcW w:w="813" w:type="dxa"/>
            <w:noWrap/>
            <w:hideMark/>
          </w:tcPr>
          <w:p w14:paraId="785CDA74" w14:textId="77777777" w:rsidR="00BB1E14" w:rsidRPr="003C0201" w:rsidRDefault="00BB1E14" w:rsidP="00344378">
            <w:pPr>
              <w:jc w:val="left"/>
            </w:pPr>
            <w:r w:rsidRPr="003C0201">
              <w:t>2</w:t>
            </w:r>
          </w:p>
        </w:tc>
        <w:tc>
          <w:tcPr>
            <w:tcW w:w="830" w:type="dxa"/>
            <w:noWrap/>
            <w:hideMark/>
          </w:tcPr>
          <w:p w14:paraId="1D35976B" w14:textId="77777777" w:rsidR="00BB1E14" w:rsidRPr="003C0201" w:rsidRDefault="00BB1E14" w:rsidP="00344378">
            <w:pPr>
              <w:jc w:val="left"/>
            </w:pPr>
            <w:r w:rsidRPr="003C0201">
              <w:t> </w:t>
            </w:r>
          </w:p>
        </w:tc>
        <w:tc>
          <w:tcPr>
            <w:tcW w:w="902" w:type="dxa"/>
            <w:noWrap/>
            <w:hideMark/>
          </w:tcPr>
          <w:p w14:paraId="2BFEA057" w14:textId="77777777" w:rsidR="00BB1E14" w:rsidRPr="003C0201" w:rsidRDefault="00BB1E14" w:rsidP="00344378">
            <w:r w:rsidRPr="003C0201">
              <w:t> </w:t>
            </w:r>
          </w:p>
        </w:tc>
      </w:tr>
      <w:tr w:rsidR="00BB1E14" w:rsidRPr="003C0201" w14:paraId="23601D8E" w14:textId="77777777" w:rsidTr="00344378">
        <w:trPr>
          <w:trHeight w:val="300"/>
        </w:trPr>
        <w:tc>
          <w:tcPr>
            <w:tcW w:w="10932" w:type="dxa"/>
            <w:noWrap/>
            <w:hideMark/>
          </w:tcPr>
          <w:p w14:paraId="2FDEB9A2" w14:textId="77777777" w:rsidR="00BB1E14" w:rsidRPr="003C0201" w:rsidRDefault="00BB1E14" w:rsidP="00344378">
            <w:r w:rsidRPr="003C0201">
              <w:t>catspaw</w:t>
            </w:r>
          </w:p>
        </w:tc>
        <w:tc>
          <w:tcPr>
            <w:tcW w:w="3234" w:type="dxa"/>
            <w:noWrap/>
            <w:hideMark/>
          </w:tcPr>
          <w:p w14:paraId="0E8450AC" w14:textId="77777777" w:rsidR="00BB1E14" w:rsidRPr="003C0201" w:rsidRDefault="00BB1E14" w:rsidP="00344378">
            <w:r w:rsidRPr="003C0201">
              <w:t> </w:t>
            </w:r>
          </w:p>
        </w:tc>
        <w:tc>
          <w:tcPr>
            <w:tcW w:w="813" w:type="dxa"/>
            <w:noWrap/>
            <w:hideMark/>
          </w:tcPr>
          <w:p w14:paraId="0517A1A4" w14:textId="77777777" w:rsidR="00BB1E14" w:rsidRPr="003C0201" w:rsidRDefault="00BB1E14" w:rsidP="00344378">
            <w:pPr>
              <w:jc w:val="left"/>
            </w:pPr>
            <w:r w:rsidRPr="003C0201">
              <w:t>2</w:t>
            </w:r>
          </w:p>
        </w:tc>
        <w:tc>
          <w:tcPr>
            <w:tcW w:w="830" w:type="dxa"/>
            <w:noWrap/>
            <w:hideMark/>
          </w:tcPr>
          <w:p w14:paraId="76A0CB2B" w14:textId="77777777" w:rsidR="00BB1E14" w:rsidRPr="003C0201" w:rsidRDefault="00BB1E14" w:rsidP="00344378">
            <w:pPr>
              <w:jc w:val="left"/>
            </w:pPr>
            <w:r w:rsidRPr="003C0201">
              <w:t> </w:t>
            </w:r>
          </w:p>
        </w:tc>
        <w:tc>
          <w:tcPr>
            <w:tcW w:w="902" w:type="dxa"/>
            <w:noWrap/>
            <w:hideMark/>
          </w:tcPr>
          <w:p w14:paraId="119F327A" w14:textId="77777777" w:rsidR="00BB1E14" w:rsidRPr="003C0201" w:rsidRDefault="00BB1E14" w:rsidP="00344378">
            <w:r w:rsidRPr="003C0201">
              <w:t> </w:t>
            </w:r>
          </w:p>
        </w:tc>
      </w:tr>
      <w:tr w:rsidR="00BB1E14" w:rsidRPr="003C0201" w14:paraId="0F00C80D" w14:textId="77777777" w:rsidTr="00344378">
        <w:trPr>
          <w:trHeight w:val="300"/>
        </w:trPr>
        <w:tc>
          <w:tcPr>
            <w:tcW w:w="10932" w:type="dxa"/>
            <w:noWrap/>
            <w:hideMark/>
          </w:tcPr>
          <w:p w14:paraId="395AA302" w14:textId="77777777" w:rsidR="00BB1E14" w:rsidRPr="003C0201" w:rsidRDefault="00BB1E14" w:rsidP="00344378">
            <w:r w:rsidRPr="003C0201">
              <w:t>Allis</w:t>
            </w:r>
          </w:p>
        </w:tc>
        <w:tc>
          <w:tcPr>
            <w:tcW w:w="3234" w:type="dxa"/>
            <w:noWrap/>
            <w:hideMark/>
          </w:tcPr>
          <w:p w14:paraId="652C5612" w14:textId="77777777" w:rsidR="00BB1E14" w:rsidRPr="003C0201" w:rsidRDefault="00BB1E14" w:rsidP="00344378">
            <w:r w:rsidRPr="003C0201">
              <w:t> </w:t>
            </w:r>
          </w:p>
        </w:tc>
        <w:tc>
          <w:tcPr>
            <w:tcW w:w="813" w:type="dxa"/>
            <w:noWrap/>
            <w:hideMark/>
          </w:tcPr>
          <w:p w14:paraId="70EEE247" w14:textId="77777777" w:rsidR="00BB1E14" w:rsidRPr="003C0201" w:rsidRDefault="00BB1E14" w:rsidP="00344378">
            <w:pPr>
              <w:jc w:val="left"/>
            </w:pPr>
            <w:r w:rsidRPr="003C0201">
              <w:t>2</w:t>
            </w:r>
          </w:p>
        </w:tc>
        <w:tc>
          <w:tcPr>
            <w:tcW w:w="830" w:type="dxa"/>
            <w:noWrap/>
            <w:hideMark/>
          </w:tcPr>
          <w:p w14:paraId="176BB3A8" w14:textId="77777777" w:rsidR="00BB1E14" w:rsidRPr="003C0201" w:rsidRDefault="00BB1E14" w:rsidP="00344378">
            <w:pPr>
              <w:jc w:val="left"/>
            </w:pPr>
            <w:r w:rsidRPr="003C0201">
              <w:t> </w:t>
            </w:r>
          </w:p>
        </w:tc>
        <w:tc>
          <w:tcPr>
            <w:tcW w:w="902" w:type="dxa"/>
            <w:noWrap/>
            <w:hideMark/>
          </w:tcPr>
          <w:p w14:paraId="19D8033C" w14:textId="77777777" w:rsidR="00BB1E14" w:rsidRPr="003C0201" w:rsidRDefault="00BB1E14" w:rsidP="00344378">
            <w:r w:rsidRPr="003C0201">
              <w:t> </w:t>
            </w:r>
          </w:p>
        </w:tc>
      </w:tr>
      <w:tr w:rsidR="00BB1E14" w:rsidRPr="003C0201" w14:paraId="28BF369F" w14:textId="77777777" w:rsidTr="00344378">
        <w:trPr>
          <w:trHeight w:val="300"/>
        </w:trPr>
        <w:tc>
          <w:tcPr>
            <w:tcW w:w="10932" w:type="dxa"/>
            <w:noWrap/>
            <w:hideMark/>
          </w:tcPr>
          <w:p w14:paraId="2C07577E" w14:textId="77777777" w:rsidR="00BB1E14" w:rsidRPr="003C0201" w:rsidRDefault="00BB1E14" w:rsidP="00344378">
            <w:r w:rsidRPr="003C0201">
              <w:t>dissectors -non tooth,Gillis, adson, mcindoe</w:t>
            </w:r>
          </w:p>
        </w:tc>
        <w:tc>
          <w:tcPr>
            <w:tcW w:w="3234" w:type="dxa"/>
            <w:noWrap/>
            <w:hideMark/>
          </w:tcPr>
          <w:p w14:paraId="30B43C2A" w14:textId="77777777" w:rsidR="00BB1E14" w:rsidRPr="003C0201" w:rsidRDefault="00BB1E14" w:rsidP="00344378">
            <w:r w:rsidRPr="003C0201">
              <w:t>2each</w:t>
            </w:r>
          </w:p>
        </w:tc>
        <w:tc>
          <w:tcPr>
            <w:tcW w:w="813" w:type="dxa"/>
            <w:noWrap/>
            <w:hideMark/>
          </w:tcPr>
          <w:p w14:paraId="0D74E45D" w14:textId="77777777" w:rsidR="00BB1E14" w:rsidRPr="003C0201" w:rsidRDefault="00BB1E14" w:rsidP="00344378">
            <w:pPr>
              <w:jc w:val="left"/>
            </w:pPr>
            <w:r w:rsidRPr="003C0201">
              <w:t>6</w:t>
            </w:r>
          </w:p>
        </w:tc>
        <w:tc>
          <w:tcPr>
            <w:tcW w:w="830" w:type="dxa"/>
            <w:noWrap/>
            <w:hideMark/>
          </w:tcPr>
          <w:p w14:paraId="586973BD" w14:textId="77777777" w:rsidR="00BB1E14" w:rsidRPr="003C0201" w:rsidRDefault="00BB1E14" w:rsidP="00344378">
            <w:pPr>
              <w:jc w:val="left"/>
            </w:pPr>
            <w:r w:rsidRPr="003C0201">
              <w:t> </w:t>
            </w:r>
          </w:p>
        </w:tc>
        <w:tc>
          <w:tcPr>
            <w:tcW w:w="902" w:type="dxa"/>
            <w:noWrap/>
            <w:hideMark/>
          </w:tcPr>
          <w:p w14:paraId="6089FD17" w14:textId="77777777" w:rsidR="00BB1E14" w:rsidRPr="003C0201" w:rsidRDefault="00BB1E14" w:rsidP="00344378">
            <w:r w:rsidRPr="003C0201">
              <w:t> </w:t>
            </w:r>
          </w:p>
        </w:tc>
      </w:tr>
      <w:tr w:rsidR="00BB1E14" w:rsidRPr="003C0201" w14:paraId="1F41DCCF" w14:textId="77777777" w:rsidTr="00344378">
        <w:trPr>
          <w:trHeight w:val="300"/>
        </w:trPr>
        <w:tc>
          <w:tcPr>
            <w:tcW w:w="10932" w:type="dxa"/>
            <w:noWrap/>
            <w:hideMark/>
          </w:tcPr>
          <w:p w14:paraId="4A9F2E61" w14:textId="77777777" w:rsidR="00BB1E14" w:rsidRPr="003C0201" w:rsidRDefault="00BB1E14" w:rsidP="00344378">
            <w:r w:rsidRPr="003C0201">
              <w:t>scissors-heavy metz,suture scissors,medium tissue scissors, Iris suture scissors</w:t>
            </w:r>
          </w:p>
        </w:tc>
        <w:tc>
          <w:tcPr>
            <w:tcW w:w="3234" w:type="dxa"/>
            <w:noWrap/>
            <w:hideMark/>
          </w:tcPr>
          <w:p w14:paraId="57C3170E" w14:textId="77777777" w:rsidR="00BB1E14" w:rsidRPr="003C0201" w:rsidRDefault="00BB1E14" w:rsidP="00344378">
            <w:r w:rsidRPr="003C0201">
              <w:t>2each</w:t>
            </w:r>
          </w:p>
        </w:tc>
        <w:tc>
          <w:tcPr>
            <w:tcW w:w="813" w:type="dxa"/>
            <w:noWrap/>
            <w:hideMark/>
          </w:tcPr>
          <w:p w14:paraId="7258496D" w14:textId="77777777" w:rsidR="00BB1E14" w:rsidRPr="003C0201" w:rsidRDefault="00BB1E14" w:rsidP="00344378">
            <w:pPr>
              <w:jc w:val="left"/>
            </w:pPr>
            <w:r w:rsidRPr="003C0201">
              <w:t>8</w:t>
            </w:r>
          </w:p>
        </w:tc>
        <w:tc>
          <w:tcPr>
            <w:tcW w:w="830" w:type="dxa"/>
            <w:noWrap/>
            <w:hideMark/>
          </w:tcPr>
          <w:p w14:paraId="4005D688" w14:textId="77777777" w:rsidR="00BB1E14" w:rsidRPr="003C0201" w:rsidRDefault="00BB1E14" w:rsidP="00344378">
            <w:pPr>
              <w:jc w:val="left"/>
            </w:pPr>
            <w:r w:rsidRPr="003C0201">
              <w:t> </w:t>
            </w:r>
          </w:p>
        </w:tc>
        <w:tc>
          <w:tcPr>
            <w:tcW w:w="902" w:type="dxa"/>
            <w:noWrap/>
            <w:hideMark/>
          </w:tcPr>
          <w:p w14:paraId="3B03E3AB" w14:textId="77777777" w:rsidR="00BB1E14" w:rsidRPr="003C0201" w:rsidRDefault="00BB1E14" w:rsidP="00344378">
            <w:r w:rsidRPr="003C0201">
              <w:t> </w:t>
            </w:r>
          </w:p>
        </w:tc>
      </w:tr>
      <w:tr w:rsidR="00BB1E14" w:rsidRPr="003C0201" w14:paraId="300B86B9" w14:textId="77777777" w:rsidTr="00344378">
        <w:trPr>
          <w:trHeight w:val="300"/>
        </w:trPr>
        <w:tc>
          <w:tcPr>
            <w:tcW w:w="10932" w:type="dxa"/>
            <w:noWrap/>
            <w:hideMark/>
          </w:tcPr>
          <w:p w14:paraId="3CC0A1D4" w14:textId="77777777" w:rsidR="00BB1E14" w:rsidRPr="003C0201" w:rsidRDefault="00BB1E14" w:rsidP="00344378">
            <w:r w:rsidRPr="003C0201">
              <w:lastRenderedPageBreak/>
              <w:t>disimpaction forcep- for maxilla mobolisation and reduction</w:t>
            </w:r>
          </w:p>
        </w:tc>
        <w:tc>
          <w:tcPr>
            <w:tcW w:w="3234" w:type="dxa"/>
            <w:noWrap/>
            <w:hideMark/>
          </w:tcPr>
          <w:p w14:paraId="450D176F" w14:textId="77777777" w:rsidR="00BB1E14" w:rsidRPr="003C0201" w:rsidRDefault="00BB1E14" w:rsidP="00344378">
            <w:r w:rsidRPr="003C0201">
              <w:t> </w:t>
            </w:r>
          </w:p>
        </w:tc>
        <w:tc>
          <w:tcPr>
            <w:tcW w:w="813" w:type="dxa"/>
            <w:noWrap/>
            <w:hideMark/>
          </w:tcPr>
          <w:p w14:paraId="2248D9DD" w14:textId="77777777" w:rsidR="00BB1E14" w:rsidRPr="003C0201" w:rsidRDefault="00BB1E14" w:rsidP="00344378">
            <w:pPr>
              <w:jc w:val="left"/>
            </w:pPr>
            <w:r w:rsidRPr="003C0201">
              <w:t>2</w:t>
            </w:r>
          </w:p>
        </w:tc>
        <w:tc>
          <w:tcPr>
            <w:tcW w:w="830" w:type="dxa"/>
            <w:noWrap/>
            <w:hideMark/>
          </w:tcPr>
          <w:p w14:paraId="5FDAB346" w14:textId="77777777" w:rsidR="00BB1E14" w:rsidRPr="003C0201" w:rsidRDefault="00BB1E14" w:rsidP="00344378">
            <w:pPr>
              <w:jc w:val="left"/>
            </w:pPr>
            <w:r w:rsidRPr="003C0201">
              <w:t> </w:t>
            </w:r>
          </w:p>
        </w:tc>
        <w:tc>
          <w:tcPr>
            <w:tcW w:w="902" w:type="dxa"/>
            <w:noWrap/>
            <w:hideMark/>
          </w:tcPr>
          <w:p w14:paraId="641C62EA" w14:textId="77777777" w:rsidR="00BB1E14" w:rsidRPr="003C0201" w:rsidRDefault="00BB1E14" w:rsidP="00344378">
            <w:r w:rsidRPr="003C0201">
              <w:t> </w:t>
            </w:r>
          </w:p>
        </w:tc>
      </w:tr>
      <w:tr w:rsidR="00BB1E14" w:rsidRPr="003C0201" w14:paraId="2EA7154D" w14:textId="77777777" w:rsidTr="00344378">
        <w:trPr>
          <w:trHeight w:val="300"/>
        </w:trPr>
        <w:tc>
          <w:tcPr>
            <w:tcW w:w="10932" w:type="dxa"/>
            <w:noWrap/>
            <w:hideMark/>
          </w:tcPr>
          <w:p w14:paraId="453C2745" w14:textId="77777777" w:rsidR="00BB1E14" w:rsidRPr="003C0201" w:rsidRDefault="00BB1E14" w:rsidP="00344378">
            <w:r w:rsidRPr="003C0201">
              <w:t>nerve stimulator- for surgical use-eg facial nerve testing-parotidectomy</w:t>
            </w:r>
          </w:p>
        </w:tc>
        <w:tc>
          <w:tcPr>
            <w:tcW w:w="3234" w:type="dxa"/>
            <w:noWrap/>
            <w:hideMark/>
          </w:tcPr>
          <w:p w14:paraId="2FBB6785" w14:textId="77777777" w:rsidR="00BB1E14" w:rsidRPr="003C0201" w:rsidRDefault="00BB1E14" w:rsidP="00344378">
            <w:r w:rsidRPr="003C0201">
              <w:t> </w:t>
            </w:r>
          </w:p>
        </w:tc>
        <w:tc>
          <w:tcPr>
            <w:tcW w:w="813" w:type="dxa"/>
            <w:noWrap/>
            <w:hideMark/>
          </w:tcPr>
          <w:p w14:paraId="437F30E8" w14:textId="77777777" w:rsidR="00BB1E14" w:rsidRPr="003C0201" w:rsidRDefault="00BB1E14" w:rsidP="00344378">
            <w:pPr>
              <w:jc w:val="left"/>
            </w:pPr>
            <w:r w:rsidRPr="003C0201">
              <w:t>1</w:t>
            </w:r>
          </w:p>
        </w:tc>
        <w:tc>
          <w:tcPr>
            <w:tcW w:w="830" w:type="dxa"/>
            <w:noWrap/>
            <w:hideMark/>
          </w:tcPr>
          <w:p w14:paraId="01841B16" w14:textId="77777777" w:rsidR="00BB1E14" w:rsidRPr="003C0201" w:rsidRDefault="00BB1E14" w:rsidP="00344378">
            <w:pPr>
              <w:jc w:val="left"/>
            </w:pPr>
            <w:r w:rsidRPr="003C0201">
              <w:t> </w:t>
            </w:r>
          </w:p>
        </w:tc>
        <w:tc>
          <w:tcPr>
            <w:tcW w:w="902" w:type="dxa"/>
            <w:noWrap/>
            <w:hideMark/>
          </w:tcPr>
          <w:p w14:paraId="440FD68F" w14:textId="77777777" w:rsidR="00BB1E14" w:rsidRPr="003C0201" w:rsidRDefault="00BB1E14" w:rsidP="00344378">
            <w:r w:rsidRPr="003C0201">
              <w:t> </w:t>
            </w:r>
          </w:p>
        </w:tc>
      </w:tr>
      <w:tr w:rsidR="00BB1E14" w:rsidRPr="003C0201" w14:paraId="33AE15A2" w14:textId="77777777" w:rsidTr="00344378">
        <w:trPr>
          <w:trHeight w:val="300"/>
        </w:trPr>
        <w:tc>
          <w:tcPr>
            <w:tcW w:w="10932" w:type="dxa"/>
            <w:noWrap/>
            <w:hideMark/>
          </w:tcPr>
          <w:p w14:paraId="5AE8F8BF" w14:textId="77777777" w:rsidR="00BB1E14" w:rsidRPr="003C0201" w:rsidRDefault="00BB1E14" w:rsidP="00344378">
            <w:r w:rsidRPr="003C0201">
              <w:t>magnifying loop glass for surgical use</w:t>
            </w:r>
          </w:p>
        </w:tc>
        <w:tc>
          <w:tcPr>
            <w:tcW w:w="3234" w:type="dxa"/>
            <w:noWrap/>
            <w:hideMark/>
          </w:tcPr>
          <w:p w14:paraId="369BA60F" w14:textId="77777777" w:rsidR="00BB1E14" w:rsidRPr="003C0201" w:rsidRDefault="00BB1E14" w:rsidP="00344378">
            <w:r w:rsidRPr="003C0201">
              <w:t> </w:t>
            </w:r>
          </w:p>
        </w:tc>
        <w:tc>
          <w:tcPr>
            <w:tcW w:w="813" w:type="dxa"/>
            <w:noWrap/>
            <w:hideMark/>
          </w:tcPr>
          <w:p w14:paraId="0C3E4BCB" w14:textId="77777777" w:rsidR="00BB1E14" w:rsidRPr="003C0201" w:rsidRDefault="00BB1E14" w:rsidP="00344378">
            <w:pPr>
              <w:jc w:val="left"/>
            </w:pPr>
            <w:r w:rsidRPr="003C0201">
              <w:t>2</w:t>
            </w:r>
          </w:p>
        </w:tc>
        <w:tc>
          <w:tcPr>
            <w:tcW w:w="830" w:type="dxa"/>
            <w:noWrap/>
            <w:hideMark/>
          </w:tcPr>
          <w:p w14:paraId="4CEE6304" w14:textId="77777777" w:rsidR="00BB1E14" w:rsidRPr="003C0201" w:rsidRDefault="00BB1E14" w:rsidP="00344378">
            <w:pPr>
              <w:jc w:val="left"/>
            </w:pPr>
            <w:r w:rsidRPr="003C0201">
              <w:t> </w:t>
            </w:r>
          </w:p>
        </w:tc>
        <w:tc>
          <w:tcPr>
            <w:tcW w:w="902" w:type="dxa"/>
            <w:noWrap/>
            <w:hideMark/>
          </w:tcPr>
          <w:p w14:paraId="70597A19" w14:textId="77777777" w:rsidR="00BB1E14" w:rsidRPr="003C0201" w:rsidRDefault="00BB1E14" w:rsidP="00344378">
            <w:r w:rsidRPr="003C0201">
              <w:t> </w:t>
            </w:r>
          </w:p>
        </w:tc>
      </w:tr>
      <w:tr w:rsidR="00BB1E14" w:rsidRPr="003C0201" w14:paraId="77E4D43D" w14:textId="77777777" w:rsidTr="00344378">
        <w:trPr>
          <w:trHeight w:val="300"/>
        </w:trPr>
        <w:tc>
          <w:tcPr>
            <w:tcW w:w="10932" w:type="dxa"/>
            <w:noWrap/>
            <w:hideMark/>
          </w:tcPr>
          <w:p w14:paraId="3880A7C4" w14:textId="77777777" w:rsidR="00BB1E14" w:rsidRPr="003C0201" w:rsidRDefault="00BB1E14" w:rsidP="00344378">
            <w:r w:rsidRPr="003C0201">
              <w:t>Surgical drill power mechine tool- for mandibular/facial fixation</w:t>
            </w:r>
          </w:p>
        </w:tc>
        <w:tc>
          <w:tcPr>
            <w:tcW w:w="3234" w:type="dxa"/>
            <w:noWrap/>
            <w:hideMark/>
          </w:tcPr>
          <w:p w14:paraId="3AB0E1B8" w14:textId="77777777" w:rsidR="00BB1E14" w:rsidRPr="003C0201" w:rsidRDefault="00BB1E14" w:rsidP="00344378">
            <w:r w:rsidRPr="003C0201">
              <w:t>1 unit</w:t>
            </w:r>
          </w:p>
        </w:tc>
        <w:tc>
          <w:tcPr>
            <w:tcW w:w="813" w:type="dxa"/>
            <w:noWrap/>
            <w:hideMark/>
          </w:tcPr>
          <w:p w14:paraId="2ED02FAE" w14:textId="77777777" w:rsidR="00BB1E14" w:rsidRPr="003C0201" w:rsidRDefault="00BB1E14" w:rsidP="00344378">
            <w:pPr>
              <w:jc w:val="left"/>
            </w:pPr>
            <w:r w:rsidRPr="003C0201">
              <w:t>1</w:t>
            </w:r>
          </w:p>
        </w:tc>
        <w:tc>
          <w:tcPr>
            <w:tcW w:w="830" w:type="dxa"/>
            <w:noWrap/>
            <w:hideMark/>
          </w:tcPr>
          <w:p w14:paraId="03C1E5E7" w14:textId="77777777" w:rsidR="00BB1E14" w:rsidRPr="003C0201" w:rsidRDefault="00BB1E14" w:rsidP="00344378">
            <w:pPr>
              <w:jc w:val="left"/>
            </w:pPr>
            <w:r w:rsidRPr="003C0201">
              <w:t> </w:t>
            </w:r>
          </w:p>
        </w:tc>
        <w:tc>
          <w:tcPr>
            <w:tcW w:w="902" w:type="dxa"/>
            <w:noWrap/>
            <w:hideMark/>
          </w:tcPr>
          <w:p w14:paraId="409D9188" w14:textId="77777777" w:rsidR="00BB1E14" w:rsidRPr="003C0201" w:rsidRDefault="00BB1E14" w:rsidP="00344378">
            <w:r w:rsidRPr="003C0201">
              <w:t> </w:t>
            </w:r>
          </w:p>
        </w:tc>
      </w:tr>
      <w:tr w:rsidR="00BB1E14" w:rsidRPr="003C0201" w14:paraId="3F28082E" w14:textId="77777777" w:rsidTr="00344378">
        <w:trPr>
          <w:trHeight w:val="300"/>
        </w:trPr>
        <w:tc>
          <w:tcPr>
            <w:tcW w:w="10932" w:type="dxa"/>
            <w:noWrap/>
            <w:hideMark/>
          </w:tcPr>
          <w:p w14:paraId="20AF0D17" w14:textId="77777777" w:rsidR="00BB1E14" w:rsidRPr="003C0201" w:rsidRDefault="00BB1E14" w:rsidP="00344378">
            <w:r w:rsidRPr="003C0201">
              <w:t>Arch Bar</w:t>
            </w:r>
          </w:p>
        </w:tc>
        <w:tc>
          <w:tcPr>
            <w:tcW w:w="3234" w:type="dxa"/>
            <w:noWrap/>
            <w:hideMark/>
          </w:tcPr>
          <w:p w14:paraId="7695F89B" w14:textId="77777777" w:rsidR="00BB1E14" w:rsidRPr="003C0201" w:rsidRDefault="00BB1E14" w:rsidP="00344378">
            <w:r w:rsidRPr="003C0201">
              <w:t>roller</w:t>
            </w:r>
          </w:p>
        </w:tc>
        <w:tc>
          <w:tcPr>
            <w:tcW w:w="813" w:type="dxa"/>
            <w:noWrap/>
            <w:hideMark/>
          </w:tcPr>
          <w:p w14:paraId="726F368F" w14:textId="77777777" w:rsidR="00BB1E14" w:rsidRPr="003C0201" w:rsidRDefault="00BB1E14" w:rsidP="00344378">
            <w:pPr>
              <w:jc w:val="left"/>
            </w:pPr>
            <w:r w:rsidRPr="003C0201">
              <w:t>2</w:t>
            </w:r>
          </w:p>
        </w:tc>
        <w:tc>
          <w:tcPr>
            <w:tcW w:w="830" w:type="dxa"/>
            <w:noWrap/>
            <w:hideMark/>
          </w:tcPr>
          <w:p w14:paraId="2F8D0DA7" w14:textId="77777777" w:rsidR="00BB1E14" w:rsidRPr="003C0201" w:rsidRDefault="00BB1E14" w:rsidP="00344378">
            <w:pPr>
              <w:jc w:val="left"/>
            </w:pPr>
            <w:r w:rsidRPr="003C0201">
              <w:t> </w:t>
            </w:r>
          </w:p>
        </w:tc>
        <w:tc>
          <w:tcPr>
            <w:tcW w:w="902" w:type="dxa"/>
            <w:noWrap/>
            <w:hideMark/>
          </w:tcPr>
          <w:p w14:paraId="51518354" w14:textId="77777777" w:rsidR="00BB1E14" w:rsidRPr="003C0201" w:rsidRDefault="00BB1E14" w:rsidP="00344378">
            <w:r w:rsidRPr="003C0201">
              <w:t> </w:t>
            </w:r>
          </w:p>
        </w:tc>
      </w:tr>
      <w:tr w:rsidR="00BB1E14" w:rsidRPr="003C0201" w14:paraId="6B275BB8" w14:textId="77777777" w:rsidTr="00344378">
        <w:trPr>
          <w:trHeight w:val="300"/>
        </w:trPr>
        <w:tc>
          <w:tcPr>
            <w:tcW w:w="10932" w:type="dxa"/>
            <w:noWrap/>
            <w:hideMark/>
          </w:tcPr>
          <w:p w14:paraId="7DCE9E4E" w14:textId="77777777" w:rsidR="00BB1E14" w:rsidRPr="003C0201" w:rsidRDefault="00BB1E14" w:rsidP="00344378">
            <w:pPr>
              <w:rPr>
                <w:b/>
                <w:bCs/>
              </w:rPr>
            </w:pPr>
            <w:r w:rsidRPr="003C0201">
              <w:rPr>
                <w:b/>
                <w:bCs/>
              </w:rPr>
              <w:t>Preventive</w:t>
            </w:r>
          </w:p>
        </w:tc>
        <w:tc>
          <w:tcPr>
            <w:tcW w:w="3234" w:type="dxa"/>
            <w:noWrap/>
            <w:hideMark/>
          </w:tcPr>
          <w:p w14:paraId="7A9C0F1E" w14:textId="77777777" w:rsidR="00BB1E14" w:rsidRPr="003C0201" w:rsidRDefault="00BB1E14" w:rsidP="00344378">
            <w:r w:rsidRPr="003C0201">
              <w:t> </w:t>
            </w:r>
          </w:p>
        </w:tc>
        <w:tc>
          <w:tcPr>
            <w:tcW w:w="813" w:type="dxa"/>
            <w:noWrap/>
            <w:hideMark/>
          </w:tcPr>
          <w:p w14:paraId="4FFCEA9B" w14:textId="77777777" w:rsidR="00BB1E14" w:rsidRPr="003C0201" w:rsidRDefault="00BB1E14" w:rsidP="00344378">
            <w:pPr>
              <w:jc w:val="left"/>
            </w:pPr>
            <w:r w:rsidRPr="003C0201">
              <w:t> </w:t>
            </w:r>
          </w:p>
        </w:tc>
        <w:tc>
          <w:tcPr>
            <w:tcW w:w="830" w:type="dxa"/>
            <w:noWrap/>
            <w:hideMark/>
          </w:tcPr>
          <w:p w14:paraId="34C12E20" w14:textId="77777777" w:rsidR="00BB1E14" w:rsidRPr="003C0201" w:rsidRDefault="00BB1E14" w:rsidP="00344378">
            <w:pPr>
              <w:jc w:val="left"/>
            </w:pPr>
            <w:r w:rsidRPr="003C0201">
              <w:t> </w:t>
            </w:r>
          </w:p>
        </w:tc>
        <w:tc>
          <w:tcPr>
            <w:tcW w:w="902" w:type="dxa"/>
            <w:noWrap/>
            <w:hideMark/>
          </w:tcPr>
          <w:p w14:paraId="72135817" w14:textId="77777777" w:rsidR="00BB1E14" w:rsidRPr="003C0201" w:rsidRDefault="00BB1E14" w:rsidP="00344378">
            <w:r w:rsidRPr="003C0201">
              <w:t> </w:t>
            </w:r>
          </w:p>
        </w:tc>
      </w:tr>
      <w:tr w:rsidR="00BB1E14" w:rsidRPr="003C0201" w14:paraId="16861BE8" w14:textId="77777777" w:rsidTr="00344378">
        <w:trPr>
          <w:trHeight w:val="300"/>
        </w:trPr>
        <w:tc>
          <w:tcPr>
            <w:tcW w:w="10932" w:type="dxa"/>
            <w:noWrap/>
            <w:hideMark/>
          </w:tcPr>
          <w:p w14:paraId="5FF69B4D" w14:textId="77777777" w:rsidR="00BB1E14" w:rsidRPr="003C0201" w:rsidRDefault="00BB1E14" w:rsidP="00344378">
            <w:r w:rsidRPr="003C0201">
              <w:t>Disclosing solutions (Pink) - 500mls</w:t>
            </w:r>
          </w:p>
        </w:tc>
        <w:tc>
          <w:tcPr>
            <w:tcW w:w="3234" w:type="dxa"/>
            <w:noWrap/>
            <w:hideMark/>
          </w:tcPr>
          <w:p w14:paraId="12B0C3C0" w14:textId="77777777" w:rsidR="00BB1E14" w:rsidRPr="003C0201" w:rsidRDefault="00BB1E14" w:rsidP="00344378">
            <w:r w:rsidRPr="003C0201">
              <w:t>500mls bottle</w:t>
            </w:r>
          </w:p>
        </w:tc>
        <w:tc>
          <w:tcPr>
            <w:tcW w:w="813" w:type="dxa"/>
            <w:noWrap/>
            <w:hideMark/>
          </w:tcPr>
          <w:p w14:paraId="22524A02" w14:textId="77777777" w:rsidR="00BB1E14" w:rsidRPr="003C0201" w:rsidRDefault="00BB1E14" w:rsidP="00344378">
            <w:pPr>
              <w:jc w:val="left"/>
            </w:pPr>
            <w:r w:rsidRPr="003C0201">
              <w:t>5</w:t>
            </w:r>
          </w:p>
        </w:tc>
        <w:tc>
          <w:tcPr>
            <w:tcW w:w="830" w:type="dxa"/>
            <w:noWrap/>
            <w:hideMark/>
          </w:tcPr>
          <w:p w14:paraId="49EDFD7A" w14:textId="77777777" w:rsidR="00BB1E14" w:rsidRPr="003C0201" w:rsidRDefault="00BB1E14" w:rsidP="00344378">
            <w:pPr>
              <w:jc w:val="left"/>
            </w:pPr>
            <w:r w:rsidRPr="003C0201">
              <w:t> </w:t>
            </w:r>
          </w:p>
        </w:tc>
        <w:tc>
          <w:tcPr>
            <w:tcW w:w="902" w:type="dxa"/>
            <w:noWrap/>
            <w:hideMark/>
          </w:tcPr>
          <w:p w14:paraId="4A22077D" w14:textId="77777777" w:rsidR="00BB1E14" w:rsidRPr="003C0201" w:rsidRDefault="00BB1E14" w:rsidP="00344378">
            <w:r w:rsidRPr="003C0201">
              <w:t> </w:t>
            </w:r>
          </w:p>
        </w:tc>
      </w:tr>
      <w:tr w:rsidR="00BB1E14" w:rsidRPr="003C0201" w14:paraId="37ACA58A" w14:textId="77777777" w:rsidTr="00344378">
        <w:trPr>
          <w:trHeight w:val="300"/>
        </w:trPr>
        <w:tc>
          <w:tcPr>
            <w:tcW w:w="10932" w:type="dxa"/>
            <w:noWrap/>
            <w:hideMark/>
          </w:tcPr>
          <w:p w14:paraId="31E9506D" w14:textId="77777777" w:rsidR="00BB1E14" w:rsidRPr="003C0201" w:rsidRDefault="00BB1E14" w:rsidP="00344378">
            <w:r w:rsidRPr="003C0201">
              <w:t xml:space="preserve">Fisure Sealant </w:t>
            </w:r>
          </w:p>
        </w:tc>
        <w:tc>
          <w:tcPr>
            <w:tcW w:w="3234" w:type="dxa"/>
            <w:noWrap/>
            <w:hideMark/>
          </w:tcPr>
          <w:p w14:paraId="5EBF2177" w14:textId="77777777" w:rsidR="00BB1E14" w:rsidRPr="003C0201" w:rsidRDefault="00BB1E14" w:rsidP="00344378">
            <w:r w:rsidRPr="003C0201">
              <w:t> </w:t>
            </w:r>
          </w:p>
        </w:tc>
        <w:tc>
          <w:tcPr>
            <w:tcW w:w="813" w:type="dxa"/>
            <w:noWrap/>
            <w:hideMark/>
          </w:tcPr>
          <w:p w14:paraId="6573B116" w14:textId="77777777" w:rsidR="00BB1E14" w:rsidRPr="003C0201" w:rsidRDefault="00BB1E14" w:rsidP="00344378">
            <w:pPr>
              <w:jc w:val="left"/>
            </w:pPr>
            <w:r w:rsidRPr="003C0201">
              <w:t>0</w:t>
            </w:r>
          </w:p>
        </w:tc>
        <w:tc>
          <w:tcPr>
            <w:tcW w:w="830" w:type="dxa"/>
            <w:noWrap/>
            <w:hideMark/>
          </w:tcPr>
          <w:p w14:paraId="225D978C" w14:textId="77777777" w:rsidR="00BB1E14" w:rsidRPr="003C0201" w:rsidRDefault="00BB1E14" w:rsidP="00344378">
            <w:pPr>
              <w:jc w:val="left"/>
            </w:pPr>
            <w:r w:rsidRPr="003C0201">
              <w:t> </w:t>
            </w:r>
          </w:p>
        </w:tc>
        <w:tc>
          <w:tcPr>
            <w:tcW w:w="902" w:type="dxa"/>
            <w:noWrap/>
            <w:hideMark/>
          </w:tcPr>
          <w:p w14:paraId="7B8BA7AE" w14:textId="77777777" w:rsidR="00BB1E14" w:rsidRPr="003C0201" w:rsidRDefault="00BB1E14" w:rsidP="00344378">
            <w:r w:rsidRPr="003C0201">
              <w:t> </w:t>
            </w:r>
          </w:p>
        </w:tc>
      </w:tr>
      <w:tr w:rsidR="00BB1E14" w:rsidRPr="003C0201" w14:paraId="0B953073" w14:textId="77777777" w:rsidTr="00344378">
        <w:trPr>
          <w:trHeight w:val="300"/>
        </w:trPr>
        <w:tc>
          <w:tcPr>
            <w:tcW w:w="10932" w:type="dxa"/>
            <w:noWrap/>
            <w:hideMark/>
          </w:tcPr>
          <w:p w14:paraId="75576530" w14:textId="77777777" w:rsidR="00BB1E14" w:rsidRPr="003C0201" w:rsidRDefault="00BB1E14" w:rsidP="00344378">
            <w:r w:rsidRPr="003C0201">
              <w:t>Fluoride Varnish</w:t>
            </w:r>
          </w:p>
        </w:tc>
        <w:tc>
          <w:tcPr>
            <w:tcW w:w="3234" w:type="dxa"/>
            <w:noWrap/>
            <w:hideMark/>
          </w:tcPr>
          <w:p w14:paraId="34D1DC46" w14:textId="77777777" w:rsidR="00BB1E14" w:rsidRPr="003C0201" w:rsidRDefault="00BB1E14" w:rsidP="00344378">
            <w:r w:rsidRPr="003C0201">
              <w:t>20mls tube</w:t>
            </w:r>
          </w:p>
        </w:tc>
        <w:tc>
          <w:tcPr>
            <w:tcW w:w="813" w:type="dxa"/>
            <w:noWrap/>
            <w:hideMark/>
          </w:tcPr>
          <w:p w14:paraId="71FC2A64" w14:textId="77777777" w:rsidR="00BB1E14" w:rsidRPr="003C0201" w:rsidRDefault="00BB1E14" w:rsidP="00344378">
            <w:pPr>
              <w:jc w:val="left"/>
            </w:pPr>
            <w:r w:rsidRPr="003C0201">
              <w:t>5</w:t>
            </w:r>
          </w:p>
        </w:tc>
        <w:tc>
          <w:tcPr>
            <w:tcW w:w="830" w:type="dxa"/>
            <w:noWrap/>
            <w:hideMark/>
          </w:tcPr>
          <w:p w14:paraId="71F32AAC" w14:textId="77777777" w:rsidR="00BB1E14" w:rsidRPr="003C0201" w:rsidRDefault="00BB1E14" w:rsidP="00344378">
            <w:pPr>
              <w:jc w:val="left"/>
            </w:pPr>
            <w:r w:rsidRPr="003C0201">
              <w:t> </w:t>
            </w:r>
          </w:p>
        </w:tc>
        <w:tc>
          <w:tcPr>
            <w:tcW w:w="902" w:type="dxa"/>
            <w:noWrap/>
            <w:hideMark/>
          </w:tcPr>
          <w:p w14:paraId="18B8FB81" w14:textId="77777777" w:rsidR="00BB1E14" w:rsidRPr="003C0201" w:rsidRDefault="00BB1E14" w:rsidP="00344378">
            <w:r w:rsidRPr="003C0201">
              <w:t> </w:t>
            </w:r>
          </w:p>
        </w:tc>
      </w:tr>
      <w:tr w:rsidR="00BB1E14" w:rsidRPr="003C0201" w14:paraId="54ACCBA0" w14:textId="77777777" w:rsidTr="00344378">
        <w:trPr>
          <w:trHeight w:val="300"/>
        </w:trPr>
        <w:tc>
          <w:tcPr>
            <w:tcW w:w="10932" w:type="dxa"/>
            <w:noWrap/>
            <w:hideMark/>
          </w:tcPr>
          <w:p w14:paraId="7570622C" w14:textId="77777777" w:rsidR="00BB1E14" w:rsidRPr="003C0201" w:rsidRDefault="00BB1E14" w:rsidP="00344378">
            <w:r w:rsidRPr="003C0201">
              <w:t xml:space="preserve">Trophy paste </w:t>
            </w:r>
          </w:p>
        </w:tc>
        <w:tc>
          <w:tcPr>
            <w:tcW w:w="3234" w:type="dxa"/>
            <w:noWrap/>
            <w:hideMark/>
          </w:tcPr>
          <w:p w14:paraId="73732D3D" w14:textId="77777777" w:rsidR="00BB1E14" w:rsidRPr="003C0201" w:rsidRDefault="00BB1E14" w:rsidP="00344378">
            <w:r w:rsidRPr="003C0201">
              <w:t> </w:t>
            </w:r>
          </w:p>
        </w:tc>
        <w:tc>
          <w:tcPr>
            <w:tcW w:w="813" w:type="dxa"/>
            <w:noWrap/>
            <w:hideMark/>
          </w:tcPr>
          <w:p w14:paraId="249B75B9" w14:textId="77777777" w:rsidR="00BB1E14" w:rsidRPr="003C0201" w:rsidRDefault="00BB1E14" w:rsidP="00344378">
            <w:pPr>
              <w:jc w:val="left"/>
            </w:pPr>
            <w:r w:rsidRPr="003C0201">
              <w:t>5</w:t>
            </w:r>
          </w:p>
        </w:tc>
        <w:tc>
          <w:tcPr>
            <w:tcW w:w="830" w:type="dxa"/>
            <w:noWrap/>
            <w:hideMark/>
          </w:tcPr>
          <w:p w14:paraId="7AFFF7B8" w14:textId="77777777" w:rsidR="00BB1E14" w:rsidRPr="003C0201" w:rsidRDefault="00BB1E14" w:rsidP="00344378">
            <w:pPr>
              <w:jc w:val="left"/>
            </w:pPr>
            <w:r w:rsidRPr="003C0201">
              <w:t> </w:t>
            </w:r>
          </w:p>
        </w:tc>
        <w:tc>
          <w:tcPr>
            <w:tcW w:w="902" w:type="dxa"/>
            <w:noWrap/>
            <w:hideMark/>
          </w:tcPr>
          <w:p w14:paraId="48CF52EB" w14:textId="77777777" w:rsidR="00BB1E14" w:rsidRPr="003C0201" w:rsidRDefault="00BB1E14" w:rsidP="00344378">
            <w:r w:rsidRPr="003C0201">
              <w:t> </w:t>
            </w:r>
          </w:p>
        </w:tc>
      </w:tr>
      <w:tr w:rsidR="00BB1E14" w:rsidRPr="003C0201" w14:paraId="4D02308B" w14:textId="77777777" w:rsidTr="00344378">
        <w:trPr>
          <w:trHeight w:val="300"/>
        </w:trPr>
        <w:tc>
          <w:tcPr>
            <w:tcW w:w="10932" w:type="dxa"/>
            <w:noWrap/>
            <w:hideMark/>
          </w:tcPr>
          <w:p w14:paraId="040C9331" w14:textId="77777777" w:rsidR="00BB1E14" w:rsidRPr="003C0201" w:rsidRDefault="00BB1E14" w:rsidP="00344378">
            <w:r w:rsidRPr="003C0201">
              <w:t>Tresiolan</w:t>
            </w:r>
          </w:p>
        </w:tc>
        <w:tc>
          <w:tcPr>
            <w:tcW w:w="3234" w:type="dxa"/>
            <w:noWrap/>
            <w:hideMark/>
          </w:tcPr>
          <w:p w14:paraId="71777F03" w14:textId="77777777" w:rsidR="00BB1E14" w:rsidRPr="003C0201" w:rsidRDefault="00BB1E14" w:rsidP="00344378">
            <w:r w:rsidRPr="003C0201">
              <w:t>20mls tube</w:t>
            </w:r>
          </w:p>
        </w:tc>
        <w:tc>
          <w:tcPr>
            <w:tcW w:w="813" w:type="dxa"/>
            <w:noWrap/>
            <w:hideMark/>
          </w:tcPr>
          <w:p w14:paraId="1050897C" w14:textId="77777777" w:rsidR="00BB1E14" w:rsidRPr="003C0201" w:rsidRDefault="00BB1E14" w:rsidP="00344378">
            <w:pPr>
              <w:jc w:val="left"/>
            </w:pPr>
            <w:r w:rsidRPr="003C0201">
              <w:t>3</w:t>
            </w:r>
          </w:p>
        </w:tc>
        <w:tc>
          <w:tcPr>
            <w:tcW w:w="830" w:type="dxa"/>
            <w:noWrap/>
            <w:hideMark/>
          </w:tcPr>
          <w:p w14:paraId="7CB70307" w14:textId="77777777" w:rsidR="00BB1E14" w:rsidRPr="003C0201" w:rsidRDefault="00BB1E14" w:rsidP="00344378">
            <w:pPr>
              <w:jc w:val="left"/>
            </w:pPr>
            <w:r w:rsidRPr="003C0201">
              <w:t> </w:t>
            </w:r>
          </w:p>
        </w:tc>
        <w:tc>
          <w:tcPr>
            <w:tcW w:w="902" w:type="dxa"/>
            <w:noWrap/>
            <w:hideMark/>
          </w:tcPr>
          <w:p w14:paraId="13FC3176" w14:textId="77777777" w:rsidR="00BB1E14" w:rsidRPr="003C0201" w:rsidRDefault="00BB1E14" w:rsidP="00344378">
            <w:r w:rsidRPr="003C0201">
              <w:t> </w:t>
            </w:r>
          </w:p>
        </w:tc>
      </w:tr>
      <w:tr w:rsidR="00BB1E14" w:rsidRPr="003C0201" w14:paraId="61852A4F" w14:textId="77777777" w:rsidTr="00344378">
        <w:trPr>
          <w:trHeight w:val="300"/>
        </w:trPr>
        <w:tc>
          <w:tcPr>
            <w:tcW w:w="10932" w:type="dxa"/>
            <w:noWrap/>
            <w:hideMark/>
          </w:tcPr>
          <w:p w14:paraId="680D1292" w14:textId="77777777" w:rsidR="00BB1E14" w:rsidRPr="003C0201" w:rsidRDefault="00BB1E14" w:rsidP="00344378">
            <w:r w:rsidRPr="003C0201">
              <w:t>Polishing cup/brush</w:t>
            </w:r>
          </w:p>
        </w:tc>
        <w:tc>
          <w:tcPr>
            <w:tcW w:w="3234" w:type="dxa"/>
            <w:noWrap/>
            <w:hideMark/>
          </w:tcPr>
          <w:p w14:paraId="588E4F38" w14:textId="77777777" w:rsidR="00BB1E14" w:rsidRPr="003C0201" w:rsidRDefault="00BB1E14" w:rsidP="00344378">
            <w:r w:rsidRPr="003C0201">
              <w:t>pack</w:t>
            </w:r>
          </w:p>
        </w:tc>
        <w:tc>
          <w:tcPr>
            <w:tcW w:w="813" w:type="dxa"/>
            <w:noWrap/>
            <w:hideMark/>
          </w:tcPr>
          <w:p w14:paraId="6681EB90" w14:textId="77777777" w:rsidR="00BB1E14" w:rsidRPr="003C0201" w:rsidRDefault="00BB1E14" w:rsidP="00344378">
            <w:pPr>
              <w:jc w:val="left"/>
            </w:pPr>
            <w:r w:rsidRPr="003C0201">
              <w:t>1</w:t>
            </w:r>
          </w:p>
        </w:tc>
        <w:tc>
          <w:tcPr>
            <w:tcW w:w="830" w:type="dxa"/>
            <w:noWrap/>
            <w:hideMark/>
          </w:tcPr>
          <w:p w14:paraId="2136D373" w14:textId="77777777" w:rsidR="00BB1E14" w:rsidRPr="003C0201" w:rsidRDefault="00BB1E14" w:rsidP="00344378">
            <w:pPr>
              <w:jc w:val="left"/>
            </w:pPr>
            <w:r w:rsidRPr="003C0201">
              <w:t> </w:t>
            </w:r>
          </w:p>
        </w:tc>
        <w:tc>
          <w:tcPr>
            <w:tcW w:w="902" w:type="dxa"/>
            <w:noWrap/>
            <w:hideMark/>
          </w:tcPr>
          <w:p w14:paraId="4F5A97FA" w14:textId="77777777" w:rsidR="00BB1E14" w:rsidRPr="003C0201" w:rsidRDefault="00BB1E14" w:rsidP="00344378">
            <w:r w:rsidRPr="003C0201">
              <w:t> </w:t>
            </w:r>
          </w:p>
        </w:tc>
      </w:tr>
      <w:tr w:rsidR="00BB1E14" w:rsidRPr="003C0201" w14:paraId="18A7F8EB" w14:textId="77777777" w:rsidTr="00344378">
        <w:trPr>
          <w:trHeight w:val="300"/>
        </w:trPr>
        <w:tc>
          <w:tcPr>
            <w:tcW w:w="10932" w:type="dxa"/>
            <w:noWrap/>
            <w:hideMark/>
          </w:tcPr>
          <w:p w14:paraId="4CB50665" w14:textId="77777777" w:rsidR="00BB1E14" w:rsidRPr="003C0201" w:rsidRDefault="00BB1E14" w:rsidP="00344378">
            <w:r w:rsidRPr="003C0201">
              <w:t>Prophy paste /polishing paste with fluoride</w:t>
            </w:r>
          </w:p>
        </w:tc>
        <w:tc>
          <w:tcPr>
            <w:tcW w:w="3234" w:type="dxa"/>
            <w:noWrap/>
            <w:hideMark/>
          </w:tcPr>
          <w:p w14:paraId="57C32788" w14:textId="77777777" w:rsidR="00BB1E14" w:rsidRPr="003C0201" w:rsidRDefault="00BB1E14" w:rsidP="00344378">
            <w:r w:rsidRPr="003C0201">
              <w:t>400ml tub</w:t>
            </w:r>
          </w:p>
        </w:tc>
        <w:tc>
          <w:tcPr>
            <w:tcW w:w="813" w:type="dxa"/>
            <w:noWrap/>
            <w:hideMark/>
          </w:tcPr>
          <w:p w14:paraId="74D07A40" w14:textId="77777777" w:rsidR="00BB1E14" w:rsidRPr="003C0201" w:rsidRDefault="00BB1E14" w:rsidP="00344378">
            <w:pPr>
              <w:jc w:val="left"/>
            </w:pPr>
            <w:r w:rsidRPr="003C0201">
              <w:t>5</w:t>
            </w:r>
          </w:p>
        </w:tc>
        <w:tc>
          <w:tcPr>
            <w:tcW w:w="830" w:type="dxa"/>
            <w:noWrap/>
            <w:hideMark/>
          </w:tcPr>
          <w:p w14:paraId="7CEECE06" w14:textId="77777777" w:rsidR="00BB1E14" w:rsidRPr="003C0201" w:rsidRDefault="00BB1E14" w:rsidP="00344378">
            <w:pPr>
              <w:jc w:val="left"/>
            </w:pPr>
            <w:r w:rsidRPr="003C0201">
              <w:t> </w:t>
            </w:r>
          </w:p>
        </w:tc>
        <w:tc>
          <w:tcPr>
            <w:tcW w:w="902" w:type="dxa"/>
            <w:noWrap/>
            <w:hideMark/>
          </w:tcPr>
          <w:p w14:paraId="7062C838" w14:textId="77777777" w:rsidR="00BB1E14" w:rsidRPr="003C0201" w:rsidRDefault="00BB1E14" w:rsidP="00344378">
            <w:r w:rsidRPr="003C0201">
              <w:t> </w:t>
            </w:r>
          </w:p>
        </w:tc>
      </w:tr>
      <w:tr w:rsidR="00BB1E14" w:rsidRPr="003C0201" w14:paraId="729A063E" w14:textId="77777777" w:rsidTr="00344378">
        <w:trPr>
          <w:trHeight w:val="300"/>
        </w:trPr>
        <w:tc>
          <w:tcPr>
            <w:tcW w:w="10932" w:type="dxa"/>
            <w:noWrap/>
            <w:hideMark/>
          </w:tcPr>
          <w:p w14:paraId="7F050A7C" w14:textId="77777777" w:rsidR="00BB1E14" w:rsidRPr="003C0201" w:rsidRDefault="00BB1E14" w:rsidP="00344378">
            <w:pPr>
              <w:rPr>
                <w:b/>
                <w:bCs/>
              </w:rPr>
            </w:pPr>
            <w:r w:rsidRPr="003C0201">
              <w:rPr>
                <w:b/>
                <w:bCs/>
              </w:rPr>
              <w:t xml:space="preserve">HAND PIECE AND BURS (FOR F/G &amp; SURGERY CASES </w:t>
            </w:r>
          </w:p>
        </w:tc>
        <w:tc>
          <w:tcPr>
            <w:tcW w:w="3234" w:type="dxa"/>
            <w:noWrap/>
            <w:hideMark/>
          </w:tcPr>
          <w:p w14:paraId="7F70434F" w14:textId="77777777" w:rsidR="00BB1E14" w:rsidRPr="003C0201" w:rsidRDefault="00BB1E14" w:rsidP="00344378">
            <w:r w:rsidRPr="003C0201">
              <w:t> </w:t>
            </w:r>
          </w:p>
        </w:tc>
        <w:tc>
          <w:tcPr>
            <w:tcW w:w="813" w:type="dxa"/>
            <w:noWrap/>
            <w:hideMark/>
          </w:tcPr>
          <w:p w14:paraId="10D32F1B" w14:textId="77777777" w:rsidR="00BB1E14" w:rsidRPr="003C0201" w:rsidRDefault="00BB1E14" w:rsidP="00344378">
            <w:pPr>
              <w:jc w:val="left"/>
            </w:pPr>
            <w:r w:rsidRPr="003C0201">
              <w:t> </w:t>
            </w:r>
          </w:p>
        </w:tc>
        <w:tc>
          <w:tcPr>
            <w:tcW w:w="830" w:type="dxa"/>
            <w:noWrap/>
            <w:hideMark/>
          </w:tcPr>
          <w:p w14:paraId="10C2C699" w14:textId="77777777" w:rsidR="00BB1E14" w:rsidRPr="003C0201" w:rsidRDefault="00BB1E14" w:rsidP="00344378">
            <w:pPr>
              <w:jc w:val="left"/>
            </w:pPr>
            <w:r w:rsidRPr="003C0201">
              <w:t> </w:t>
            </w:r>
          </w:p>
        </w:tc>
        <w:tc>
          <w:tcPr>
            <w:tcW w:w="902" w:type="dxa"/>
            <w:noWrap/>
            <w:hideMark/>
          </w:tcPr>
          <w:p w14:paraId="1B49A05E" w14:textId="77777777" w:rsidR="00BB1E14" w:rsidRPr="003C0201" w:rsidRDefault="00BB1E14" w:rsidP="00344378">
            <w:r w:rsidRPr="003C0201">
              <w:t> </w:t>
            </w:r>
          </w:p>
        </w:tc>
      </w:tr>
      <w:tr w:rsidR="00BB1E14" w:rsidRPr="003C0201" w14:paraId="505067A7" w14:textId="77777777" w:rsidTr="00344378">
        <w:trPr>
          <w:trHeight w:val="300"/>
        </w:trPr>
        <w:tc>
          <w:tcPr>
            <w:tcW w:w="10932" w:type="dxa"/>
            <w:noWrap/>
            <w:hideMark/>
          </w:tcPr>
          <w:p w14:paraId="19EE7F66" w14:textId="77777777" w:rsidR="00BB1E14" w:rsidRPr="003C0201" w:rsidRDefault="00BB1E14" w:rsidP="00344378">
            <w:r w:rsidRPr="003C0201">
              <w:t>Hand piece -fast (4hole)</w:t>
            </w:r>
          </w:p>
        </w:tc>
        <w:tc>
          <w:tcPr>
            <w:tcW w:w="3234" w:type="dxa"/>
            <w:noWrap/>
            <w:hideMark/>
          </w:tcPr>
          <w:p w14:paraId="6D9A1DBB" w14:textId="77777777" w:rsidR="00BB1E14" w:rsidRPr="003C0201" w:rsidRDefault="00BB1E14" w:rsidP="00344378">
            <w:r w:rsidRPr="003C0201">
              <w:t> </w:t>
            </w:r>
          </w:p>
        </w:tc>
        <w:tc>
          <w:tcPr>
            <w:tcW w:w="813" w:type="dxa"/>
            <w:noWrap/>
            <w:hideMark/>
          </w:tcPr>
          <w:p w14:paraId="4C73792E" w14:textId="77777777" w:rsidR="00BB1E14" w:rsidRPr="003C0201" w:rsidRDefault="00BB1E14" w:rsidP="00344378">
            <w:pPr>
              <w:jc w:val="left"/>
            </w:pPr>
            <w:r w:rsidRPr="003C0201">
              <w:t>10</w:t>
            </w:r>
          </w:p>
        </w:tc>
        <w:tc>
          <w:tcPr>
            <w:tcW w:w="830" w:type="dxa"/>
            <w:noWrap/>
            <w:hideMark/>
          </w:tcPr>
          <w:p w14:paraId="04FCC96F" w14:textId="77777777" w:rsidR="00BB1E14" w:rsidRPr="003C0201" w:rsidRDefault="00BB1E14" w:rsidP="00344378">
            <w:pPr>
              <w:jc w:val="left"/>
            </w:pPr>
            <w:r w:rsidRPr="003C0201">
              <w:t> </w:t>
            </w:r>
          </w:p>
        </w:tc>
        <w:tc>
          <w:tcPr>
            <w:tcW w:w="902" w:type="dxa"/>
            <w:noWrap/>
            <w:hideMark/>
          </w:tcPr>
          <w:p w14:paraId="70C85421" w14:textId="77777777" w:rsidR="00BB1E14" w:rsidRPr="003C0201" w:rsidRDefault="00BB1E14" w:rsidP="00344378">
            <w:r w:rsidRPr="003C0201">
              <w:t> </w:t>
            </w:r>
          </w:p>
        </w:tc>
      </w:tr>
      <w:tr w:rsidR="00BB1E14" w:rsidRPr="003C0201" w14:paraId="59D807F9" w14:textId="77777777" w:rsidTr="00344378">
        <w:trPr>
          <w:trHeight w:val="300"/>
        </w:trPr>
        <w:tc>
          <w:tcPr>
            <w:tcW w:w="10932" w:type="dxa"/>
            <w:noWrap/>
            <w:hideMark/>
          </w:tcPr>
          <w:p w14:paraId="37A560A3" w14:textId="77777777" w:rsidR="00BB1E14" w:rsidRPr="003C0201" w:rsidRDefault="00BB1E14" w:rsidP="00344378">
            <w:r w:rsidRPr="003C0201">
              <w:t xml:space="preserve">slow hand pieces </w:t>
            </w:r>
          </w:p>
        </w:tc>
        <w:tc>
          <w:tcPr>
            <w:tcW w:w="3234" w:type="dxa"/>
            <w:noWrap/>
            <w:hideMark/>
          </w:tcPr>
          <w:p w14:paraId="5E79276D" w14:textId="77777777" w:rsidR="00BB1E14" w:rsidRPr="003C0201" w:rsidRDefault="00BB1E14" w:rsidP="00344378">
            <w:r w:rsidRPr="003C0201">
              <w:t> </w:t>
            </w:r>
          </w:p>
        </w:tc>
        <w:tc>
          <w:tcPr>
            <w:tcW w:w="813" w:type="dxa"/>
            <w:noWrap/>
            <w:hideMark/>
          </w:tcPr>
          <w:p w14:paraId="68EA751C" w14:textId="77777777" w:rsidR="00BB1E14" w:rsidRPr="003C0201" w:rsidRDefault="00BB1E14" w:rsidP="00344378">
            <w:pPr>
              <w:jc w:val="left"/>
            </w:pPr>
            <w:r w:rsidRPr="003C0201">
              <w:t>10</w:t>
            </w:r>
          </w:p>
        </w:tc>
        <w:tc>
          <w:tcPr>
            <w:tcW w:w="830" w:type="dxa"/>
            <w:noWrap/>
            <w:hideMark/>
          </w:tcPr>
          <w:p w14:paraId="059B9E53" w14:textId="77777777" w:rsidR="00BB1E14" w:rsidRPr="003C0201" w:rsidRDefault="00BB1E14" w:rsidP="00344378">
            <w:pPr>
              <w:jc w:val="left"/>
            </w:pPr>
            <w:r w:rsidRPr="003C0201">
              <w:t> </w:t>
            </w:r>
          </w:p>
        </w:tc>
        <w:tc>
          <w:tcPr>
            <w:tcW w:w="902" w:type="dxa"/>
            <w:noWrap/>
            <w:hideMark/>
          </w:tcPr>
          <w:p w14:paraId="3E157FE3" w14:textId="77777777" w:rsidR="00BB1E14" w:rsidRPr="003C0201" w:rsidRDefault="00BB1E14" w:rsidP="00344378">
            <w:r w:rsidRPr="003C0201">
              <w:t> </w:t>
            </w:r>
          </w:p>
        </w:tc>
      </w:tr>
      <w:tr w:rsidR="00BB1E14" w:rsidRPr="003C0201" w14:paraId="12B7569D" w14:textId="77777777" w:rsidTr="00344378">
        <w:trPr>
          <w:trHeight w:val="300"/>
        </w:trPr>
        <w:tc>
          <w:tcPr>
            <w:tcW w:w="10932" w:type="dxa"/>
            <w:noWrap/>
            <w:hideMark/>
          </w:tcPr>
          <w:p w14:paraId="4FB6B37F" w14:textId="77777777" w:rsidR="00BB1E14" w:rsidRPr="003C0201" w:rsidRDefault="00BB1E14" w:rsidP="00344378">
            <w:r w:rsidRPr="003C0201">
              <w:t xml:space="preserve">Handpiece oil/lubricator mechine </w:t>
            </w:r>
          </w:p>
        </w:tc>
        <w:tc>
          <w:tcPr>
            <w:tcW w:w="3234" w:type="dxa"/>
            <w:noWrap/>
            <w:hideMark/>
          </w:tcPr>
          <w:p w14:paraId="2F10F963" w14:textId="77777777" w:rsidR="00BB1E14" w:rsidRPr="003C0201" w:rsidRDefault="00BB1E14" w:rsidP="00344378">
            <w:r w:rsidRPr="003C0201">
              <w:t> </w:t>
            </w:r>
          </w:p>
        </w:tc>
        <w:tc>
          <w:tcPr>
            <w:tcW w:w="813" w:type="dxa"/>
            <w:noWrap/>
            <w:hideMark/>
          </w:tcPr>
          <w:p w14:paraId="393C142C" w14:textId="77777777" w:rsidR="00BB1E14" w:rsidRPr="003C0201" w:rsidRDefault="00BB1E14" w:rsidP="00344378">
            <w:pPr>
              <w:jc w:val="left"/>
            </w:pPr>
            <w:r w:rsidRPr="003C0201">
              <w:t>1</w:t>
            </w:r>
          </w:p>
        </w:tc>
        <w:tc>
          <w:tcPr>
            <w:tcW w:w="830" w:type="dxa"/>
            <w:noWrap/>
            <w:hideMark/>
          </w:tcPr>
          <w:p w14:paraId="50DEA138" w14:textId="77777777" w:rsidR="00BB1E14" w:rsidRPr="003C0201" w:rsidRDefault="00BB1E14" w:rsidP="00344378">
            <w:pPr>
              <w:jc w:val="left"/>
            </w:pPr>
            <w:r w:rsidRPr="003C0201">
              <w:t> </w:t>
            </w:r>
          </w:p>
        </w:tc>
        <w:tc>
          <w:tcPr>
            <w:tcW w:w="902" w:type="dxa"/>
            <w:noWrap/>
            <w:hideMark/>
          </w:tcPr>
          <w:p w14:paraId="07DBB4E4" w14:textId="77777777" w:rsidR="00BB1E14" w:rsidRPr="003C0201" w:rsidRDefault="00BB1E14" w:rsidP="00344378">
            <w:r w:rsidRPr="003C0201">
              <w:t> </w:t>
            </w:r>
          </w:p>
        </w:tc>
      </w:tr>
      <w:tr w:rsidR="00BB1E14" w:rsidRPr="003C0201" w14:paraId="4B154BB8" w14:textId="77777777" w:rsidTr="00344378">
        <w:trPr>
          <w:trHeight w:val="300"/>
        </w:trPr>
        <w:tc>
          <w:tcPr>
            <w:tcW w:w="10932" w:type="dxa"/>
            <w:noWrap/>
            <w:hideMark/>
          </w:tcPr>
          <w:p w14:paraId="1E8278F6" w14:textId="77777777" w:rsidR="00BB1E14" w:rsidRPr="003C0201" w:rsidRDefault="00BB1E14" w:rsidP="00344378">
            <w:pPr>
              <w:rPr>
                <w:b/>
                <w:bCs/>
              </w:rPr>
            </w:pPr>
            <w:r w:rsidRPr="003C0201">
              <w:rPr>
                <w:b/>
                <w:bCs/>
              </w:rPr>
              <w:t xml:space="preserve">BURS </w:t>
            </w:r>
          </w:p>
        </w:tc>
        <w:tc>
          <w:tcPr>
            <w:tcW w:w="3234" w:type="dxa"/>
            <w:noWrap/>
            <w:hideMark/>
          </w:tcPr>
          <w:p w14:paraId="0E674A7D" w14:textId="77777777" w:rsidR="00BB1E14" w:rsidRPr="003C0201" w:rsidRDefault="00BB1E14" w:rsidP="00344378">
            <w:r w:rsidRPr="003C0201">
              <w:t> </w:t>
            </w:r>
          </w:p>
        </w:tc>
        <w:tc>
          <w:tcPr>
            <w:tcW w:w="813" w:type="dxa"/>
            <w:noWrap/>
            <w:hideMark/>
          </w:tcPr>
          <w:p w14:paraId="2BA15E13" w14:textId="77777777" w:rsidR="00BB1E14" w:rsidRPr="003C0201" w:rsidRDefault="00BB1E14" w:rsidP="00344378">
            <w:pPr>
              <w:jc w:val="left"/>
            </w:pPr>
            <w:r w:rsidRPr="003C0201">
              <w:t> </w:t>
            </w:r>
          </w:p>
        </w:tc>
        <w:tc>
          <w:tcPr>
            <w:tcW w:w="830" w:type="dxa"/>
            <w:noWrap/>
            <w:hideMark/>
          </w:tcPr>
          <w:p w14:paraId="68A2CF60" w14:textId="77777777" w:rsidR="00BB1E14" w:rsidRPr="003C0201" w:rsidRDefault="00BB1E14" w:rsidP="00344378">
            <w:pPr>
              <w:jc w:val="left"/>
            </w:pPr>
            <w:r w:rsidRPr="003C0201">
              <w:t> </w:t>
            </w:r>
          </w:p>
        </w:tc>
        <w:tc>
          <w:tcPr>
            <w:tcW w:w="902" w:type="dxa"/>
            <w:noWrap/>
            <w:hideMark/>
          </w:tcPr>
          <w:p w14:paraId="48FA72DC" w14:textId="77777777" w:rsidR="00BB1E14" w:rsidRPr="003C0201" w:rsidRDefault="00BB1E14" w:rsidP="00344378">
            <w:r w:rsidRPr="003C0201">
              <w:t> </w:t>
            </w:r>
          </w:p>
        </w:tc>
      </w:tr>
      <w:tr w:rsidR="00BB1E14" w:rsidRPr="003C0201" w14:paraId="1A072F31" w14:textId="77777777" w:rsidTr="00344378">
        <w:trPr>
          <w:trHeight w:val="300"/>
        </w:trPr>
        <w:tc>
          <w:tcPr>
            <w:tcW w:w="10932" w:type="dxa"/>
            <w:noWrap/>
            <w:hideMark/>
          </w:tcPr>
          <w:p w14:paraId="0B06BDF8" w14:textId="77777777" w:rsidR="00BB1E14" w:rsidRPr="003C0201" w:rsidRDefault="00BB1E14" w:rsidP="00344378">
            <w:r w:rsidRPr="003C0201">
              <w:t xml:space="preserve">FAST -DIAMOND </w:t>
            </w:r>
          </w:p>
        </w:tc>
        <w:tc>
          <w:tcPr>
            <w:tcW w:w="3234" w:type="dxa"/>
            <w:noWrap/>
            <w:hideMark/>
          </w:tcPr>
          <w:p w14:paraId="1CB28AB1" w14:textId="77777777" w:rsidR="00BB1E14" w:rsidRPr="003C0201" w:rsidRDefault="00BB1E14" w:rsidP="00344378">
            <w:r w:rsidRPr="003C0201">
              <w:t> </w:t>
            </w:r>
          </w:p>
        </w:tc>
        <w:tc>
          <w:tcPr>
            <w:tcW w:w="813" w:type="dxa"/>
            <w:noWrap/>
            <w:hideMark/>
          </w:tcPr>
          <w:p w14:paraId="087F799A" w14:textId="77777777" w:rsidR="00BB1E14" w:rsidRPr="003C0201" w:rsidRDefault="00BB1E14" w:rsidP="00344378">
            <w:pPr>
              <w:jc w:val="left"/>
            </w:pPr>
            <w:r w:rsidRPr="003C0201">
              <w:t> </w:t>
            </w:r>
          </w:p>
        </w:tc>
        <w:tc>
          <w:tcPr>
            <w:tcW w:w="830" w:type="dxa"/>
            <w:noWrap/>
            <w:hideMark/>
          </w:tcPr>
          <w:p w14:paraId="1D68BF7F" w14:textId="77777777" w:rsidR="00BB1E14" w:rsidRPr="003C0201" w:rsidRDefault="00BB1E14" w:rsidP="00344378">
            <w:pPr>
              <w:jc w:val="left"/>
            </w:pPr>
            <w:r w:rsidRPr="003C0201">
              <w:t> </w:t>
            </w:r>
          </w:p>
        </w:tc>
        <w:tc>
          <w:tcPr>
            <w:tcW w:w="902" w:type="dxa"/>
            <w:noWrap/>
            <w:hideMark/>
          </w:tcPr>
          <w:p w14:paraId="5687279A" w14:textId="77777777" w:rsidR="00BB1E14" w:rsidRPr="003C0201" w:rsidRDefault="00BB1E14" w:rsidP="00344378">
            <w:r w:rsidRPr="003C0201">
              <w:t> </w:t>
            </w:r>
          </w:p>
        </w:tc>
      </w:tr>
      <w:tr w:rsidR="00BB1E14" w:rsidRPr="003C0201" w14:paraId="4851320F" w14:textId="77777777" w:rsidTr="00344378">
        <w:trPr>
          <w:trHeight w:val="300"/>
        </w:trPr>
        <w:tc>
          <w:tcPr>
            <w:tcW w:w="10932" w:type="dxa"/>
            <w:noWrap/>
            <w:hideMark/>
          </w:tcPr>
          <w:p w14:paraId="20AA2206" w14:textId="77777777" w:rsidR="00BB1E14" w:rsidRPr="003C0201" w:rsidRDefault="00BB1E14" w:rsidP="00344378">
            <w:r w:rsidRPr="003C0201">
              <w:t>Round 1,3,5,7</w:t>
            </w:r>
          </w:p>
        </w:tc>
        <w:tc>
          <w:tcPr>
            <w:tcW w:w="3234" w:type="dxa"/>
            <w:noWrap/>
            <w:hideMark/>
          </w:tcPr>
          <w:p w14:paraId="39E81500" w14:textId="77777777" w:rsidR="00BB1E14" w:rsidRPr="003C0201" w:rsidRDefault="00BB1E14" w:rsidP="00344378">
            <w:r w:rsidRPr="003C0201">
              <w:t> </w:t>
            </w:r>
          </w:p>
        </w:tc>
        <w:tc>
          <w:tcPr>
            <w:tcW w:w="813" w:type="dxa"/>
            <w:noWrap/>
            <w:hideMark/>
          </w:tcPr>
          <w:p w14:paraId="177A6C28" w14:textId="77777777" w:rsidR="00BB1E14" w:rsidRPr="003C0201" w:rsidRDefault="00BB1E14" w:rsidP="00344378">
            <w:pPr>
              <w:jc w:val="left"/>
            </w:pPr>
            <w:r w:rsidRPr="003C0201">
              <w:t> </w:t>
            </w:r>
          </w:p>
        </w:tc>
        <w:tc>
          <w:tcPr>
            <w:tcW w:w="830" w:type="dxa"/>
            <w:noWrap/>
            <w:hideMark/>
          </w:tcPr>
          <w:p w14:paraId="4E93F520" w14:textId="77777777" w:rsidR="00BB1E14" w:rsidRPr="003C0201" w:rsidRDefault="00BB1E14" w:rsidP="00344378">
            <w:pPr>
              <w:jc w:val="left"/>
            </w:pPr>
            <w:r w:rsidRPr="003C0201">
              <w:t> </w:t>
            </w:r>
          </w:p>
        </w:tc>
        <w:tc>
          <w:tcPr>
            <w:tcW w:w="902" w:type="dxa"/>
            <w:noWrap/>
            <w:hideMark/>
          </w:tcPr>
          <w:p w14:paraId="1D2FA81D" w14:textId="77777777" w:rsidR="00BB1E14" w:rsidRPr="003C0201" w:rsidRDefault="00BB1E14" w:rsidP="00344378">
            <w:r w:rsidRPr="003C0201">
              <w:t> </w:t>
            </w:r>
          </w:p>
        </w:tc>
      </w:tr>
      <w:tr w:rsidR="00BB1E14" w:rsidRPr="003C0201" w14:paraId="37A90AF5" w14:textId="77777777" w:rsidTr="00344378">
        <w:trPr>
          <w:trHeight w:val="300"/>
        </w:trPr>
        <w:tc>
          <w:tcPr>
            <w:tcW w:w="10932" w:type="dxa"/>
            <w:noWrap/>
            <w:hideMark/>
          </w:tcPr>
          <w:p w14:paraId="6DFA34E6" w14:textId="77777777" w:rsidR="00BB1E14" w:rsidRPr="003C0201" w:rsidRDefault="00BB1E14" w:rsidP="00344378">
            <w:r w:rsidRPr="003C0201">
              <w:t>fissure 1,3,5,7,</w:t>
            </w:r>
          </w:p>
        </w:tc>
        <w:tc>
          <w:tcPr>
            <w:tcW w:w="3234" w:type="dxa"/>
            <w:noWrap/>
            <w:hideMark/>
          </w:tcPr>
          <w:p w14:paraId="32CC5863" w14:textId="77777777" w:rsidR="00BB1E14" w:rsidRPr="003C0201" w:rsidRDefault="00BB1E14" w:rsidP="00344378">
            <w:r w:rsidRPr="003C0201">
              <w:t> </w:t>
            </w:r>
          </w:p>
        </w:tc>
        <w:tc>
          <w:tcPr>
            <w:tcW w:w="813" w:type="dxa"/>
            <w:noWrap/>
            <w:hideMark/>
          </w:tcPr>
          <w:p w14:paraId="6467991E" w14:textId="77777777" w:rsidR="00BB1E14" w:rsidRPr="003C0201" w:rsidRDefault="00BB1E14" w:rsidP="00344378">
            <w:pPr>
              <w:jc w:val="left"/>
            </w:pPr>
            <w:r w:rsidRPr="003C0201">
              <w:t>1</w:t>
            </w:r>
          </w:p>
        </w:tc>
        <w:tc>
          <w:tcPr>
            <w:tcW w:w="830" w:type="dxa"/>
            <w:noWrap/>
            <w:hideMark/>
          </w:tcPr>
          <w:p w14:paraId="7569F4DA" w14:textId="77777777" w:rsidR="00BB1E14" w:rsidRPr="003C0201" w:rsidRDefault="00BB1E14" w:rsidP="00344378">
            <w:pPr>
              <w:jc w:val="left"/>
            </w:pPr>
            <w:r w:rsidRPr="003C0201">
              <w:t> </w:t>
            </w:r>
          </w:p>
        </w:tc>
        <w:tc>
          <w:tcPr>
            <w:tcW w:w="902" w:type="dxa"/>
            <w:noWrap/>
            <w:hideMark/>
          </w:tcPr>
          <w:p w14:paraId="7CE3510B" w14:textId="77777777" w:rsidR="00BB1E14" w:rsidRPr="003C0201" w:rsidRDefault="00BB1E14" w:rsidP="00344378">
            <w:r w:rsidRPr="003C0201">
              <w:t> </w:t>
            </w:r>
          </w:p>
        </w:tc>
      </w:tr>
      <w:tr w:rsidR="00BB1E14" w:rsidRPr="003C0201" w14:paraId="7DEA0A24" w14:textId="77777777" w:rsidTr="00344378">
        <w:trPr>
          <w:trHeight w:val="300"/>
        </w:trPr>
        <w:tc>
          <w:tcPr>
            <w:tcW w:w="10932" w:type="dxa"/>
            <w:noWrap/>
            <w:hideMark/>
          </w:tcPr>
          <w:p w14:paraId="6B162B7F" w14:textId="77777777" w:rsidR="00BB1E14" w:rsidRPr="003C0201" w:rsidRDefault="00BB1E14" w:rsidP="00344378">
            <w:r w:rsidRPr="003C0201">
              <w:t>long flat fissures 3,5</w:t>
            </w:r>
          </w:p>
        </w:tc>
        <w:tc>
          <w:tcPr>
            <w:tcW w:w="3234" w:type="dxa"/>
            <w:noWrap/>
            <w:hideMark/>
          </w:tcPr>
          <w:p w14:paraId="4C8FA6D0" w14:textId="77777777" w:rsidR="00BB1E14" w:rsidRPr="003C0201" w:rsidRDefault="00BB1E14" w:rsidP="00344378">
            <w:r w:rsidRPr="003C0201">
              <w:t> </w:t>
            </w:r>
          </w:p>
        </w:tc>
        <w:tc>
          <w:tcPr>
            <w:tcW w:w="813" w:type="dxa"/>
            <w:noWrap/>
            <w:hideMark/>
          </w:tcPr>
          <w:p w14:paraId="3DFF672F" w14:textId="77777777" w:rsidR="00BB1E14" w:rsidRPr="003C0201" w:rsidRDefault="00BB1E14" w:rsidP="00344378">
            <w:pPr>
              <w:jc w:val="left"/>
            </w:pPr>
            <w:r w:rsidRPr="003C0201">
              <w:t> </w:t>
            </w:r>
          </w:p>
        </w:tc>
        <w:tc>
          <w:tcPr>
            <w:tcW w:w="830" w:type="dxa"/>
            <w:noWrap/>
            <w:hideMark/>
          </w:tcPr>
          <w:p w14:paraId="0A2645F4" w14:textId="77777777" w:rsidR="00BB1E14" w:rsidRPr="003C0201" w:rsidRDefault="00BB1E14" w:rsidP="00344378">
            <w:pPr>
              <w:jc w:val="left"/>
            </w:pPr>
            <w:r w:rsidRPr="003C0201">
              <w:t> </w:t>
            </w:r>
          </w:p>
        </w:tc>
        <w:tc>
          <w:tcPr>
            <w:tcW w:w="902" w:type="dxa"/>
            <w:noWrap/>
            <w:hideMark/>
          </w:tcPr>
          <w:p w14:paraId="795646E0" w14:textId="77777777" w:rsidR="00BB1E14" w:rsidRPr="003C0201" w:rsidRDefault="00BB1E14" w:rsidP="00344378">
            <w:r w:rsidRPr="003C0201">
              <w:t> </w:t>
            </w:r>
          </w:p>
        </w:tc>
      </w:tr>
      <w:tr w:rsidR="00BB1E14" w:rsidRPr="003C0201" w14:paraId="2047EAD9" w14:textId="77777777" w:rsidTr="00344378">
        <w:trPr>
          <w:trHeight w:val="300"/>
        </w:trPr>
        <w:tc>
          <w:tcPr>
            <w:tcW w:w="10932" w:type="dxa"/>
            <w:noWrap/>
            <w:hideMark/>
          </w:tcPr>
          <w:p w14:paraId="1693F035" w14:textId="77777777" w:rsidR="00BB1E14" w:rsidRPr="003C0201" w:rsidRDefault="00BB1E14" w:rsidP="00344378">
            <w:r w:rsidRPr="003C0201">
              <w:t xml:space="preserve">long tapred fissures-yellow,red, blue </w:t>
            </w:r>
          </w:p>
        </w:tc>
        <w:tc>
          <w:tcPr>
            <w:tcW w:w="3234" w:type="dxa"/>
            <w:noWrap/>
            <w:hideMark/>
          </w:tcPr>
          <w:p w14:paraId="4472CEBC" w14:textId="77777777" w:rsidR="00BB1E14" w:rsidRPr="003C0201" w:rsidRDefault="00BB1E14" w:rsidP="00344378">
            <w:r w:rsidRPr="003C0201">
              <w:t> </w:t>
            </w:r>
          </w:p>
        </w:tc>
        <w:tc>
          <w:tcPr>
            <w:tcW w:w="813" w:type="dxa"/>
            <w:noWrap/>
            <w:hideMark/>
          </w:tcPr>
          <w:p w14:paraId="0371E5F5" w14:textId="77777777" w:rsidR="00BB1E14" w:rsidRPr="003C0201" w:rsidRDefault="00BB1E14" w:rsidP="00344378">
            <w:pPr>
              <w:jc w:val="left"/>
            </w:pPr>
            <w:r w:rsidRPr="003C0201">
              <w:t> </w:t>
            </w:r>
          </w:p>
        </w:tc>
        <w:tc>
          <w:tcPr>
            <w:tcW w:w="830" w:type="dxa"/>
            <w:noWrap/>
            <w:hideMark/>
          </w:tcPr>
          <w:p w14:paraId="438F8B72" w14:textId="77777777" w:rsidR="00BB1E14" w:rsidRPr="003C0201" w:rsidRDefault="00BB1E14" w:rsidP="00344378">
            <w:pPr>
              <w:jc w:val="left"/>
            </w:pPr>
            <w:r w:rsidRPr="003C0201">
              <w:t> </w:t>
            </w:r>
          </w:p>
        </w:tc>
        <w:tc>
          <w:tcPr>
            <w:tcW w:w="902" w:type="dxa"/>
            <w:noWrap/>
            <w:hideMark/>
          </w:tcPr>
          <w:p w14:paraId="74E56B07" w14:textId="77777777" w:rsidR="00BB1E14" w:rsidRPr="003C0201" w:rsidRDefault="00BB1E14" w:rsidP="00344378">
            <w:r w:rsidRPr="003C0201">
              <w:t> </w:t>
            </w:r>
          </w:p>
        </w:tc>
      </w:tr>
      <w:tr w:rsidR="00BB1E14" w:rsidRPr="003C0201" w14:paraId="327D7B63" w14:textId="77777777" w:rsidTr="00344378">
        <w:trPr>
          <w:trHeight w:val="300"/>
        </w:trPr>
        <w:tc>
          <w:tcPr>
            <w:tcW w:w="10932" w:type="dxa"/>
            <w:noWrap/>
            <w:hideMark/>
          </w:tcPr>
          <w:p w14:paraId="020951B1" w14:textId="77777777" w:rsidR="00BB1E14" w:rsidRPr="003C0201" w:rsidRDefault="00BB1E14" w:rsidP="00344378">
            <w:r w:rsidRPr="003C0201">
              <w:t xml:space="preserve">tooth ball trimming </w:t>
            </w:r>
          </w:p>
        </w:tc>
        <w:tc>
          <w:tcPr>
            <w:tcW w:w="3234" w:type="dxa"/>
            <w:noWrap/>
            <w:hideMark/>
          </w:tcPr>
          <w:p w14:paraId="3A8F9206" w14:textId="77777777" w:rsidR="00BB1E14" w:rsidRPr="003C0201" w:rsidRDefault="00BB1E14" w:rsidP="00344378">
            <w:r w:rsidRPr="003C0201">
              <w:t> </w:t>
            </w:r>
          </w:p>
        </w:tc>
        <w:tc>
          <w:tcPr>
            <w:tcW w:w="813" w:type="dxa"/>
            <w:noWrap/>
            <w:hideMark/>
          </w:tcPr>
          <w:p w14:paraId="30E1B5CB" w14:textId="77777777" w:rsidR="00BB1E14" w:rsidRPr="003C0201" w:rsidRDefault="00BB1E14" w:rsidP="00344378">
            <w:pPr>
              <w:jc w:val="left"/>
            </w:pPr>
            <w:r w:rsidRPr="003C0201">
              <w:t> </w:t>
            </w:r>
          </w:p>
        </w:tc>
        <w:tc>
          <w:tcPr>
            <w:tcW w:w="830" w:type="dxa"/>
            <w:noWrap/>
            <w:hideMark/>
          </w:tcPr>
          <w:p w14:paraId="5E07ED68" w14:textId="77777777" w:rsidR="00BB1E14" w:rsidRPr="003C0201" w:rsidRDefault="00BB1E14" w:rsidP="00344378">
            <w:pPr>
              <w:jc w:val="left"/>
            </w:pPr>
            <w:r w:rsidRPr="003C0201">
              <w:t> </w:t>
            </w:r>
          </w:p>
        </w:tc>
        <w:tc>
          <w:tcPr>
            <w:tcW w:w="902" w:type="dxa"/>
            <w:noWrap/>
            <w:hideMark/>
          </w:tcPr>
          <w:p w14:paraId="712BA59D" w14:textId="77777777" w:rsidR="00BB1E14" w:rsidRPr="003C0201" w:rsidRDefault="00BB1E14" w:rsidP="00344378">
            <w:r w:rsidRPr="003C0201">
              <w:t> </w:t>
            </w:r>
          </w:p>
        </w:tc>
      </w:tr>
      <w:tr w:rsidR="00BB1E14" w:rsidRPr="003C0201" w14:paraId="19441F99" w14:textId="77777777" w:rsidTr="00344378">
        <w:trPr>
          <w:trHeight w:val="300"/>
        </w:trPr>
        <w:tc>
          <w:tcPr>
            <w:tcW w:w="10932" w:type="dxa"/>
            <w:noWrap/>
            <w:hideMark/>
          </w:tcPr>
          <w:p w14:paraId="12F3487A" w14:textId="77777777" w:rsidR="00BB1E14" w:rsidRPr="003C0201" w:rsidRDefault="00BB1E14" w:rsidP="00344378">
            <w:r w:rsidRPr="003C0201">
              <w:t>pear</w:t>
            </w:r>
          </w:p>
        </w:tc>
        <w:tc>
          <w:tcPr>
            <w:tcW w:w="3234" w:type="dxa"/>
            <w:noWrap/>
            <w:hideMark/>
          </w:tcPr>
          <w:p w14:paraId="1A303D0D" w14:textId="77777777" w:rsidR="00BB1E14" w:rsidRPr="003C0201" w:rsidRDefault="00BB1E14" w:rsidP="00344378">
            <w:r w:rsidRPr="003C0201">
              <w:t> </w:t>
            </w:r>
          </w:p>
        </w:tc>
        <w:tc>
          <w:tcPr>
            <w:tcW w:w="813" w:type="dxa"/>
            <w:noWrap/>
            <w:hideMark/>
          </w:tcPr>
          <w:p w14:paraId="47A2CF33" w14:textId="77777777" w:rsidR="00BB1E14" w:rsidRPr="003C0201" w:rsidRDefault="00BB1E14" w:rsidP="00344378">
            <w:pPr>
              <w:jc w:val="left"/>
            </w:pPr>
            <w:r w:rsidRPr="003C0201">
              <w:t> </w:t>
            </w:r>
          </w:p>
        </w:tc>
        <w:tc>
          <w:tcPr>
            <w:tcW w:w="830" w:type="dxa"/>
            <w:noWrap/>
            <w:hideMark/>
          </w:tcPr>
          <w:p w14:paraId="4BF3A933" w14:textId="77777777" w:rsidR="00BB1E14" w:rsidRPr="003C0201" w:rsidRDefault="00BB1E14" w:rsidP="00344378">
            <w:pPr>
              <w:jc w:val="left"/>
            </w:pPr>
            <w:r w:rsidRPr="003C0201">
              <w:t> </w:t>
            </w:r>
          </w:p>
        </w:tc>
        <w:tc>
          <w:tcPr>
            <w:tcW w:w="902" w:type="dxa"/>
            <w:noWrap/>
            <w:hideMark/>
          </w:tcPr>
          <w:p w14:paraId="5DAEE2EA" w14:textId="77777777" w:rsidR="00BB1E14" w:rsidRPr="003C0201" w:rsidRDefault="00BB1E14" w:rsidP="00344378">
            <w:r w:rsidRPr="003C0201">
              <w:t> </w:t>
            </w:r>
          </w:p>
        </w:tc>
      </w:tr>
      <w:tr w:rsidR="00BB1E14" w:rsidRPr="003C0201" w14:paraId="7C14C893" w14:textId="77777777" w:rsidTr="00344378">
        <w:trPr>
          <w:trHeight w:val="300"/>
        </w:trPr>
        <w:tc>
          <w:tcPr>
            <w:tcW w:w="10932" w:type="dxa"/>
            <w:noWrap/>
            <w:hideMark/>
          </w:tcPr>
          <w:p w14:paraId="657CFC55" w14:textId="77777777" w:rsidR="00BB1E14" w:rsidRPr="003C0201" w:rsidRDefault="00BB1E14" w:rsidP="00344378">
            <w:r w:rsidRPr="003C0201">
              <w:t xml:space="preserve">Glidden burs </w:t>
            </w:r>
          </w:p>
        </w:tc>
        <w:tc>
          <w:tcPr>
            <w:tcW w:w="3234" w:type="dxa"/>
            <w:noWrap/>
            <w:hideMark/>
          </w:tcPr>
          <w:p w14:paraId="06E93B39" w14:textId="77777777" w:rsidR="00BB1E14" w:rsidRPr="003C0201" w:rsidRDefault="00BB1E14" w:rsidP="00344378">
            <w:r w:rsidRPr="003C0201">
              <w:t> </w:t>
            </w:r>
          </w:p>
        </w:tc>
        <w:tc>
          <w:tcPr>
            <w:tcW w:w="813" w:type="dxa"/>
            <w:noWrap/>
            <w:hideMark/>
          </w:tcPr>
          <w:p w14:paraId="3C91B43A" w14:textId="77777777" w:rsidR="00BB1E14" w:rsidRPr="003C0201" w:rsidRDefault="00BB1E14" w:rsidP="00344378">
            <w:pPr>
              <w:jc w:val="left"/>
            </w:pPr>
            <w:r w:rsidRPr="003C0201">
              <w:t> </w:t>
            </w:r>
          </w:p>
        </w:tc>
        <w:tc>
          <w:tcPr>
            <w:tcW w:w="830" w:type="dxa"/>
            <w:noWrap/>
            <w:hideMark/>
          </w:tcPr>
          <w:p w14:paraId="3CBBE997" w14:textId="77777777" w:rsidR="00BB1E14" w:rsidRPr="003C0201" w:rsidRDefault="00BB1E14" w:rsidP="00344378">
            <w:pPr>
              <w:jc w:val="left"/>
            </w:pPr>
            <w:r w:rsidRPr="003C0201">
              <w:t> </w:t>
            </w:r>
          </w:p>
        </w:tc>
        <w:tc>
          <w:tcPr>
            <w:tcW w:w="902" w:type="dxa"/>
            <w:noWrap/>
            <w:hideMark/>
          </w:tcPr>
          <w:p w14:paraId="0FFD1B80" w14:textId="77777777" w:rsidR="00BB1E14" w:rsidRPr="003C0201" w:rsidRDefault="00BB1E14" w:rsidP="00344378">
            <w:r w:rsidRPr="003C0201">
              <w:t> </w:t>
            </w:r>
          </w:p>
        </w:tc>
      </w:tr>
      <w:tr w:rsidR="00BB1E14" w:rsidRPr="003C0201" w14:paraId="3CAEB8AF" w14:textId="77777777" w:rsidTr="00344378">
        <w:trPr>
          <w:trHeight w:val="300"/>
        </w:trPr>
        <w:tc>
          <w:tcPr>
            <w:tcW w:w="10932" w:type="dxa"/>
            <w:noWrap/>
            <w:hideMark/>
          </w:tcPr>
          <w:p w14:paraId="445FAFC1" w14:textId="77777777" w:rsidR="00BB1E14" w:rsidRPr="003C0201" w:rsidRDefault="00BB1E14" w:rsidP="00344378">
            <w:pPr>
              <w:rPr>
                <w:b/>
                <w:bCs/>
              </w:rPr>
            </w:pPr>
            <w:r w:rsidRPr="003C0201">
              <w:rPr>
                <w:b/>
                <w:bCs/>
              </w:rPr>
              <w:t>SLOW HANDPIECE</w:t>
            </w:r>
          </w:p>
        </w:tc>
        <w:tc>
          <w:tcPr>
            <w:tcW w:w="3234" w:type="dxa"/>
            <w:noWrap/>
            <w:hideMark/>
          </w:tcPr>
          <w:p w14:paraId="25E65ECC" w14:textId="77777777" w:rsidR="00BB1E14" w:rsidRPr="003C0201" w:rsidRDefault="00BB1E14" w:rsidP="00344378">
            <w:r w:rsidRPr="003C0201">
              <w:t> </w:t>
            </w:r>
          </w:p>
        </w:tc>
        <w:tc>
          <w:tcPr>
            <w:tcW w:w="813" w:type="dxa"/>
            <w:noWrap/>
            <w:hideMark/>
          </w:tcPr>
          <w:p w14:paraId="11CF903A" w14:textId="77777777" w:rsidR="00BB1E14" w:rsidRPr="003C0201" w:rsidRDefault="00BB1E14" w:rsidP="00344378">
            <w:pPr>
              <w:jc w:val="left"/>
            </w:pPr>
            <w:r w:rsidRPr="003C0201">
              <w:t xml:space="preserve">1 dogen </w:t>
            </w:r>
          </w:p>
        </w:tc>
        <w:tc>
          <w:tcPr>
            <w:tcW w:w="830" w:type="dxa"/>
            <w:noWrap/>
            <w:hideMark/>
          </w:tcPr>
          <w:p w14:paraId="62DCCBEC" w14:textId="77777777" w:rsidR="00BB1E14" w:rsidRPr="003C0201" w:rsidRDefault="00BB1E14" w:rsidP="00344378">
            <w:pPr>
              <w:jc w:val="left"/>
            </w:pPr>
            <w:r w:rsidRPr="003C0201">
              <w:t> </w:t>
            </w:r>
          </w:p>
        </w:tc>
        <w:tc>
          <w:tcPr>
            <w:tcW w:w="902" w:type="dxa"/>
            <w:noWrap/>
            <w:hideMark/>
          </w:tcPr>
          <w:p w14:paraId="4B88082E" w14:textId="77777777" w:rsidR="00BB1E14" w:rsidRPr="003C0201" w:rsidRDefault="00BB1E14" w:rsidP="00344378">
            <w:r w:rsidRPr="003C0201">
              <w:t> </w:t>
            </w:r>
          </w:p>
        </w:tc>
      </w:tr>
      <w:tr w:rsidR="00BB1E14" w:rsidRPr="003C0201" w14:paraId="3D156144" w14:textId="77777777" w:rsidTr="00344378">
        <w:trPr>
          <w:trHeight w:val="300"/>
        </w:trPr>
        <w:tc>
          <w:tcPr>
            <w:tcW w:w="10932" w:type="dxa"/>
            <w:noWrap/>
            <w:hideMark/>
          </w:tcPr>
          <w:p w14:paraId="15EFE19A" w14:textId="77777777" w:rsidR="00BB1E14" w:rsidRPr="003C0201" w:rsidRDefault="00BB1E14" w:rsidP="00344378">
            <w:r w:rsidRPr="003C0201">
              <w:t>round 1,3,5,7</w:t>
            </w:r>
          </w:p>
        </w:tc>
        <w:tc>
          <w:tcPr>
            <w:tcW w:w="3234" w:type="dxa"/>
            <w:noWrap/>
            <w:hideMark/>
          </w:tcPr>
          <w:p w14:paraId="2EAE841F" w14:textId="77777777" w:rsidR="00BB1E14" w:rsidRPr="003C0201" w:rsidRDefault="00BB1E14" w:rsidP="00344378">
            <w:r w:rsidRPr="003C0201">
              <w:t> </w:t>
            </w:r>
          </w:p>
        </w:tc>
        <w:tc>
          <w:tcPr>
            <w:tcW w:w="813" w:type="dxa"/>
            <w:noWrap/>
            <w:hideMark/>
          </w:tcPr>
          <w:p w14:paraId="780F756C" w14:textId="77777777" w:rsidR="00BB1E14" w:rsidRPr="003C0201" w:rsidRDefault="00BB1E14" w:rsidP="00344378">
            <w:pPr>
              <w:jc w:val="left"/>
            </w:pPr>
            <w:r w:rsidRPr="003C0201">
              <w:t> </w:t>
            </w:r>
          </w:p>
        </w:tc>
        <w:tc>
          <w:tcPr>
            <w:tcW w:w="830" w:type="dxa"/>
            <w:noWrap/>
            <w:hideMark/>
          </w:tcPr>
          <w:p w14:paraId="04189A1D" w14:textId="77777777" w:rsidR="00BB1E14" w:rsidRPr="003C0201" w:rsidRDefault="00BB1E14" w:rsidP="00344378">
            <w:pPr>
              <w:jc w:val="left"/>
            </w:pPr>
            <w:r w:rsidRPr="003C0201">
              <w:t> </w:t>
            </w:r>
          </w:p>
        </w:tc>
        <w:tc>
          <w:tcPr>
            <w:tcW w:w="902" w:type="dxa"/>
            <w:noWrap/>
            <w:hideMark/>
          </w:tcPr>
          <w:p w14:paraId="3EDCF0F9" w14:textId="77777777" w:rsidR="00BB1E14" w:rsidRPr="003C0201" w:rsidRDefault="00BB1E14" w:rsidP="00344378">
            <w:r w:rsidRPr="003C0201">
              <w:t> </w:t>
            </w:r>
          </w:p>
        </w:tc>
      </w:tr>
      <w:tr w:rsidR="00BB1E14" w:rsidRPr="003C0201" w14:paraId="212B7255" w14:textId="77777777" w:rsidTr="00344378">
        <w:trPr>
          <w:trHeight w:val="300"/>
        </w:trPr>
        <w:tc>
          <w:tcPr>
            <w:tcW w:w="10932" w:type="dxa"/>
            <w:noWrap/>
            <w:hideMark/>
          </w:tcPr>
          <w:p w14:paraId="78413B40" w14:textId="77777777" w:rsidR="00BB1E14" w:rsidRPr="003C0201" w:rsidRDefault="00BB1E14" w:rsidP="00344378">
            <w:r w:rsidRPr="003C0201">
              <w:lastRenderedPageBreak/>
              <w:t>flat fissure 3,5,7</w:t>
            </w:r>
          </w:p>
        </w:tc>
        <w:tc>
          <w:tcPr>
            <w:tcW w:w="3234" w:type="dxa"/>
            <w:noWrap/>
            <w:hideMark/>
          </w:tcPr>
          <w:p w14:paraId="798B0660" w14:textId="77777777" w:rsidR="00BB1E14" w:rsidRPr="003C0201" w:rsidRDefault="00BB1E14" w:rsidP="00344378">
            <w:r w:rsidRPr="003C0201">
              <w:t> </w:t>
            </w:r>
          </w:p>
        </w:tc>
        <w:tc>
          <w:tcPr>
            <w:tcW w:w="813" w:type="dxa"/>
            <w:noWrap/>
            <w:hideMark/>
          </w:tcPr>
          <w:p w14:paraId="65808217" w14:textId="77777777" w:rsidR="00BB1E14" w:rsidRPr="003C0201" w:rsidRDefault="00BB1E14" w:rsidP="00344378">
            <w:pPr>
              <w:jc w:val="left"/>
            </w:pPr>
            <w:r w:rsidRPr="003C0201">
              <w:t> </w:t>
            </w:r>
          </w:p>
        </w:tc>
        <w:tc>
          <w:tcPr>
            <w:tcW w:w="830" w:type="dxa"/>
            <w:noWrap/>
            <w:hideMark/>
          </w:tcPr>
          <w:p w14:paraId="0E0B97E2" w14:textId="77777777" w:rsidR="00BB1E14" w:rsidRPr="003C0201" w:rsidRDefault="00BB1E14" w:rsidP="00344378">
            <w:pPr>
              <w:jc w:val="left"/>
            </w:pPr>
            <w:r w:rsidRPr="003C0201">
              <w:t> </w:t>
            </w:r>
          </w:p>
        </w:tc>
        <w:tc>
          <w:tcPr>
            <w:tcW w:w="902" w:type="dxa"/>
            <w:noWrap/>
            <w:hideMark/>
          </w:tcPr>
          <w:p w14:paraId="6DCE5F50" w14:textId="77777777" w:rsidR="00BB1E14" w:rsidRPr="003C0201" w:rsidRDefault="00BB1E14" w:rsidP="00344378">
            <w:r w:rsidRPr="003C0201">
              <w:t> </w:t>
            </w:r>
          </w:p>
        </w:tc>
      </w:tr>
      <w:tr w:rsidR="00BB1E14" w:rsidRPr="003C0201" w14:paraId="6FF07523" w14:textId="77777777" w:rsidTr="00344378">
        <w:trPr>
          <w:trHeight w:val="300"/>
        </w:trPr>
        <w:tc>
          <w:tcPr>
            <w:tcW w:w="10932" w:type="dxa"/>
            <w:noWrap/>
            <w:hideMark/>
          </w:tcPr>
          <w:p w14:paraId="1ACDDA82" w14:textId="77777777" w:rsidR="00BB1E14" w:rsidRPr="003C0201" w:rsidRDefault="00BB1E14" w:rsidP="00344378">
            <w:r w:rsidRPr="003C0201">
              <w:t>long burs 3,5,7</w:t>
            </w:r>
          </w:p>
        </w:tc>
        <w:tc>
          <w:tcPr>
            <w:tcW w:w="3234" w:type="dxa"/>
            <w:noWrap/>
            <w:hideMark/>
          </w:tcPr>
          <w:p w14:paraId="66446678" w14:textId="77777777" w:rsidR="00BB1E14" w:rsidRPr="003C0201" w:rsidRDefault="00BB1E14" w:rsidP="00344378">
            <w:r w:rsidRPr="003C0201">
              <w:t> </w:t>
            </w:r>
          </w:p>
        </w:tc>
        <w:tc>
          <w:tcPr>
            <w:tcW w:w="813" w:type="dxa"/>
            <w:noWrap/>
            <w:hideMark/>
          </w:tcPr>
          <w:p w14:paraId="691C011A" w14:textId="77777777" w:rsidR="00BB1E14" w:rsidRPr="003C0201" w:rsidRDefault="00BB1E14" w:rsidP="00344378">
            <w:pPr>
              <w:jc w:val="left"/>
            </w:pPr>
            <w:r w:rsidRPr="003C0201">
              <w:t> </w:t>
            </w:r>
          </w:p>
        </w:tc>
        <w:tc>
          <w:tcPr>
            <w:tcW w:w="830" w:type="dxa"/>
            <w:noWrap/>
            <w:hideMark/>
          </w:tcPr>
          <w:p w14:paraId="726337C8" w14:textId="77777777" w:rsidR="00BB1E14" w:rsidRPr="003C0201" w:rsidRDefault="00BB1E14" w:rsidP="00344378">
            <w:pPr>
              <w:jc w:val="left"/>
            </w:pPr>
            <w:r w:rsidRPr="003C0201">
              <w:t> </w:t>
            </w:r>
          </w:p>
        </w:tc>
        <w:tc>
          <w:tcPr>
            <w:tcW w:w="902" w:type="dxa"/>
            <w:noWrap/>
            <w:hideMark/>
          </w:tcPr>
          <w:p w14:paraId="635FDEBA" w14:textId="77777777" w:rsidR="00BB1E14" w:rsidRPr="003C0201" w:rsidRDefault="00BB1E14" w:rsidP="00344378">
            <w:r w:rsidRPr="003C0201">
              <w:t> </w:t>
            </w:r>
          </w:p>
        </w:tc>
      </w:tr>
      <w:tr w:rsidR="00BB1E14" w:rsidRPr="003C0201" w14:paraId="162CA67F" w14:textId="77777777" w:rsidTr="00344378">
        <w:trPr>
          <w:trHeight w:val="300"/>
        </w:trPr>
        <w:tc>
          <w:tcPr>
            <w:tcW w:w="10932" w:type="dxa"/>
            <w:noWrap/>
            <w:hideMark/>
          </w:tcPr>
          <w:p w14:paraId="76CAAB4F" w14:textId="77777777" w:rsidR="00BB1E14" w:rsidRPr="003C0201" w:rsidRDefault="00BB1E14" w:rsidP="00344378">
            <w:pPr>
              <w:rPr>
                <w:b/>
                <w:bCs/>
              </w:rPr>
            </w:pPr>
            <w:r w:rsidRPr="003C0201">
              <w:rPr>
                <w:b/>
                <w:bCs/>
              </w:rPr>
              <w:t>Dental laboratory BULK 2024</w:t>
            </w:r>
          </w:p>
        </w:tc>
        <w:tc>
          <w:tcPr>
            <w:tcW w:w="3234" w:type="dxa"/>
            <w:noWrap/>
            <w:hideMark/>
          </w:tcPr>
          <w:p w14:paraId="581AEF9B" w14:textId="77777777" w:rsidR="00BB1E14" w:rsidRPr="003C0201" w:rsidRDefault="00BB1E14" w:rsidP="00344378">
            <w:r w:rsidRPr="003C0201">
              <w:t> </w:t>
            </w:r>
          </w:p>
        </w:tc>
        <w:tc>
          <w:tcPr>
            <w:tcW w:w="813" w:type="dxa"/>
            <w:noWrap/>
            <w:hideMark/>
          </w:tcPr>
          <w:p w14:paraId="1C66FB88" w14:textId="77777777" w:rsidR="00BB1E14" w:rsidRPr="003C0201" w:rsidRDefault="00BB1E14" w:rsidP="00344378">
            <w:r w:rsidRPr="003C0201">
              <w:t> </w:t>
            </w:r>
          </w:p>
        </w:tc>
        <w:tc>
          <w:tcPr>
            <w:tcW w:w="830" w:type="dxa"/>
            <w:noWrap/>
            <w:hideMark/>
          </w:tcPr>
          <w:p w14:paraId="35CC4B4D" w14:textId="77777777" w:rsidR="00BB1E14" w:rsidRPr="003C0201" w:rsidRDefault="00BB1E14" w:rsidP="00344378">
            <w:r w:rsidRPr="003C0201">
              <w:t> </w:t>
            </w:r>
          </w:p>
        </w:tc>
        <w:tc>
          <w:tcPr>
            <w:tcW w:w="902" w:type="dxa"/>
            <w:noWrap/>
            <w:hideMark/>
          </w:tcPr>
          <w:p w14:paraId="797199F8" w14:textId="77777777" w:rsidR="00BB1E14" w:rsidRPr="003C0201" w:rsidRDefault="00BB1E14" w:rsidP="00344378">
            <w:r w:rsidRPr="003C0201">
              <w:t> </w:t>
            </w:r>
          </w:p>
        </w:tc>
      </w:tr>
      <w:tr w:rsidR="00BB1E14" w:rsidRPr="003C0201" w14:paraId="0047038C" w14:textId="77777777" w:rsidTr="00344378">
        <w:trPr>
          <w:trHeight w:val="300"/>
        </w:trPr>
        <w:tc>
          <w:tcPr>
            <w:tcW w:w="10932" w:type="dxa"/>
            <w:noWrap/>
            <w:hideMark/>
          </w:tcPr>
          <w:p w14:paraId="49FC2316" w14:textId="77777777" w:rsidR="00BB1E14" w:rsidRPr="003C0201" w:rsidRDefault="00BB1E14" w:rsidP="00344378">
            <w:r w:rsidRPr="003C0201">
              <w:t>Plaster of Paris</w:t>
            </w:r>
          </w:p>
        </w:tc>
        <w:tc>
          <w:tcPr>
            <w:tcW w:w="3234" w:type="dxa"/>
            <w:noWrap/>
            <w:hideMark/>
          </w:tcPr>
          <w:p w14:paraId="68DAF1BC" w14:textId="77777777" w:rsidR="00BB1E14" w:rsidRPr="003C0201" w:rsidRDefault="00BB1E14" w:rsidP="00344378">
            <w:r w:rsidRPr="003C0201">
              <w:t xml:space="preserve"> 20kgbag or/ pail</w:t>
            </w:r>
          </w:p>
        </w:tc>
        <w:tc>
          <w:tcPr>
            <w:tcW w:w="813" w:type="dxa"/>
            <w:noWrap/>
            <w:hideMark/>
          </w:tcPr>
          <w:p w14:paraId="3278A4F8" w14:textId="77777777" w:rsidR="00BB1E14" w:rsidRPr="003C0201" w:rsidRDefault="00BB1E14" w:rsidP="00344378">
            <w:pPr>
              <w:jc w:val="left"/>
            </w:pPr>
            <w:r w:rsidRPr="003C0201">
              <w:t>15</w:t>
            </w:r>
          </w:p>
        </w:tc>
        <w:tc>
          <w:tcPr>
            <w:tcW w:w="830" w:type="dxa"/>
            <w:noWrap/>
            <w:hideMark/>
          </w:tcPr>
          <w:p w14:paraId="595D989B" w14:textId="77777777" w:rsidR="00BB1E14" w:rsidRPr="003C0201" w:rsidRDefault="00BB1E14" w:rsidP="00344378">
            <w:pPr>
              <w:jc w:val="left"/>
            </w:pPr>
          </w:p>
        </w:tc>
        <w:tc>
          <w:tcPr>
            <w:tcW w:w="902" w:type="dxa"/>
            <w:noWrap/>
            <w:hideMark/>
          </w:tcPr>
          <w:p w14:paraId="76B45C54" w14:textId="77777777" w:rsidR="00BB1E14" w:rsidRPr="003C0201" w:rsidRDefault="00BB1E14" w:rsidP="00344378">
            <w:r w:rsidRPr="003C0201">
              <w:t> </w:t>
            </w:r>
          </w:p>
        </w:tc>
      </w:tr>
      <w:tr w:rsidR="00BB1E14" w:rsidRPr="003C0201" w14:paraId="427CBAA8" w14:textId="77777777" w:rsidTr="00344378">
        <w:trPr>
          <w:trHeight w:val="300"/>
        </w:trPr>
        <w:tc>
          <w:tcPr>
            <w:tcW w:w="10932" w:type="dxa"/>
            <w:noWrap/>
            <w:hideMark/>
          </w:tcPr>
          <w:p w14:paraId="3F5FBD3E" w14:textId="77777777" w:rsidR="00BB1E14" w:rsidRPr="003C0201" w:rsidRDefault="00BB1E14" w:rsidP="00344378">
            <w:r w:rsidRPr="003C0201">
              <w:t>Heat cure acrylic powder 1 kg</w:t>
            </w:r>
          </w:p>
        </w:tc>
        <w:tc>
          <w:tcPr>
            <w:tcW w:w="3234" w:type="dxa"/>
            <w:noWrap/>
            <w:hideMark/>
          </w:tcPr>
          <w:p w14:paraId="56EBD3E2" w14:textId="77777777" w:rsidR="00BB1E14" w:rsidRPr="003C0201" w:rsidRDefault="00BB1E14" w:rsidP="00344378">
            <w:r w:rsidRPr="003C0201">
              <w:t>2kg pack</w:t>
            </w:r>
          </w:p>
        </w:tc>
        <w:tc>
          <w:tcPr>
            <w:tcW w:w="813" w:type="dxa"/>
            <w:noWrap/>
            <w:hideMark/>
          </w:tcPr>
          <w:p w14:paraId="302C5D98" w14:textId="77777777" w:rsidR="00BB1E14" w:rsidRPr="003C0201" w:rsidRDefault="00BB1E14" w:rsidP="00344378">
            <w:pPr>
              <w:jc w:val="left"/>
            </w:pPr>
            <w:r w:rsidRPr="003C0201">
              <w:t>15</w:t>
            </w:r>
          </w:p>
        </w:tc>
        <w:tc>
          <w:tcPr>
            <w:tcW w:w="830" w:type="dxa"/>
            <w:noWrap/>
            <w:hideMark/>
          </w:tcPr>
          <w:p w14:paraId="310F578D" w14:textId="77777777" w:rsidR="00BB1E14" w:rsidRPr="003C0201" w:rsidRDefault="00BB1E14" w:rsidP="00344378">
            <w:pPr>
              <w:jc w:val="left"/>
            </w:pPr>
            <w:r w:rsidRPr="003C0201">
              <w:t> </w:t>
            </w:r>
          </w:p>
        </w:tc>
        <w:tc>
          <w:tcPr>
            <w:tcW w:w="902" w:type="dxa"/>
            <w:noWrap/>
            <w:hideMark/>
          </w:tcPr>
          <w:p w14:paraId="349E9311" w14:textId="77777777" w:rsidR="00BB1E14" w:rsidRPr="003C0201" w:rsidRDefault="00BB1E14" w:rsidP="00344378">
            <w:r w:rsidRPr="003C0201">
              <w:t> </w:t>
            </w:r>
          </w:p>
        </w:tc>
      </w:tr>
      <w:tr w:rsidR="00BB1E14" w:rsidRPr="003C0201" w14:paraId="78CE67CB" w14:textId="77777777" w:rsidTr="00344378">
        <w:trPr>
          <w:trHeight w:val="300"/>
        </w:trPr>
        <w:tc>
          <w:tcPr>
            <w:tcW w:w="10932" w:type="dxa"/>
            <w:noWrap/>
            <w:hideMark/>
          </w:tcPr>
          <w:p w14:paraId="4611A3CF" w14:textId="77777777" w:rsidR="00BB1E14" w:rsidRPr="003C0201" w:rsidRDefault="00BB1E14" w:rsidP="00344378">
            <w:r w:rsidRPr="003C0201">
              <w:t>Heat cure acrylic liquid 500mg</w:t>
            </w:r>
          </w:p>
        </w:tc>
        <w:tc>
          <w:tcPr>
            <w:tcW w:w="3234" w:type="dxa"/>
            <w:noWrap/>
            <w:hideMark/>
          </w:tcPr>
          <w:p w14:paraId="2DC621CE" w14:textId="77777777" w:rsidR="00BB1E14" w:rsidRPr="003C0201" w:rsidRDefault="00BB1E14" w:rsidP="00344378">
            <w:r w:rsidRPr="003C0201">
              <w:t>1ltr bottle</w:t>
            </w:r>
          </w:p>
        </w:tc>
        <w:tc>
          <w:tcPr>
            <w:tcW w:w="813" w:type="dxa"/>
            <w:noWrap/>
            <w:hideMark/>
          </w:tcPr>
          <w:p w14:paraId="250B9B01" w14:textId="77777777" w:rsidR="00BB1E14" w:rsidRPr="003C0201" w:rsidRDefault="00BB1E14" w:rsidP="00344378">
            <w:pPr>
              <w:jc w:val="left"/>
            </w:pPr>
            <w:r w:rsidRPr="003C0201">
              <w:t>15</w:t>
            </w:r>
          </w:p>
        </w:tc>
        <w:tc>
          <w:tcPr>
            <w:tcW w:w="830" w:type="dxa"/>
            <w:noWrap/>
            <w:hideMark/>
          </w:tcPr>
          <w:p w14:paraId="49462D8F" w14:textId="77777777" w:rsidR="00BB1E14" w:rsidRPr="003C0201" w:rsidRDefault="00BB1E14" w:rsidP="00344378">
            <w:pPr>
              <w:jc w:val="left"/>
            </w:pPr>
            <w:r w:rsidRPr="003C0201">
              <w:t> </w:t>
            </w:r>
          </w:p>
        </w:tc>
        <w:tc>
          <w:tcPr>
            <w:tcW w:w="902" w:type="dxa"/>
            <w:noWrap/>
            <w:hideMark/>
          </w:tcPr>
          <w:p w14:paraId="244EA9A2" w14:textId="77777777" w:rsidR="00BB1E14" w:rsidRPr="003C0201" w:rsidRDefault="00BB1E14" w:rsidP="00344378">
            <w:r w:rsidRPr="003C0201">
              <w:t> </w:t>
            </w:r>
          </w:p>
        </w:tc>
      </w:tr>
      <w:tr w:rsidR="00BB1E14" w:rsidRPr="003C0201" w14:paraId="5369140D" w14:textId="77777777" w:rsidTr="00344378">
        <w:trPr>
          <w:trHeight w:val="300"/>
        </w:trPr>
        <w:tc>
          <w:tcPr>
            <w:tcW w:w="10932" w:type="dxa"/>
            <w:noWrap/>
            <w:hideMark/>
          </w:tcPr>
          <w:p w14:paraId="2170BC93" w14:textId="77777777" w:rsidR="00BB1E14" w:rsidRPr="003C0201" w:rsidRDefault="00BB1E14" w:rsidP="00344378">
            <w:r w:rsidRPr="003C0201">
              <w:t xml:space="preserve">Dental stone </w:t>
            </w:r>
          </w:p>
        </w:tc>
        <w:tc>
          <w:tcPr>
            <w:tcW w:w="3234" w:type="dxa"/>
            <w:noWrap/>
            <w:hideMark/>
          </w:tcPr>
          <w:p w14:paraId="7CFF278B" w14:textId="77777777" w:rsidR="00BB1E14" w:rsidRPr="003C0201" w:rsidRDefault="00BB1E14" w:rsidP="00344378">
            <w:r w:rsidRPr="003C0201">
              <w:t xml:space="preserve">20 kg </w:t>
            </w:r>
          </w:p>
        </w:tc>
        <w:tc>
          <w:tcPr>
            <w:tcW w:w="813" w:type="dxa"/>
            <w:noWrap/>
            <w:hideMark/>
          </w:tcPr>
          <w:p w14:paraId="639CFF06" w14:textId="77777777" w:rsidR="00BB1E14" w:rsidRPr="003C0201" w:rsidRDefault="00BB1E14" w:rsidP="00344378">
            <w:pPr>
              <w:jc w:val="left"/>
            </w:pPr>
            <w:r w:rsidRPr="003C0201">
              <w:t>15</w:t>
            </w:r>
          </w:p>
        </w:tc>
        <w:tc>
          <w:tcPr>
            <w:tcW w:w="830" w:type="dxa"/>
            <w:noWrap/>
            <w:hideMark/>
          </w:tcPr>
          <w:p w14:paraId="18F06904" w14:textId="77777777" w:rsidR="00BB1E14" w:rsidRPr="003C0201" w:rsidRDefault="00BB1E14" w:rsidP="00344378">
            <w:pPr>
              <w:jc w:val="left"/>
            </w:pPr>
            <w:r w:rsidRPr="003C0201">
              <w:t> </w:t>
            </w:r>
          </w:p>
        </w:tc>
        <w:tc>
          <w:tcPr>
            <w:tcW w:w="902" w:type="dxa"/>
            <w:noWrap/>
            <w:hideMark/>
          </w:tcPr>
          <w:p w14:paraId="59F97E24" w14:textId="77777777" w:rsidR="00BB1E14" w:rsidRPr="003C0201" w:rsidRDefault="00BB1E14" w:rsidP="00344378">
            <w:r w:rsidRPr="003C0201">
              <w:t> </w:t>
            </w:r>
          </w:p>
        </w:tc>
      </w:tr>
      <w:tr w:rsidR="00BB1E14" w:rsidRPr="003C0201" w14:paraId="34C29093" w14:textId="77777777" w:rsidTr="00344378">
        <w:trPr>
          <w:trHeight w:val="300"/>
        </w:trPr>
        <w:tc>
          <w:tcPr>
            <w:tcW w:w="10932" w:type="dxa"/>
            <w:noWrap/>
            <w:hideMark/>
          </w:tcPr>
          <w:p w14:paraId="013322EC" w14:textId="77777777" w:rsidR="00BB1E14" w:rsidRPr="003C0201" w:rsidRDefault="00BB1E14" w:rsidP="00344378">
            <w:r w:rsidRPr="003C0201">
              <w:t>Cold cure acrylic powder 500mg</w:t>
            </w:r>
          </w:p>
        </w:tc>
        <w:tc>
          <w:tcPr>
            <w:tcW w:w="3234" w:type="dxa"/>
            <w:noWrap/>
            <w:hideMark/>
          </w:tcPr>
          <w:p w14:paraId="21CF764D" w14:textId="77777777" w:rsidR="00BB1E14" w:rsidRPr="003C0201" w:rsidRDefault="00BB1E14" w:rsidP="00344378">
            <w:r w:rsidRPr="003C0201">
              <w:t xml:space="preserve">2 kg </w:t>
            </w:r>
          </w:p>
        </w:tc>
        <w:tc>
          <w:tcPr>
            <w:tcW w:w="813" w:type="dxa"/>
            <w:noWrap/>
            <w:hideMark/>
          </w:tcPr>
          <w:p w14:paraId="2EFA3527" w14:textId="77777777" w:rsidR="00BB1E14" w:rsidRPr="003C0201" w:rsidRDefault="00BB1E14" w:rsidP="00344378">
            <w:pPr>
              <w:jc w:val="left"/>
            </w:pPr>
            <w:r w:rsidRPr="003C0201">
              <w:t>5</w:t>
            </w:r>
          </w:p>
        </w:tc>
        <w:tc>
          <w:tcPr>
            <w:tcW w:w="830" w:type="dxa"/>
            <w:noWrap/>
            <w:hideMark/>
          </w:tcPr>
          <w:p w14:paraId="4FD5DB97" w14:textId="77777777" w:rsidR="00BB1E14" w:rsidRPr="003C0201" w:rsidRDefault="00BB1E14" w:rsidP="00344378">
            <w:pPr>
              <w:jc w:val="left"/>
            </w:pPr>
            <w:r w:rsidRPr="003C0201">
              <w:t> </w:t>
            </w:r>
          </w:p>
        </w:tc>
        <w:tc>
          <w:tcPr>
            <w:tcW w:w="902" w:type="dxa"/>
            <w:noWrap/>
            <w:hideMark/>
          </w:tcPr>
          <w:p w14:paraId="5A561DD0" w14:textId="77777777" w:rsidR="00BB1E14" w:rsidRPr="003C0201" w:rsidRDefault="00BB1E14" w:rsidP="00344378">
            <w:r w:rsidRPr="003C0201">
              <w:t> </w:t>
            </w:r>
          </w:p>
        </w:tc>
      </w:tr>
      <w:tr w:rsidR="00BB1E14" w:rsidRPr="003C0201" w14:paraId="676364C8" w14:textId="77777777" w:rsidTr="00344378">
        <w:trPr>
          <w:trHeight w:val="300"/>
        </w:trPr>
        <w:tc>
          <w:tcPr>
            <w:tcW w:w="10932" w:type="dxa"/>
            <w:noWrap/>
            <w:hideMark/>
          </w:tcPr>
          <w:p w14:paraId="27313357" w14:textId="77777777" w:rsidR="00BB1E14" w:rsidRPr="003C0201" w:rsidRDefault="00BB1E14" w:rsidP="00344378">
            <w:r w:rsidRPr="003C0201">
              <w:t xml:space="preserve">Cold cure acrylic liquid </w:t>
            </w:r>
          </w:p>
        </w:tc>
        <w:tc>
          <w:tcPr>
            <w:tcW w:w="3234" w:type="dxa"/>
            <w:noWrap/>
            <w:hideMark/>
          </w:tcPr>
          <w:p w14:paraId="258B6593" w14:textId="77777777" w:rsidR="00BB1E14" w:rsidRPr="003C0201" w:rsidRDefault="00BB1E14" w:rsidP="00344378">
            <w:r w:rsidRPr="003C0201">
              <w:t>1ltr bottle</w:t>
            </w:r>
          </w:p>
        </w:tc>
        <w:tc>
          <w:tcPr>
            <w:tcW w:w="813" w:type="dxa"/>
            <w:noWrap/>
            <w:hideMark/>
          </w:tcPr>
          <w:p w14:paraId="6FC4917D" w14:textId="77777777" w:rsidR="00BB1E14" w:rsidRPr="003C0201" w:rsidRDefault="00BB1E14" w:rsidP="00344378">
            <w:pPr>
              <w:jc w:val="left"/>
            </w:pPr>
            <w:r w:rsidRPr="003C0201">
              <w:t>5</w:t>
            </w:r>
          </w:p>
        </w:tc>
        <w:tc>
          <w:tcPr>
            <w:tcW w:w="830" w:type="dxa"/>
            <w:noWrap/>
            <w:hideMark/>
          </w:tcPr>
          <w:p w14:paraId="630E677D" w14:textId="77777777" w:rsidR="00BB1E14" w:rsidRPr="003C0201" w:rsidRDefault="00BB1E14" w:rsidP="00344378">
            <w:pPr>
              <w:jc w:val="left"/>
            </w:pPr>
            <w:r w:rsidRPr="003C0201">
              <w:t> </w:t>
            </w:r>
          </w:p>
        </w:tc>
        <w:tc>
          <w:tcPr>
            <w:tcW w:w="902" w:type="dxa"/>
            <w:noWrap/>
            <w:hideMark/>
          </w:tcPr>
          <w:p w14:paraId="3AA502A6" w14:textId="77777777" w:rsidR="00BB1E14" w:rsidRPr="003C0201" w:rsidRDefault="00BB1E14" w:rsidP="00344378">
            <w:r w:rsidRPr="003C0201">
              <w:t> </w:t>
            </w:r>
          </w:p>
        </w:tc>
      </w:tr>
      <w:tr w:rsidR="00BB1E14" w:rsidRPr="003C0201" w14:paraId="59F5087E" w14:textId="77777777" w:rsidTr="00344378">
        <w:trPr>
          <w:trHeight w:val="300"/>
        </w:trPr>
        <w:tc>
          <w:tcPr>
            <w:tcW w:w="10932" w:type="dxa"/>
            <w:noWrap/>
            <w:hideMark/>
          </w:tcPr>
          <w:p w14:paraId="6B1E3B9F" w14:textId="77777777" w:rsidR="00BB1E14" w:rsidRPr="003C0201" w:rsidRDefault="00BB1E14" w:rsidP="00344378">
            <w:r w:rsidRPr="003C0201">
              <w:t>Special tray powder  (yellow)</w:t>
            </w:r>
          </w:p>
        </w:tc>
        <w:tc>
          <w:tcPr>
            <w:tcW w:w="3234" w:type="dxa"/>
            <w:noWrap/>
            <w:hideMark/>
          </w:tcPr>
          <w:p w14:paraId="01E24358" w14:textId="77777777" w:rsidR="00BB1E14" w:rsidRPr="003C0201" w:rsidRDefault="00BB1E14" w:rsidP="00344378">
            <w:r w:rsidRPr="003C0201">
              <w:t>1kg pack</w:t>
            </w:r>
          </w:p>
        </w:tc>
        <w:tc>
          <w:tcPr>
            <w:tcW w:w="813" w:type="dxa"/>
            <w:noWrap/>
            <w:hideMark/>
          </w:tcPr>
          <w:p w14:paraId="603E2EC1" w14:textId="77777777" w:rsidR="00BB1E14" w:rsidRPr="003C0201" w:rsidRDefault="00BB1E14" w:rsidP="00344378">
            <w:pPr>
              <w:jc w:val="left"/>
            </w:pPr>
            <w:r w:rsidRPr="003C0201">
              <w:t>2</w:t>
            </w:r>
          </w:p>
        </w:tc>
        <w:tc>
          <w:tcPr>
            <w:tcW w:w="830" w:type="dxa"/>
            <w:noWrap/>
            <w:hideMark/>
          </w:tcPr>
          <w:p w14:paraId="4C948D43" w14:textId="77777777" w:rsidR="00BB1E14" w:rsidRPr="003C0201" w:rsidRDefault="00BB1E14" w:rsidP="00344378">
            <w:pPr>
              <w:jc w:val="left"/>
            </w:pPr>
            <w:r w:rsidRPr="003C0201">
              <w:t> </w:t>
            </w:r>
          </w:p>
        </w:tc>
        <w:tc>
          <w:tcPr>
            <w:tcW w:w="902" w:type="dxa"/>
            <w:noWrap/>
            <w:hideMark/>
          </w:tcPr>
          <w:p w14:paraId="79FC2A70" w14:textId="77777777" w:rsidR="00BB1E14" w:rsidRPr="003C0201" w:rsidRDefault="00BB1E14" w:rsidP="00344378">
            <w:r w:rsidRPr="003C0201">
              <w:t> </w:t>
            </w:r>
          </w:p>
        </w:tc>
      </w:tr>
      <w:tr w:rsidR="00BB1E14" w:rsidRPr="003C0201" w14:paraId="4BDC9679" w14:textId="77777777" w:rsidTr="00344378">
        <w:trPr>
          <w:trHeight w:val="300"/>
        </w:trPr>
        <w:tc>
          <w:tcPr>
            <w:tcW w:w="10932" w:type="dxa"/>
            <w:noWrap/>
            <w:hideMark/>
          </w:tcPr>
          <w:p w14:paraId="2853A2B7" w14:textId="77777777" w:rsidR="00BB1E14" w:rsidRPr="003C0201" w:rsidRDefault="00BB1E14" w:rsidP="00344378">
            <w:r w:rsidRPr="003C0201">
              <w:t>Special tray liquid  (yellow)</w:t>
            </w:r>
          </w:p>
        </w:tc>
        <w:tc>
          <w:tcPr>
            <w:tcW w:w="3234" w:type="dxa"/>
            <w:noWrap/>
            <w:hideMark/>
          </w:tcPr>
          <w:p w14:paraId="2B961143" w14:textId="77777777" w:rsidR="00BB1E14" w:rsidRPr="003C0201" w:rsidRDefault="00BB1E14" w:rsidP="00344378">
            <w:r w:rsidRPr="003C0201">
              <w:t>1ltr bottle</w:t>
            </w:r>
          </w:p>
        </w:tc>
        <w:tc>
          <w:tcPr>
            <w:tcW w:w="813" w:type="dxa"/>
            <w:noWrap/>
            <w:hideMark/>
          </w:tcPr>
          <w:p w14:paraId="3720F575" w14:textId="77777777" w:rsidR="00BB1E14" w:rsidRPr="003C0201" w:rsidRDefault="00BB1E14" w:rsidP="00344378">
            <w:pPr>
              <w:jc w:val="left"/>
            </w:pPr>
            <w:r w:rsidRPr="003C0201">
              <w:t>2</w:t>
            </w:r>
          </w:p>
        </w:tc>
        <w:tc>
          <w:tcPr>
            <w:tcW w:w="830" w:type="dxa"/>
            <w:noWrap/>
            <w:hideMark/>
          </w:tcPr>
          <w:p w14:paraId="0675533D" w14:textId="77777777" w:rsidR="00BB1E14" w:rsidRPr="003C0201" w:rsidRDefault="00BB1E14" w:rsidP="00344378">
            <w:pPr>
              <w:jc w:val="left"/>
            </w:pPr>
            <w:r w:rsidRPr="003C0201">
              <w:t> </w:t>
            </w:r>
          </w:p>
        </w:tc>
        <w:tc>
          <w:tcPr>
            <w:tcW w:w="902" w:type="dxa"/>
            <w:noWrap/>
            <w:hideMark/>
          </w:tcPr>
          <w:p w14:paraId="5E06F472" w14:textId="77777777" w:rsidR="00BB1E14" w:rsidRPr="003C0201" w:rsidRDefault="00BB1E14" w:rsidP="00344378">
            <w:r w:rsidRPr="003C0201">
              <w:t> </w:t>
            </w:r>
          </w:p>
        </w:tc>
      </w:tr>
      <w:tr w:rsidR="00BB1E14" w:rsidRPr="003C0201" w14:paraId="4543803C" w14:textId="77777777" w:rsidTr="00344378">
        <w:trPr>
          <w:trHeight w:val="300"/>
        </w:trPr>
        <w:tc>
          <w:tcPr>
            <w:tcW w:w="10932" w:type="dxa"/>
            <w:noWrap/>
            <w:hideMark/>
          </w:tcPr>
          <w:p w14:paraId="688590B9" w14:textId="77777777" w:rsidR="00BB1E14" w:rsidRPr="003C0201" w:rsidRDefault="00BB1E14" w:rsidP="00344378">
            <w:r w:rsidRPr="003C0201">
              <w:t>Alginate Powder  (Cromopan)</w:t>
            </w:r>
          </w:p>
        </w:tc>
        <w:tc>
          <w:tcPr>
            <w:tcW w:w="3234" w:type="dxa"/>
            <w:noWrap/>
            <w:hideMark/>
          </w:tcPr>
          <w:p w14:paraId="670DF135" w14:textId="77777777" w:rsidR="00BB1E14" w:rsidRPr="003C0201" w:rsidRDefault="00BB1E14" w:rsidP="00344378">
            <w:r w:rsidRPr="003C0201">
              <w:t>500mg pack</w:t>
            </w:r>
          </w:p>
        </w:tc>
        <w:tc>
          <w:tcPr>
            <w:tcW w:w="813" w:type="dxa"/>
            <w:noWrap/>
            <w:hideMark/>
          </w:tcPr>
          <w:p w14:paraId="1CEB5C97" w14:textId="77777777" w:rsidR="00BB1E14" w:rsidRPr="003C0201" w:rsidRDefault="00BB1E14" w:rsidP="00344378">
            <w:pPr>
              <w:jc w:val="left"/>
            </w:pPr>
            <w:r w:rsidRPr="003C0201">
              <w:t>60</w:t>
            </w:r>
          </w:p>
        </w:tc>
        <w:tc>
          <w:tcPr>
            <w:tcW w:w="830" w:type="dxa"/>
            <w:noWrap/>
            <w:hideMark/>
          </w:tcPr>
          <w:p w14:paraId="0C4BDAA2" w14:textId="77777777" w:rsidR="00BB1E14" w:rsidRPr="003C0201" w:rsidRDefault="00BB1E14" w:rsidP="00344378">
            <w:pPr>
              <w:jc w:val="left"/>
            </w:pPr>
            <w:r w:rsidRPr="003C0201">
              <w:t> </w:t>
            </w:r>
          </w:p>
        </w:tc>
        <w:tc>
          <w:tcPr>
            <w:tcW w:w="902" w:type="dxa"/>
            <w:noWrap/>
            <w:hideMark/>
          </w:tcPr>
          <w:p w14:paraId="550F4128" w14:textId="77777777" w:rsidR="00BB1E14" w:rsidRPr="003C0201" w:rsidRDefault="00BB1E14" w:rsidP="00344378">
            <w:r w:rsidRPr="003C0201">
              <w:t> </w:t>
            </w:r>
          </w:p>
        </w:tc>
      </w:tr>
      <w:tr w:rsidR="00BB1E14" w:rsidRPr="003C0201" w14:paraId="23E284EC" w14:textId="77777777" w:rsidTr="00344378">
        <w:trPr>
          <w:trHeight w:val="300"/>
        </w:trPr>
        <w:tc>
          <w:tcPr>
            <w:tcW w:w="10932" w:type="dxa"/>
            <w:noWrap/>
            <w:hideMark/>
          </w:tcPr>
          <w:p w14:paraId="499B5C6E" w14:textId="77777777" w:rsidR="00BB1E14" w:rsidRPr="003C0201" w:rsidRDefault="00BB1E14" w:rsidP="00344378">
            <w:r w:rsidRPr="003C0201">
              <w:t xml:space="preserve">Yellow stone </w:t>
            </w:r>
          </w:p>
        </w:tc>
        <w:tc>
          <w:tcPr>
            <w:tcW w:w="3234" w:type="dxa"/>
            <w:noWrap/>
            <w:hideMark/>
          </w:tcPr>
          <w:p w14:paraId="6835D19C" w14:textId="77777777" w:rsidR="00BB1E14" w:rsidRPr="003C0201" w:rsidRDefault="00BB1E14" w:rsidP="00344378">
            <w:pPr>
              <w:jc w:val="left"/>
            </w:pPr>
            <w:r w:rsidRPr="003C0201">
              <w:t>20 kg bag/pail</w:t>
            </w:r>
          </w:p>
        </w:tc>
        <w:tc>
          <w:tcPr>
            <w:tcW w:w="813" w:type="dxa"/>
            <w:noWrap/>
            <w:hideMark/>
          </w:tcPr>
          <w:p w14:paraId="73B72BDB" w14:textId="77777777" w:rsidR="00BB1E14" w:rsidRPr="003C0201" w:rsidRDefault="00BB1E14" w:rsidP="00344378">
            <w:pPr>
              <w:jc w:val="left"/>
            </w:pPr>
            <w:r w:rsidRPr="003C0201">
              <w:t>10</w:t>
            </w:r>
          </w:p>
        </w:tc>
        <w:tc>
          <w:tcPr>
            <w:tcW w:w="830" w:type="dxa"/>
            <w:noWrap/>
            <w:hideMark/>
          </w:tcPr>
          <w:p w14:paraId="551A56C3" w14:textId="77777777" w:rsidR="00BB1E14" w:rsidRPr="003C0201" w:rsidRDefault="00BB1E14" w:rsidP="00344378">
            <w:pPr>
              <w:jc w:val="left"/>
            </w:pPr>
            <w:r w:rsidRPr="003C0201">
              <w:t> </w:t>
            </w:r>
          </w:p>
        </w:tc>
        <w:tc>
          <w:tcPr>
            <w:tcW w:w="902" w:type="dxa"/>
            <w:noWrap/>
            <w:hideMark/>
          </w:tcPr>
          <w:p w14:paraId="6E7F4763" w14:textId="77777777" w:rsidR="00BB1E14" w:rsidRPr="003C0201" w:rsidRDefault="00BB1E14" w:rsidP="00344378">
            <w:r w:rsidRPr="003C0201">
              <w:t> </w:t>
            </w:r>
          </w:p>
        </w:tc>
      </w:tr>
      <w:tr w:rsidR="00BB1E14" w:rsidRPr="003C0201" w14:paraId="1E7C4108" w14:textId="77777777" w:rsidTr="00344378">
        <w:trPr>
          <w:trHeight w:val="300"/>
        </w:trPr>
        <w:tc>
          <w:tcPr>
            <w:tcW w:w="10932" w:type="dxa"/>
            <w:noWrap/>
            <w:hideMark/>
          </w:tcPr>
          <w:p w14:paraId="44121133" w14:textId="77777777" w:rsidR="00BB1E14" w:rsidRPr="003C0201" w:rsidRDefault="00BB1E14" w:rsidP="00344378">
            <w:r w:rsidRPr="003C0201">
              <w:t xml:space="preserve">Pressure indicator paste </w:t>
            </w:r>
          </w:p>
        </w:tc>
        <w:tc>
          <w:tcPr>
            <w:tcW w:w="3234" w:type="dxa"/>
            <w:noWrap/>
            <w:hideMark/>
          </w:tcPr>
          <w:p w14:paraId="042AA59A" w14:textId="77777777" w:rsidR="00BB1E14" w:rsidRPr="003C0201" w:rsidRDefault="00BB1E14" w:rsidP="00344378">
            <w:r w:rsidRPr="003C0201">
              <w:t xml:space="preserve">25g </w:t>
            </w:r>
          </w:p>
        </w:tc>
        <w:tc>
          <w:tcPr>
            <w:tcW w:w="813" w:type="dxa"/>
            <w:noWrap/>
            <w:hideMark/>
          </w:tcPr>
          <w:p w14:paraId="731FB0C7" w14:textId="77777777" w:rsidR="00BB1E14" w:rsidRPr="003C0201" w:rsidRDefault="00BB1E14" w:rsidP="00344378">
            <w:pPr>
              <w:jc w:val="left"/>
            </w:pPr>
            <w:r w:rsidRPr="003C0201">
              <w:t>10</w:t>
            </w:r>
          </w:p>
        </w:tc>
        <w:tc>
          <w:tcPr>
            <w:tcW w:w="830" w:type="dxa"/>
            <w:noWrap/>
            <w:hideMark/>
          </w:tcPr>
          <w:p w14:paraId="21CDA61A" w14:textId="77777777" w:rsidR="00BB1E14" w:rsidRPr="003C0201" w:rsidRDefault="00BB1E14" w:rsidP="00344378">
            <w:pPr>
              <w:jc w:val="left"/>
            </w:pPr>
            <w:r w:rsidRPr="003C0201">
              <w:t> </w:t>
            </w:r>
          </w:p>
        </w:tc>
        <w:tc>
          <w:tcPr>
            <w:tcW w:w="902" w:type="dxa"/>
            <w:noWrap/>
            <w:hideMark/>
          </w:tcPr>
          <w:p w14:paraId="6969E4D2" w14:textId="77777777" w:rsidR="00BB1E14" w:rsidRPr="003C0201" w:rsidRDefault="00BB1E14" w:rsidP="00344378">
            <w:r w:rsidRPr="003C0201">
              <w:t> </w:t>
            </w:r>
          </w:p>
        </w:tc>
      </w:tr>
      <w:tr w:rsidR="00BB1E14" w:rsidRPr="003C0201" w14:paraId="3A2C08EB" w14:textId="77777777" w:rsidTr="00344378">
        <w:trPr>
          <w:trHeight w:val="300"/>
        </w:trPr>
        <w:tc>
          <w:tcPr>
            <w:tcW w:w="10932" w:type="dxa"/>
            <w:noWrap/>
            <w:hideMark/>
          </w:tcPr>
          <w:p w14:paraId="1FD7833C" w14:textId="77777777" w:rsidR="00BB1E14" w:rsidRPr="003C0201" w:rsidRDefault="00BB1E14" w:rsidP="00344378">
            <w:r w:rsidRPr="003C0201">
              <w:t>Plaster nippers</w:t>
            </w:r>
          </w:p>
        </w:tc>
        <w:tc>
          <w:tcPr>
            <w:tcW w:w="3234" w:type="dxa"/>
            <w:noWrap/>
            <w:hideMark/>
          </w:tcPr>
          <w:p w14:paraId="29D25889" w14:textId="77777777" w:rsidR="00BB1E14" w:rsidRPr="003C0201" w:rsidRDefault="00BB1E14" w:rsidP="00344378">
            <w:pPr>
              <w:jc w:val="left"/>
            </w:pPr>
            <w:r w:rsidRPr="003C0201">
              <w:t>piece</w:t>
            </w:r>
          </w:p>
        </w:tc>
        <w:tc>
          <w:tcPr>
            <w:tcW w:w="813" w:type="dxa"/>
            <w:noWrap/>
            <w:hideMark/>
          </w:tcPr>
          <w:p w14:paraId="059B3B0B" w14:textId="77777777" w:rsidR="00BB1E14" w:rsidRPr="003C0201" w:rsidRDefault="00BB1E14" w:rsidP="00344378">
            <w:pPr>
              <w:jc w:val="left"/>
            </w:pPr>
            <w:r w:rsidRPr="003C0201">
              <w:t>3</w:t>
            </w:r>
          </w:p>
        </w:tc>
        <w:tc>
          <w:tcPr>
            <w:tcW w:w="830" w:type="dxa"/>
            <w:noWrap/>
            <w:hideMark/>
          </w:tcPr>
          <w:p w14:paraId="2F34BC1C" w14:textId="77777777" w:rsidR="00BB1E14" w:rsidRPr="003C0201" w:rsidRDefault="00BB1E14" w:rsidP="00344378">
            <w:pPr>
              <w:jc w:val="left"/>
            </w:pPr>
            <w:r w:rsidRPr="003C0201">
              <w:t> </w:t>
            </w:r>
          </w:p>
        </w:tc>
        <w:tc>
          <w:tcPr>
            <w:tcW w:w="902" w:type="dxa"/>
            <w:noWrap/>
            <w:hideMark/>
          </w:tcPr>
          <w:p w14:paraId="152150F8" w14:textId="77777777" w:rsidR="00BB1E14" w:rsidRPr="003C0201" w:rsidRDefault="00BB1E14" w:rsidP="00344378">
            <w:r w:rsidRPr="003C0201">
              <w:t> </w:t>
            </w:r>
          </w:p>
        </w:tc>
      </w:tr>
      <w:tr w:rsidR="00BB1E14" w:rsidRPr="003C0201" w14:paraId="4C93D3E1" w14:textId="77777777" w:rsidTr="00344378">
        <w:trPr>
          <w:trHeight w:val="300"/>
        </w:trPr>
        <w:tc>
          <w:tcPr>
            <w:tcW w:w="10932" w:type="dxa"/>
            <w:noWrap/>
            <w:hideMark/>
          </w:tcPr>
          <w:p w14:paraId="465EFC82" w14:textId="77777777" w:rsidR="00BB1E14" w:rsidRPr="003C0201" w:rsidRDefault="00BB1E14" w:rsidP="00344378">
            <w:r w:rsidRPr="003C0201">
              <w:t>Secodnary Impression Paste (Zinc oxide &amp; Eugenol)</w:t>
            </w:r>
          </w:p>
        </w:tc>
        <w:tc>
          <w:tcPr>
            <w:tcW w:w="3234" w:type="dxa"/>
            <w:noWrap/>
            <w:hideMark/>
          </w:tcPr>
          <w:p w14:paraId="4509D899" w14:textId="77777777" w:rsidR="00BB1E14" w:rsidRPr="003C0201" w:rsidRDefault="00BB1E14" w:rsidP="00344378">
            <w:r w:rsidRPr="003C0201">
              <w:t>5/packs</w:t>
            </w:r>
          </w:p>
        </w:tc>
        <w:tc>
          <w:tcPr>
            <w:tcW w:w="813" w:type="dxa"/>
            <w:noWrap/>
            <w:hideMark/>
          </w:tcPr>
          <w:p w14:paraId="25C74977" w14:textId="77777777" w:rsidR="00BB1E14" w:rsidRPr="003C0201" w:rsidRDefault="00BB1E14" w:rsidP="00344378">
            <w:pPr>
              <w:jc w:val="left"/>
            </w:pPr>
            <w:r w:rsidRPr="003C0201">
              <w:t>5</w:t>
            </w:r>
          </w:p>
        </w:tc>
        <w:tc>
          <w:tcPr>
            <w:tcW w:w="830" w:type="dxa"/>
            <w:noWrap/>
            <w:hideMark/>
          </w:tcPr>
          <w:p w14:paraId="695A1293" w14:textId="77777777" w:rsidR="00BB1E14" w:rsidRPr="003C0201" w:rsidRDefault="00BB1E14" w:rsidP="00344378">
            <w:pPr>
              <w:jc w:val="left"/>
            </w:pPr>
            <w:r w:rsidRPr="003C0201">
              <w:t> </w:t>
            </w:r>
          </w:p>
        </w:tc>
        <w:tc>
          <w:tcPr>
            <w:tcW w:w="902" w:type="dxa"/>
            <w:noWrap/>
            <w:hideMark/>
          </w:tcPr>
          <w:p w14:paraId="3F878205" w14:textId="77777777" w:rsidR="00BB1E14" w:rsidRPr="003C0201" w:rsidRDefault="00BB1E14" w:rsidP="00344378">
            <w:r w:rsidRPr="003C0201">
              <w:t> </w:t>
            </w:r>
          </w:p>
        </w:tc>
      </w:tr>
      <w:tr w:rsidR="00BB1E14" w:rsidRPr="003C0201" w14:paraId="09C1741E" w14:textId="77777777" w:rsidTr="00344378">
        <w:trPr>
          <w:trHeight w:val="300"/>
        </w:trPr>
        <w:tc>
          <w:tcPr>
            <w:tcW w:w="10932" w:type="dxa"/>
            <w:noWrap/>
            <w:hideMark/>
          </w:tcPr>
          <w:p w14:paraId="5E344550" w14:textId="77777777" w:rsidR="00BB1E14" w:rsidRPr="003C0201" w:rsidRDefault="00BB1E14" w:rsidP="00344378">
            <w:r w:rsidRPr="003C0201">
              <w:t>Calico mops (unstitched) BuffCU 4x40 buff</w:t>
            </w:r>
          </w:p>
        </w:tc>
        <w:tc>
          <w:tcPr>
            <w:tcW w:w="3234" w:type="dxa"/>
            <w:noWrap/>
            <w:hideMark/>
          </w:tcPr>
          <w:p w14:paraId="16540174" w14:textId="77777777" w:rsidR="00BB1E14" w:rsidRPr="003C0201" w:rsidRDefault="00BB1E14" w:rsidP="00344378">
            <w:r w:rsidRPr="003C0201">
              <w:t>12pkts</w:t>
            </w:r>
          </w:p>
        </w:tc>
        <w:tc>
          <w:tcPr>
            <w:tcW w:w="813" w:type="dxa"/>
            <w:noWrap/>
            <w:hideMark/>
          </w:tcPr>
          <w:p w14:paraId="2FC88E7E" w14:textId="77777777" w:rsidR="00BB1E14" w:rsidRPr="003C0201" w:rsidRDefault="00BB1E14" w:rsidP="00344378">
            <w:r w:rsidRPr="003C0201">
              <w:t> </w:t>
            </w:r>
          </w:p>
        </w:tc>
        <w:tc>
          <w:tcPr>
            <w:tcW w:w="830" w:type="dxa"/>
            <w:noWrap/>
            <w:hideMark/>
          </w:tcPr>
          <w:p w14:paraId="3C0F38F6" w14:textId="77777777" w:rsidR="00BB1E14" w:rsidRPr="003C0201" w:rsidRDefault="00BB1E14" w:rsidP="00344378">
            <w:r w:rsidRPr="003C0201">
              <w:t> </w:t>
            </w:r>
          </w:p>
        </w:tc>
        <w:tc>
          <w:tcPr>
            <w:tcW w:w="902" w:type="dxa"/>
            <w:noWrap/>
            <w:hideMark/>
          </w:tcPr>
          <w:p w14:paraId="2F091042" w14:textId="77777777" w:rsidR="00BB1E14" w:rsidRPr="003C0201" w:rsidRDefault="00BB1E14" w:rsidP="00344378">
            <w:r w:rsidRPr="003C0201">
              <w:t> </w:t>
            </w:r>
          </w:p>
        </w:tc>
      </w:tr>
      <w:tr w:rsidR="00BB1E14" w:rsidRPr="003C0201" w14:paraId="33BB53AE" w14:textId="77777777" w:rsidTr="00344378">
        <w:trPr>
          <w:trHeight w:val="300"/>
        </w:trPr>
        <w:tc>
          <w:tcPr>
            <w:tcW w:w="10932" w:type="dxa"/>
            <w:noWrap/>
            <w:hideMark/>
          </w:tcPr>
          <w:p w14:paraId="5D9068F4" w14:textId="77777777" w:rsidR="00BB1E14" w:rsidRPr="003C0201" w:rsidRDefault="00BB1E14" w:rsidP="00344378">
            <w:r w:rsidRPr="003C0201">
              <w:t>Polishing felt cones - small</w:t>
            </w:r>
          </w:p>
        </w:tc>
        <w:tc>
          <w:tcPr>
            <w:tcW w:w="3234" w:type="dxa"/>
            <w:noWrap/>
            <w:hideMark/>
          </w:tcPr>
          <w:p w14:paraId="0817527A" w14:textId="77777777" w:rsidR="00BB1E14" w:rsidRPr="003C0201" w:rsidRDefault="00BB1E14" w:rsidP="00344378">
            <w:r w:rsidRPr="003C0201">
              <w:t>piece</w:t>
            </w:r>
          </w:p>
        </w:tc>
        <w:tc>
          <w:tcPr>
            <w:tcW w:w="813" w:type="dxa"/>
            <w:noWrap/>
            <w:hideMark/>
          </w:tcPr>
          <w:p w14:paraId="01C3D323" w14:textId="77777777" w:rsidR="00BB1E14" w:rsidRPr="003C0201" w:rsidRDefault="00BB1E14" w:rsidP="00344378">
            <w:pPr>
              <w:jc w:val="left"/>
            </w:pPr>
            <w:r w:rsidRPr="003C0201">
              <w:t>12</w:t>
            </w:r>
          </w:p>
        </w:tc>
        <w:tc>
          <w:tcPr>
            <w:tcW w:w="830" w:type="dxa"/>
            <w:noWrap/>
            <w:hideMark/>
          </w:tcPr>
          <w:p w14:paraId="50879DC3" w14:textId="77777777" w:rsidR="00BB1E14" w:rsidRPr="003C0201" w:rsidRDefault="00BB1E14" w:rsidP="00344378">
            <w:pPr>
              <w:jc w:val="left"/>
            </w:pPr>
            <w:r w:rsidRPr="003C0201">
              <w:t> </w:t>
            </w:r>
          </w:p>
        </w:tc>
        <w:tc>
          <w:tcPr>
            <w:tcW w:w="902" w:type="dxa"/>
            <w:noWrap/>
            <w:hideMark/>
          </w:tcPr>
          <w:p w14:paraId="7DBC1695" w14:textId="77777777" w:rsidR="00BB1E14" w:rsidRPr="003C0201" w:rsidRDefault="00BB1E14" w:rsidP="00344378">
            <w:r w:rsidRPr="003C0201">
              <w:t> </w:t>
            </w:r>
          </w:p>
        </w:tc>
      </w:tr>
      <w:tr w:rsidR="00BB1E14" w:rsidRPr="003C0201" w14:paraId="5E07E83B" w14:textId="77777777" w:rsidTr="00344378">
        <w:trPr>
          <w:trHeight w:val="300"/>
        </w:trPr>
        <w:tc>
          <w:tcPr>
            <w:tcW w:w="10932" w:type="dxa"/>
            <w:noWrap/>
            <w:hideMark/>
          </w:tcPr>
          <w:p w14:paraId="3486164D" w14:textId="77777777" w:rsidR="00BB1E14" w:rsidRPr="003C0201" w:rsidRDefault="00BB1E14" w:rsidP="00344378">
            <w:pPr>
              <w:jc w:val="left"/>
            </w:pPr>
            <w:r w:rsidRPr="003C0201">
              <w:t>medium</w:t>
            </w:r>
          </w:p>
        </w:tc>
        <w:tc>
          <w:tcPr>
            <w:tcW w:w="3234" w:type="dxa"/>
            <w:noWrap/>
            <w:hideMark/>
          </w:tcPr>
          <w:p w14:paraId="17124484" w14:textId="77777777" w:rsidR="00BB1E14" w:rsidRPr="003C0201" w:rsidRDefault="00BB1E14" w:rsidP="00344378">
            <w:pPr>
              <w:jc w:val="left"/>
            </w:pPr>
            <w:r w:rsidRPr="003C0201">
              <w:t>piece</w:t>
            </w:r>
          </w:p>
        </w:tc>
        <w:tc>
          <w:tcPr>
            <w:tcW w:w="813" w:type="dxa"/>
            <w:noWrap/>
            <w:hideMark/>
          </w:tcPr>
          <w:p w14:paraId="32DB4CCD" w14:textId="77777777" w:rsidR="00BB1E14" w:rsidRPr="003C0201" w:rsidRDefault="00BB1E14" w:rsidP="00344378">
            <w:pPr>
              <w:jc w:val="left"/>
            </w:pPr>
            <w:r w:rsidRPr="003C0201">
              <w:t>12</w:t>
            </w:r>
          </w:p>
        </w:tc>
        <w:tc>
          <w:tcPr>
            <w:tcW w:w="830" w:type="dxa"/>
            <w:noWrap/>
            <w:hideMark/>
          </w:tcPr>
          <w:p w14:paraId="221E2DF0" w14:textId="77777777" w:rsidR="00BB1E14" w:rsidRPr="003C0201" w:rsidRDefault="00BB1E14" w:rsidP="00344378">
            <w:pPr>
              <w:jc w:val="left"/>
            </w:pPr>
            <w:r w:rsidRPr="003C0201">
              <w:t> </w:t>
            </w:r>
          </w:p>
        </w:tc>
        <w:tc>
          <w:tcPr>
            <w:tcW w:w="902" w:type="dxa"/>
            <w:noWrap/>
            <w:hideMark/>
          </w:tcPr>
          <w:p w14:paraId="7AD52561" w14:textId="77777777" w:rsidR="00BB1E14" w:rsidRPr="003C0201" w:rsidRDefault="00BB1E14" w:rsidP="00344378">
            <w:r w:rsidRPr="003C0201">
              <w:t> </w:t>
            </w:r>
          </w:p>
        </w:tc>
      </w:tr>
      <w:tr w:rsidR="00BB1E14" w:rsidRPr="003C0201" w14:paraId="1EFAD1FE" w14:textId="77777777" w:rsidTr="00344378">
        <w:trPr>
          <w:trHeight w:val="300"/>
        </w:trPr>
        <w:tc>
          <w:tcPr>
            <w:tcW w:w="10932" w:type="dxa"/>
            <w:noWrap/>
            <w:hideMark/>
          </w:tcPr>
          <w:p w14:paraId="70651225" w14:textId="77777777" w:rsidR="00BB1E14" w:rsidRPr="003C0201" w:rsidRDefault="00BB1E14" w:rsidP="00344378">
            <w:pPr>
              <w:jc w:val="left"/>
            </w:pPr>
            <w:r w:rsidRPr="003C0201">
              <w:t>Polishing felt cones (large)</w:t>
            </w:r>
          </w:p>
        </w:tc>
        <w:tc>
          <w:tcPr>
            <w:tcW w:w="3234" w:type="dxa"/>
            <w:noWrap/>
            <w:hideMark/>
          </w:tcPr>
          <w:p w14:paraId="7076192A" w14:textId="77777777" w:rsidR="00BB1E14" w:rsidRPr="003C0201" w:rsidRDefault="00BB1E14" w:rsidP="00344378">
            <w:pPr>
              <w:jc w:val="left"/>
            </w:pPr>
            <w:r w:rsidRPr="003C0201">
              <w:t>pieces</w:t>
            </w:r>
          </w:p>
        </w:tc>
        <w:tc>
          <w:tcPr>
            <w:tcW w:w="813" w:type="dxa"/>
            <w:noWrap/>
            <w:hideMark/>
          </w:tcPr>
          <w:p w14:paraId="7DB046AE" w14:textId="77777777" w:rsidR="00BB1E14" w:rsidRPr="003C0201" w:rsidRDefault="00BB1E14" w:rsidP="00344378">
            <w:pPr>
              <w:jc w:val="left"/>
            </w:pPr>
            <w:r w:rsidRPr="003C0201">
              <w:t>12</w:t>
            </w:r>
          </w:p>
        </w:tc>
        <w:tc>
          <w:tcPr>
            <w:tcW w:w="830" w:type="dxa"/>
            <w:noWrap/>
            <w:hideMark/>
          </w:tcPr>
          <w:p w14:paraId="6E948D19" w14:textId="77777777" w:rsidR="00BB1E14" w:rsidRPr="003C0201" w:rsidRDefault="00BB1E14" w:rsidP="00344378">
            <w:pPr>
              <w:jc w:val="left"/>
            </w:pPr>
            <w:r w:rsidRPr="003C0201">
              <w:t> </w:t>
            </w:r>
          </w:p>
        </w:tc>
        <w:tc>
          <w:tcPr>
            <w:tcW w:w="902" w:type="dxa"/>
            <w:noWrap/>
            <w:hideMark/>
          </w:tcPr>
          <w:p w14:paraId="53F5FD14" w14:textId="77777777" w:rsidR="00BB1E14" w:rsidRPr="003C0201" w:rsidRDefault="00BB1E14" w:rsidP="00344378">
            <w:r w:rsidRPr="003C0201">
              <w:t> </w:t>
            </w:r>
          </w:p>
        </w:tc>
      </w:tr>
      <w:tr w:rsidR="00BB1E14" w:rsidRPr="003C0201" w14:paraId="393C0DA1" w14:textId="77777777" w:rsidTr="00344378">
        <w:trPr>
          <w:trHeight w:val="300"/>
        </w:trPr>
        <w:tc>
          <w:tcPr>
            <w:tcW w:w="10932" w:type="dxa"/>
            <w:noWrap/>
            <w:hideMark/>
          </w:tcPr>
          <w:p w14:paraId="1756BC11" w14:textId="77777777" w:rsidR="00BB1E14" w:rsidRPr="003C0201" w:rsidRDefault="00BB1E14" w:rsidP="00344378">
            <w:r w:rsidRPr="003C0201">
              <w:t>Plaster shears</w:t>
            </w:r>
          </w:p>
        </w:tc>
        <w:tc>
          <w:tcPr>
            <w:tcW w:w="3234" w:type="dxa"/>
            <w:noWrap/>
            <w:hideMark/>
          </w:tcPr>
          <w:p w14:paraId="757993E4" w14:textId="77777777" w:rsidR="00BB1E14" w:rsidRPr="003C0201" w:rsidRDefault="00BB1E14" w:rsidP="00344378">
            <w:r w:rsidRPr="003C0201">
              <w:t>piece</w:t>
            </w:r>
          </w:p>
        </w:tc>
        <w:tc>
          <w:tcPr>
            <w:tcW w:w="813" w:type="dxa"/>
            <w:noWrap/>
            <w:hideMark/>
          </w:tcPr>
          <w:p w14:paraId="542B891D" w14:textId="77777777" w:rsidR="00BB1E14" w:rsidRPr="003C0201" w:rsidRDefault="00BB1E14" w:rsidP="00344378">
            <w:pPr>
              <w:jc w:val="left"/>
            </w:pPr>
            <w:r w:rsidRPr="003C0201">
              <w:t>3</w:t>
            </w:r>
          </w:p>
        </w:tc>
        <w:tc>
          <w:tcPr>
            <w:tcW w:w="830" w:type="dxa"/>
            <w:noWrap/>
            <w:hideMark/>
          </w:tcPr>
          <w:p w14:paraId="2537FDF8" w14:textId="77777777" w:rsidR="00BB1E14" w:rsidRPr="003C0201" w:rsidRDefault="00BB1E14" w:rsidP="00344378">
            <w:pPr>
              <w:jc w:val="left"/>
            </w:pPr>
            <w:r w:rsidRPr="003C0201">
              <w:t> </w:t>
            </w:r>
          </w:p>
        </w:tc>
        <w:tc>
          <w:tcPr>
            <w:tcW w:w="902" w:type="dxa"/>
            <w:noWrap/>
            <w:hideMark/>
          </w:tcPr>
          <w:p w14:paraId="7016E42A" w14:textId="77777777" w:rsidR="00BB1E14" w:rsidRPr="003C0201" w:rsidRDefault="00BB1E14" w:rsidP="00344378">
            <w:r w:rsidRPr="003C0201">
              <w:t> </w:t>
            </w:r>
          </w:p>
        </w:tc>
      </w:tr>
      <w:tr w:rsidR="00BB1E14" w:rsidRPr="003C0201" w14:paraId="45F202CE" w14:textId="77777777" w:rsidTr="00344378">
        <w:trPr>
          <w:trHeight w:val="300"/>
        </w:trPr>
        <w:tc>
          <w:tcPr>
            <w:tcW w:w="10932" w:type="dxa"/>
            <w:noWrap/>
            <w:hideMark/>
          </w:tcPr>
          <w:p w14:paraId="4FE3A265" w14:textId="77777777" w:rsidR="00BB1E14" w:rsidRPr="003C0201" w:rsidRDefault="00BB1E14" w:rsidP="00344378">
            <w:r w:rsidRPr="003C0201">
              <w:t>Articulator (fork pattern)-GBAFP with mounting plates</w:t>
            </w:r>
          </w:p>
        </w:tc>
        <w:tc>
          <w:tcPr>
            <w:tcW w:w="3234" w:type="dxa"/>
            <w:noWrap/>
            <w:hideMark/>
          </w:tcPr>
          <w:p w14:paraId="6AD9CC6A" w14:textId="77777777" w:rsidR="00BB1E14" w:rsidRPr="003C0201" w:rsidRDefault="00BB1E14" w:rsidP="00344378">
            <w:r w:rsidRPr="003C0201">
              <w:t>piece</w:t>
            </w:r>
          </w:p>
        </w:tc>
        <w:tc>
          <w:tcPr>
            <w:tcW w:w="813" w:type="dxa"/>
            <w:noWrap/>
            <w:hideMark/>
          </w:tcPr>
          <w:p w14:paraId="4083E28A" w14:textId="77777777" w:rsidR="00BB1E14" w:rsidRPr="003C0201" w:rsidRDefault="00BB1E14" w:rsidP="00344378">
            <w:pPr>
              <w:jc w:val="left"/>
            </w:pPr>
            <w:r w:rsidRPr="003C0201">
              <w:t>6</w:t>
            </w:r>
          </w:p>
        </w:tc>
        <w:tc>
          <w:tcPr>
            <w:tcW w:w="830" w:type="dxa"/>
            <w:noWrap/>
            <w:hideMark/>
          </w:tcPr>
          <w:p w14:paraId="1E968E7E" w14:textId="77777777" w:rsidR="00BB1E14" w:rsidRPr="003C0201" w:rsidRDefault="00BB1E14" w:rsidP="00344378">
            <w:pPr>
              <w:jc w:val="left"/>
            </w:pPr>
            <w:r w:rsidRPr="003C0201">
              <w:t> </w:t>
            </w:r>
          </w:p>
        </w:tc>
        <w:tc>
          <w:tcPr>
            <w:tcW w:w="902" w:type="dxa"/>
            <w:noWrap/>
            <w:hideMark/>
          </w:tcPr>
          <w:p w14:paraId="10E540C2" w14:textId="77777777" w:rsidR="00BB1E14" w:rsidRPr="003C0201" w:rsidRDefault="00BB1E14" w:rsidP="00344378">
            <w:r w:rsidRPr="003C0201">
              <w:t> </w:t>
            </w:r>
          </w:p>
        </w:tc>
      </w:tr>
      <w:tr w:rsidR="00BB1E14" w:rsidRPr="003C0201" w14:paraId="7EF4A6C9" w14:textId="77777777" w:rsidTr="00344378">
        <w:trPr>
          <w:trHeight w:val="300"/>
        </w:trPr>
        <w:tc>
          <w:tcPr>
            <w:tcW w:w="10932" w:type="dxa"/>
            <w:noWrap/>
            <w:hideMark/>
          </w:tcPr>
          <w:p w14:paraId="706278BE" w14:textId="77777777" w:rsidR="00BB1E14" w:rsidRPr="003C0201" w:rsidRDefault="00BB1E14" w:rsidP="00344378">
            <w:r w:rsidRPr="003C0201">
              <w:t>Laboratory Putty with catalyst</w:t>
            </w:r>
          </w:p>
        </w:tc>
        <w:tc>
          <w:tcPr>
            <w:tcW w:w="3234" w:type="dxa"/>
            <w:noWrap/>
            <w:hideMark/>
          </w:tcPr>
          <w:p w14:paraId="0CBEFE0C" w14:textId="77777777" w:rsidR="00BB1E14" w:rsidRPr="003C0201" w:rsidRDefault="00BB1E14" w:rsidP="00344378">
            <w:r w:rsidRPr="003C0201">
              <w:t>kit</w:t>
            </w:r>
          </w:p>
        </w:tc>
        <w:tc>
          <w:tcPr>
            <w:tcW w:w="813" w:type="dxa"/>
            <w:noWrap/>
            <w:hideMark/>
          </w:tcPr>
          <w:p w14:paraId="1624D0ED" w14:textId="77777777" w:rsidR="00BB1E14" w:rsidRPr="003C0201" w:rsidRDefault="00BB1E14" w:rsidP="00344378">
            <w:pPr>
              <w:jc w:val="left"/>
            </w:pPr>
            <w:r w:rsidRPr="003C0201">
              <w:t>2</w:t>
            </w:r>
          </w:p>
        </w:tc>
        <w:tc>
          <w:tcPr>
            <w:tcW w:w="830" w:type="dxa"/>
            <w:noWrap/>
            <w:hideMark/>
          </w:tcPr>
          <w:p w14:paraId="1D6FE147" w14:textId="77777777" w:rsidR="00BB1E14" w:rsidRPr="003C0201" w:rsidRDefault="00BB1E14" w:rsidP="00344378">
            <w:pPr>
              <w:jc w:val="left"/>
            </w:pPr>
            <w:r w:rsidRPr="003C0201">
              <w:t> </w:t>
            </w:r>
          </w:p>
        </w:tc>
        <w:tc>
          <w:tcPr>
            <w:tcW w:w="902" w:type="dxa"/>
            <w:noWrap/>
            <w:hideMark/>
          </w:tcPr>
          <w:p w14:paraId="682217B7" w14:textId="77777777" w:rsidR="00BB1E14" w:rsidRPr="003C0201" w:rsidRDefault="00BB1E14" w:rsidP="00344378">
            <w:r w:rsidRPr="003C0201">
              <w:t> </w:t>
            </w:r>
          </w:p>
        </w:tc>
      </w:tr>
      <w:tr w:rsidR="00BB1E14" w:rsidRPr="003C0201" w14:paraId="1BEF0BE6" w14:textId="77777777" w:rsidTr="00344378">
        <w:trPr>
          <w:trHeight w:val="300"/>
        </w:trPr>
        <w:tc>
          <w:tcPr>
            <w:tcW w:w="10932" w:type="dxa"/>
            <w:noWrap/>
            <w:hideMark/>
          </w:tcPr>
          <w:p w14:paraId="0AAF6F06" w14:textId="77777777" w:rsidR="00BB1E14" w:rsidRPr="003C0201" w:rsidRDefault="00BB1E14" w:rsidP="00344378">
            <w:pPr>
              <w:rPr>
                <w:i/>
                <w:iCs/>
              </w:rPr>
            </w:pPr>
            <w:r w:rsidRPr="003C0201">
              <w:rPr>
                <w:i/>
                <w:iCs/>
              </w:rPr>
              <w:t>Roach clasps</w:t>
            </w:r>
          </w:p>
        </w:tc>
        <w:tc>
          <w:tcPr>
            <w:tcW w:w="3234" w:type="dxa"/>
            <w:noWrap/>
            <w:hideMark/>
          </w:tcPr>
          <w:p w14:paraId="0742F25B" w14:textId="77777777" w:rsidR="00BB1E14" w:rsidRPr="003C0201" w:rsidRDefault="00BB1E14" w:rsidP="00344378">
            <w:r w:rsidRPr="003C0201">
              <w:t>piece</w:t>
            </w:r>
          </w:p>
        </w:tc>
        <w:tc>
          <w:tcPr>
            <w:tcW w:w="813" w:type="dxa"/>
            <w:noWrap/>
            <w:hideMark/>
          </w:tcPr>
          <w:p w14:paraId="2E5830E0" w14:textId="77777777" w:rsidR="00BB1E14" w:rsidRPr="003C0201" w:rsidRDefault="00BB1E14" w:rsidP="00344378">
            <w:pPr>
              <w:jc w:val="left"/>
            </w:pPr>
            <w:r w:rsidRPr="003C0201">
              <w:t>100</w:t>
            </w:r>
          </w:p>
        </w:tc>
        <w:tc>
          <w:tcPr>
            <w:tcW w:w="830" w:type="dxa"/>
            <w:noWrap/>
            <w:hideMark/>
          </w:tcPr>
          <w:p w14:paraId="0857D479" w14:textId="77777777" w:rsidR="00BB1E14" w:rsidRPr="003C0201" w:rsidRDefault="00BB1E14" w:rsidP="00344378">
            <w:pPr>
              <w:jc w:val="left"/>
            </w:pPr>
            <w:r w:rsidRPr="003C0201">
              <w:t> </w:t>
            </w:r>
          </w:p>
        </w:tc>
        <w:tc>
          <w:tcPr>
            <w:tcW w:w="902" w:type="dxa"/>
            <w:noWrap/>
            <w:hideMark/>
          </w:tcPr>
          <w:p w14:paraId="2C7EEA4B" w14:textId="77777777" w:rsidR="00BB1E14" w:rsidRPr="003C0201" w:rsidRDefault="00BB1E14" w:rsidP="00344378">
            <w:r w:rsidRPr="003C0201">
              <w:t> </w:t>
            </w:r>
          </w:p>
        </w:tc>
      </w:tr>
      <w:tr w:rsidR="00BB1E14" w:rsidRPr="003C0201" w14:paraId="1CB84036" w14:textId="77777777" w:rsidTr="00344378">
        <w:trPr>
          <w:trHeight w:val="300"/>
        </w:trPr>
        <w:tc>
          <w:tcPr>
            <w:tcW w:w="10932" w:type="dxa"/>
            <w:noWrap/>
            <w:hideMark/>
          </w:tcPr>
          <w:p w14:paraId="3CA8496D" w14:textId="77777777" w:rsidR="00BB1E14" w:rsidRPr="003C0201" w:rsidRDefault="00BB1E14" w:rsidP="00344378">
            <w:pPr>
              <w:rPr>
                <w:i/>
                <w:iCs/>
              </w:rPr>
            </w:pPr>
            <w:r w:rsidRPr="003C0201">
              <w:rPr>
                <w:i/>
                <w:iCs/>
              </w:rPr>
              <w:t>Seperating medium (cold/hot mode seal)</w:t>
            </w:r>
          </w:p>
        </w:tc>
        <w:tc>
          <w:tcPr>
            <w:tcW w:w="3234" w:type="dxa"/>
            <w:noWrap/>
            <w:hideMark/>
          </w:tcPr>
          <w:p w14:paraId="1F15B065" w14:textId="77777777" w:rsidR="00BB1E14" w:rsidRPr="003C0201" w:rsidRDefault="00BB1E14" w:rsidP="00344378">
            <w:r w:rsidRPr="003C0201">
              <w:t>1 ltr bottle</w:t>
            </w:r>
          </w:p>
        </w:tc>
        <w:tc>
          <w:tcPr>
            <w:tcW w:w="813" w:type="dxa"/>
            <w:noWrap/>
            <w:hideMark/>
          </w:tcPr>
          <w:p w14:paraId="1E1CC558" w14:textId="77777777" w:rsidR="00BB1E14" w:rsidRPr="003C0201" w:rsidRDefault="00BB1E14" w:rsidP="00344378">
            <w:pPr>
              <w:jc w:val="left"/>
            </w:pPr>
            <w:r w:rsidRPr="003C0201">
              <w:t>5</w:t>
            </w:r>
          </w:p>
        </w:tc>
        <w:tc>
          <w:tcPr>
            <w:tcW w:w="830" w:type="dxa"/>
            <w:noWrap/>
            <w:hideMark/>
          </w:tcPr>
          <w:p w14:paraId="50CB92B7" w14:textId="77777777" w:rsidR="00BB1E14" w:rsidRPr="003C0201" w:rsidRDefault="00BB1E14" w:rsidP="00344378">
            <w:pPr>
              <w:jc w:val="left"/>
            </w:pPr>
            <w:r w:rsidRPr="003C0201">
              <w:t> </w:t>
            </w:r>
          </w:p>
        </w:tc>
        <w:tc>
          <w:tcPr>
            <w:tcW w:w="902" w:type="dxa"/>
            <w:noWrap/>
            <w:hideMark/>
          </w:tcPr>
          <w:p w14:paraId="2CC856D7" w14:textId="77777777" w:rsidR="00BB1E14" w:rsidRPr="003C0201" w:rsidRDefault="00BB1E14" w:rsidP="00344378">
            <w:r w:rsidRPr="003C0201">
              <w:t> </w:t>
            </w:r>
          </w:p>
        </w:tc>
      </w:tr>
      <w:tr w:rsidR="00BB1E14" w:rsidRPr="003C0201" w14:paraId="247EB664" w14:textId="77777777" w:rsidTr="00344378">
        <w:trPr>
          <w:trHeight w:val="300"/>
        </w:trPr>
        <w:tc>
          <w:tcPr>
            <w:tcW w:w="10932" w:type="dxa"/>
            <w:noWrap/>
            <w:hideMark/>
          </w:tcPr>
          <w:p w14:paraId="638423BE" w14:textId="77777777" w:rsidR="00BB1E14" w:rsidRPr="003C0201" w:rsidRDefault="00BB1E14" w:rsidP="00344378">
            <w:pPr>
              <w:rPr>
                <w:i/>
                <w:iCs/>
              </w:rPr>
            </w:pPr>
            <w:r w:rsidRPr="003C0201">
              <w:rPr>
                <w:i/>
                <w:iCs/>
              </w:rPr>
              <w:t>Perforated Impression trays( metal) upper &amp; Lower small</w:t>
            </w:r>
          </w:p>
        </w:tc>
        <w:tc>
          <w:tcPr>
            <w:tcW w:w="3234" w:type="dxa"/>
            <w:noWrap/>
            <w:hideMark/>
          </w:tcPr>
          <w:p w14:paraId="5F5C1ED7" w14:textId="77777777" w:rsidR="00BB1E14" w:rsidRPr="003C0201" w:rsidRDefault="00BB1E14" w:rsidP="00344378">
            <w:r w:rsidRPr="003C0201">
              <w:t>piece</w:t>
            </w:r>
          </w:p>
        </w:tc>
        <w:tc>
          <w:tcPr>
            <w:tcW w:w="813" w:type="dxa"/>
            <w:noWrap/>
            <w:hideMark/>
          </w:tcPr>
          <w:p w14:paraId="6C1810BE" w14:textId="77777777" w:rsidR="00BB1E14" w:rsidRPr="003C0201" w:rsidRDefault="00BB1E14" w:rsidP="00344378">
            <w:pPr>
              <w:jc w:val="left"/>
            </w:pPr>
            <w:r w:rsidRPr="003C0201">
              <w:t>5</w:t>
            </w:r>
          </w:p>
        </w:tc>
        <w:tc>
          <w:tcPr>
            <w:tcW w:w="830" w:type="dxa"/>
            <w:noWrap/>
            <w:hideMark/>
          </w:tcPr>
          <w:p w14:paraId="724745C7" w14:textId="77777777" w:rsidR="00BB1E14" w:rsidRPr="003C0201" w:rsidRDefault="00BB1E14" w:rsidP="00344378">
            <w:pPr>
              <w:jc w:val="left"/>
            </w:pPr>
            <w:r w:rsidRPr="003C0201">
              <w:t> </w:t>
            </w:r>
          </w:p>
        </w:tc>
        <w:tc>
          <w:tcPr>
            <w:tcW w:w="902" w:type="dxa"/>
            <w:noWrap/>
            <w:hideMark/>
          </w:tcPr>
          <w:p w14:paraId="334CCDC4" w14:textId="77777777" w:rsidR="00BB1E14" w:rsidRPr="003C0201" w:rsidRDefault="00BB1E14" w:rsidP="00344378">
            <w:r w:rsidRPr="003C0201">
              <w:t> </w:t>
            </w:r>
          </w:p>
        </w:tc>
      </w:tr>
      <w:tr w:rsidR="00BB1E14" w:rsidRPr="003C0201" w14:paraId="5345E447" w14:textId="77777777" w:rsidTr="00344378">
        <w:trPr>
          <w:trHeight w:val="300"/>
        </w:trPr>
        <w:tc>
          <w:tcPr>
            <w:tcW w:w="10932" w:type="dxa"/>
            <w:noWrap/>
            <w:hideMark/>
          </w:tcPr>
          <w:p w14:paraId="2C27DA2B" w14:textId="77777777" w:rsidR="00BB1E14" w:rsidRPr="003C0201" w:rsidRDefault="00BB1E14" w:rsidP="00344378">
            <w:pPr>
              <w:rPr>
                <w:i/>
                <w:iCs/>
              </w:rPr>
            </w:pPr>
            <w:r w:rsidRPr="003C0201">
              <w:rPr>
                <w:i/>
                <w:iCs/>
              </w:rPr>
              <w:t>Perforated Impression trays( metal) upper &amp; Lower medium</w:t>
            </w:r>
          </w:p>
        </w:tc>
        <w:tc>
          <w:tcPr>
            <w:tcW w:w="3234" w:type="dxa"/>
            <w:noWrap/>
            <w:hideMark/>
          </w:tcPr>
          <w:p w14:paraId="0FE9742C" w14:textId="77777777" w:rsidR="00BB1E14" w:rsidRPr="003C0201" w:rsidRDefault="00BB1E14" w:rsidP="00344378">
            <w:r w:rsidRPr="003C0201">
              <w:t>piece</w:t>
            </w:r>
          </w:p>
        </w:tc>
        <w:tc>
          <w:tcPr>
            <w:tcW w:w="813" w:type="dxa"/>
            <w:noWrap/>
            <w:hideMark/>
          </w:tcPr>
          <w:p w14:paraId="0A1A7994" w14:textId="77777777" w:rsidR="00BB1E14" w:rsidRPr="003C0201" w:rsidRDefault="00BB1E14" w:rsidP="00344378">
            <w:pPr>
              <w:jc w:val="left"/>
            </w:pPr>
            <w:r w:rsidRPr="003C0201">
              <w:t>10</w:t>
            </w:r>
          </w:p>
        </w:tc>
        <w:tc>
          <w:tcPr>
            <w:tcW w:w="830" w:type="dxa"/>
            <w:noWrap/>
            <w:hideMark/>
          </w:tcPr>
          <w:p w14:paraId="34B6E215" w14:textId="77777777" w:rsidR="00BB1E14" w:rsidRPr="003C0201" w:rsidRDefault="00BB1E14" w:rsidP="00344378">
            <w:pPr>
              <w:jc w:val="left"/>
            </w:pPr>
            <w:r w:rsidRPr="003C0201">
              <w:t> </w:t>
            </w:r>
          </w:p>
        </w:tc>
        <w:tc>
          <w:tcPr>
            <w:tcW w:w="902" w:type="dxa"/>
            <w:noWrap/>
            <w:hideMark/>
          </w:tcPr>
          <w:p w14:paraId="670C05C2" w14:textId="77777777" w:rsidR="00BB1E14" w:rsidRPr="003C0201" w:rsidRDefault="00BB1E14" w:rsidP="00344378">
            <w:r w:rsidRPr="003C0201">
              <w:t> </w:t>
            </w:r>
          </w:p>
        </w:tc>
      </w:tr>
      <w:tr w:rsidR="00BB1E14" w:rsidRPr="003C0201" w14:paraId="60B28558" w14:textId="77777777" w:rsidTr="00344378">
        <w:trPr>
          <w:trHeight w:val="300"/>
        </w:trPr>
        <w:tc>
          <w:tcPr>
            <w:tcW w:w="10932" w:type="dxa"/>
            <w:noWrap/>
            <w:hideMark/>
          </w:tcPr>
          <w:p w14:paraId="3B535AD9" w14:textId="77777777" w:rsidR="00BB1E14" w:rsidRPr="003C0201" w:rsidRDefault="00BB1E14" w:rsidP="00344378">
            <w:pPr>
              <w:rPr>
                <w:i/>
                <w:iCs/>
              </w:rPr>
            </w:pPr>
            <w:r w:rsidRPr="003C0201">
              <w:rPr>
                <w:i/>
                <w:iCs/>
              </w:rPr>
              <w:t>Perforated Impression trays( metal) upper &amp; Lower Large</w:t>
            </w:r>
          </w:p>
        </w:tc>
        <w:tc>
          <w:tcPr>
            <w:tcW w:w="3234" w:type="dxa"/>
            <w:noWrap/>
            <w:hideMark/>
          </w:tcPr>
          <w:p w14:paraId="07D1159F" w14:textId="77777777" w:rsidR="00BB1E14" w:rsidRPr="003C0201" w:rsidRDefault="00BB1E14" w:rsidP="00344378">
            <w:r w:rsidRPr="003C0201">
              <w:t>piece</w:t>
            </w:r>
          </w:p>
        </w:tc>
        <w:tc>
          <w:tcPr>
            <w:tcW w:w="813" w:type="dxa"/>
            <w:noWrap/>
            <w:hideMark/>
          </w:tcPr>
          <w:p w14:paraId="7B371F9E" w14:textId="77777777" w:rsidR="00BB1E14" w:rsidRPr="003C0201" w:rsidRDefault="00BB1E14" w:rsidP="00344378">
            <w:pPr>
              <w:jc w:val="left"/>
            </w:pPr>
            <w:r w:rsidRPr="003C0201">
              <w:t>5</w:t>
            </w:r>
          </w:p>
        </w:tc>
        <w:tc>
          <w:tcPr>
            <w:tcW w:w="830" w:type="dxa"/>
            <w:noWrap/>
            <w:hideMark/>
          </w:tcPr>
          <w:p w14:paraId="0CC4ECB5" w14:textId="77777777" w:rsidR="00BB1E14" w:rsidRPr="003C0201" w:rsidRDefault="00BB1E14" w:rsidP="00344378">
            <w:pPr>
              <w:jc w:val="left"/>
            </w:pPr>
            <w:r w:rsidRPr="003C0201">
              <w:t> </w:t>
            </w:r>
          </w:p>
        </w:tc>
        <w:tc>
          <w:tcPr>
            <w:tcW w:w="902" w:type="dxa"/>
            <w:noWrap/>
            <w:hideMark/>
          </w:tcPr>
          <w:p w14:paraId="79B99C6A" w14:textId="77777777" w:rsidR="00BB1E14" w:rsidRPr="003C0201" w:rsidRDefault="00BB1E14" w:rsidP="00344378">
            <w:r w:rsidRPr="003C0201">
              <w:t> </w:t>
            </w:r>
          </w:p>
        </w:tc>
      </w:tr>
      <w:tr w:rsidR="00BB1E14" w:rsidRPr="003C0201" w14:paraId="556F8A99" w14:textId="77777777" w:rsidTr="00344378">
        <w:trPr>
          <w:trHeight w:val="300"/>
        </w:trPr>
        <w:tc>
          <w:tcPr>
            <w:tcW w:w="10932" w:type="dxa"/>
            <w:noWrap/>
            <w:hideMark/>
          </w:tcPr>
          <w:p w14:paraId="3BB25E1B" w14:textId="77777777" w:rsidR="00BB1E14" w:rsidRPr="003C0201" w:rsidRDefault="00BB1E14" w:rsidP="00344378">
            <w:pPr>
              <w:rPr>
                <w:i/>
                <w:iCs/>
              </w:rPr>
            </w:pPr>
            <w:r w:rsidRPr="003C0201">
              <w:rPr>
                <w:i/>
                <w:iCs/>
              </w:rPr>
              <w:t>Acrylic Mixing bowls</w:t>
            </w:r>
          </w:p>
        </w:tc>
        <w:tc>
          <w:tcPr>
            <w:tcW w:w="3234" w:type="dxa"/>
            <w:noWrap/>
            <w:hideMark/>
          </w:tcPr>
          <w:p w14:paraId="44D1032E" w14:textId="77777777" w:rsidR="00BB1E14" w:rsidRPr="003C0201" w:rsidRDefault="00BB1E14" w:rsidP="00344378">
            <w:r w:rsidRPr="003C0201">
              <w:t>piece</w:t>
            </w:r>
          </w:p>
        </w:tc>
        <w:tc>
          <w:tcPr>
            <w:tcW w:w="813" w:type="dxa"/>
            <w:noWrap/>
            <w:hideMark/>
          </w:tcPr>
          <w:p w14:paraId="2173DF98" w14:textId="77777777" w:rsidR="00BB1E14" w:rsidRPr="003C0201" w:rsidRDefault="00BB1E14" w:rsidP="00344378">
            <w:pPr>
              <w:jc w:val="left"/>
            </w:pPr>
            <w:r w:rsidRPr="003C0201">
              <w:t>2</w:t>
            </w:r>
          </w:p>
        </w:tc>
        <w:tc>
          <w:tcPr>
            <w:tcW w:w="830" w:type="dxa"/>
            <w:noWrap/>
            <w:hideMark/>
          </w:tcPr>
          <w:p w14:paraId="75558290" w14:textId="77777777" w:rsidR="00BB1E14" w:rsidRPr="003C0201" w:rsidRDefault="00BB1E14" w:rsidP="00344378">
            <w:pPr>
              <w:jc w:val="left"/>
            </w:pPr>
            <w:r w:rsidRPr="003C0201">
              <w:t> </w:t>
            </w:r>
          </w:p>
        </w:tc>
        <w:tc>
          <w:tcPr>
            <w:tcW w:w="902" w:type="dxa"/>
            <w:noWrap/>
            <w:hideMark/>
          </w:tcPr>
          <w:p w14:paraId="6C7EBEED" w14:textId="77777777" w:rsidR="00BB1E14" w:rsidRPr="003C0201" w:rsidRDefault="00BB1E14" w:rsidP="00344378">
            <w:r w:rsidRPr="003C0201">
              <w:t> </w:t>
            </w:r>
          </w:p>
        </w:tc>
      </w:tr>
      <w:tr w:rsidR="00BB1E14" w:rsidRPr="003C0201" w14:paraId="0ED05D4B" w14:textId="77777777" w:rsidTr="00344378">
        <w:trPr>
          <w:trHeight w:val="300"/>
        </w:trPr>
        <w:tc>
          <w:tcPr>
            <w:tcW w:w="10932" w:type="dxa"/>
            <w:noWrap/>
            <w:hideMark/>
          </w:tcPr>
          <w:p w14:paraId="3324FD34" w14:textId="77777777" w:rsidR="00BB1E14" w:rsidRPr="003C0201" w:rsidRDefault="00BB1E14" w:rsidP="00344378">
            <w:pPr>
              <w:rPr>
                <w:i/>
                <w:iCs/>
              </w:rPr>
            </w:pPr>
            <w:r w:rsidRPr="003C0201">
              <w:rPr>
                <w:i/>
                <w:iCs/>
              </w:rPr>
              <w:lastRenderedPageBreak/>
              <w:t xml:space="preserve">Wire Cutter </w:t>
            </w:r>
          </w:p>
        </w:tc>
        <w:tc>
          <w:tcPr>
            <w:tcW w:w="3234" w:type="dxa"/>
            <w:noWrap/>
            <w:hideMark/>
          </w:tcPr>
          <w:p w14:paraId="2D1283C4" w14:textId="77777777" w:rsidR="00BB1E14" w:rsidRPr="003C0201" w:rsidRDefault="00BB1E14" w:rsidP="00344378">
            <w:r w:rsidRPr="003C0201">
              <w:t>piece</w:t>
            </w:r>
          </w:p>
        </w:tc>
        <w:tc>
          <w:tcPr>
            <w:tcW w:w="813" w:type="dxa"/>
            <w:noWrap/>
            <w:hideMark/>
          </w:tcPr>
          <w:p w14:paraId="3A55C1CE" w14:textId="77777777" w:rsidR="00BB1E14" w:rsidRPr="003C0201" w:rsidRDefault="00BB1E14" w:rsidP="00344378">
            <w:pPr>
              <w:jc w:val="left"/>
            </w:pPr>
            <w:r w:rsidRPr="003C0201">
              <w:t>2</w:t>
            </w:r>
          </w:p>
        </w:tc>
        <w:tc>
          <w:tcPr>
            <w:tcW w:w="830" w:type="dxa"/>
            <w:noWrap/>
            <w:hideMark/>
          </w:tcPr>
          <w:p w14:paraId="06F8E03E" w14:textId="77777777" w:rsidR="00BB1E14" w:rsidRPr="003C0201" w:rsidRDefault="00BB1E14" w:rsidP="00344378">
            <w:pPr>
              <w:jc w:val="left"/>
            </w:pPr>
            <w:r w:rsidRPr="003C0201">
              <w:t> </w:t>
            </w:r>
          </w:p>
        </w:tc>
        <w:tc>
          <w:tcPr>
            <w:tcW w:w="902" w:type="dxa"/>
            <w:noWrap/>
            <w:hideMark/>
          </w:tcPr>
          <w:p w14:paraId="14BF6D4A" w14:textId="77777777" w:rsidR="00BB1E14" w:rsidRPr="003C0201" w:rsidRDefault="00BB1E14" w:rsidP="00344378">
            <w:r w:rsidRPr="003C0201">
              <w:t> </w:t>
            </w:r>
          </w:p>
        </w:tc>
      </w:tr>
      <w:tr w:rsidR="00BB1E14" w:rsidRPr="003C0201" w14:paraId="6C22AFB7" w14:textId="77777777" w:rsidTr="00344378">
        <w:trPr>
          <w:trHeight w:val="300"/>
        </w:trPr>
        <w:tc>
          <w:tcPr>
            <w:tcW w:w="10932" w:type="dxa"/>
            <w:noWrap/>
            <w:hideMark/>
          </w:tcPr>
          <w:p w14:paraId="6A97BC91" w14:textId="77777777" w:rsidR="00BB1E14" w:rsidRPr="003C0201" w:rsidRDefault="00BB1E14" w:rsidP="00344378">
            <w:r w:rsidRPr="003C0201">
              <w:t>Ball clasps</w:t>
            </w:r>
          </w:p>
        </w:tc>
        <w:tc>
          <w:tcPr>
            <w:tcW w:w="3234" w:type="dxa"/>
            <w:noWrap/>
            <w:hideMark/>
          </w:tcPr>
          <w:p w14:paraId="5A29FAF7" w14:textId="77777777" w:rsidR="00BB1E14" w:rsidRPr="003C0201" w:rsidRDefault="00BB1E14" w:rsidP="00344378">
            <w:pPr>
              <w:jc w:val="left"/>
            </w:pPr>
            <w:r w:rsidRPr="003C0201">
              <w:t>piece</w:t>
            </w:r>
          </w:p>
        </w:tc>
        <w:tc>
          <w:tcPr>
            <w:tcW w:w="813" w:type="dxa"/>
            <w:noWrap/>
            <w:hideMark/>
          </w:tcPr>
          <w:p w14:paraId="178DABFA" w14:textId="77777777" w:rsidR="00BB1E14" w:rsidRPr="003C0201" w:rsidRDefault="00BB1E14" w:rsidP="00344378">
            <w:pPr>
              <w:jc w:val="left"/>
            </w:pPr>
            <w:r w:rsidRPr="003C0201">
              <w:t>100</w:t>
            </w:r>
          </w:p>
        </w:tc>
        <w:tc>
          <w:tcPr>
            <w:tcW w:w="830" w:type="dxa"/>
            <w:noWrap/>
            <w:hideMark/>
          </w:tcPr>
          <w:p w14:paraId="310B4BEB" w14:textId="77777777" w:rsidR="00BB1E14" w:rsidRPr="003C0201" w:rsidRDefault="00BB1E14" w:rsidP="00344378">
            <w:pPr>
              <w:jc w:val="left"/>
            </w:pPr>
            <w:r w:rsidRPr="003C0201">
              <w:t> </w:t>
            </w:r>
          </w:p>
        </w:tc>
        <w:tc>
          <w:tcPr>
            <w:tcW w:w="902" w:type="dxa"/>
            <w:noWrap/>
            <w:hideMark/>
          </w:tcPr>
          <w:p w14:paraId="196C55C2" w14:textId="77777777" w:rsidR="00BB1E14" w:rsidRPr="003C0201" w:rsidRDefault="00BB1E14" w:rsidP="00344378">
            <w:r w:rsidRPr="003C0201">
              <w:t> </w:t>
            </w:r>
          </w:p>
        </w:tc>
      </w:tr>
      <w:tr w:rsidR="00BB1E14" w:rsidRPr="003C0201" w14:paraId="56BC3F83" w14:textId="77777777" w:rsidTr="00344378">
        <w:trPr>
          <w:trHeight w:val="300"/>
        </w:trPr>
        <w:tc>
          <w:tcPr>
            <w:tcW w:w="10932" w:type="dxa"/>
            <w:noWrap/>
            <w:hideMark/>
          </w:tcPr>
          <w:p w14:paraId="09BC012F" w14:textId="77777777" w:rsidR="00BB1E14" w:rsidRPr="003C0201" w:rsidRDefault="00BB1E14" w:rsidP="00344378">
            <w:r w:rsidRPr="003C0201">
              <w:t>Lap Pliers- Pin Bender (Flat Nose)</w:t>
            </w:r>
          </w:p>
        </w:tc>
        <w:tc>
          <w:tcPr>
            <w:tcW w:w="3234" w:type="dxa"/>
            <w:noWrap/>
            <w:hideMark/>
          </w:tcPr>
          <w:p w14:paraId="0C862BBD" w14:textId="77777777" w:rsidR="00BB1E14" w:rsidRPr="003C0201" w:rsidRDefault="00BB1E14" w:rsidP="00344378">
            <w:pPr>
              <w:jc w:val="left"/>
            </w:pPr>
            <w:r w:rsidRPr="003C0201">
              <w:t> </w:t>
            </w:r>
          </w:p>
        </w:tc>
        <w:tc>
          <w:tcPr>
            <w:tcW w:w="813" w:type="dxa"/>
            <w:noWrap/>
            <w:hideMark/>
          </w:tcPr>
          <w:p w14:paraId="1248A5F7" w14:textId="77777777" w:rsidR="00BB1E14" w:rsidRPr="003C0201" w:rsidRDefault="00BB1E14" w:rsidP="00344378">
            <w:pPr>
              <w:jc w:val="left"/>
            </w:pPr>
            <w:r w:rsidRPr="003C0201">
              <w:t>3</w:t>
            </w:r>
          </w:p>
        </w:tc>
        <w:tc>
          <w:tcPr>
            <w:tcW w:w="830" w:type="dxa"/>
            <w:noWrap/>
            <w:hideMark/>
          </w:tcPr>
          <w:p w14:paraId="08139FF8" w14:textId="77777777" w:rsidR="00BB1E14" w:rsidRPr="003C0201" w:rsidRDefault="00BB1E14" w:rsidP="00344378">
            <w:pPr>
              <w:jc w:val="left"/>
            </w:pPr>
            <w:r w:rsidRPr="003C0201">
              <w:t> </w:t>
            </w:r>
          </w:p>
        </w:tc>
        <w:tc>
          <w:tcPr>
            <w:tcW w:w="902" w:type="dxa"/>
            <w:noWrap/>
            <w:hideMark/>
          </w:tcPr>
          <w:p w14:paraId="73EC9926" w14:textId="77777777" w:rsidR="00BB1E14" w:rsidRPr="003C0201" w:rsidRDefault="00BB1E14" w:rsidP="00344378">
            <w:r w:rsidRPr="003C0201">
              <w:t> </w:t>
            </w:r>
          </w:p>
        </w:tc>
      </w:tr>
      <w:tr w:rsidR="00BB1E14" w:rsidRPr="003C0201" w14:paraId="4E3CCAE7" w14:textId="77777777" w:rsidTr="00344378">
        <w:trPr>
          <w:trHeight w:val="300"/>
        </w:trPr>
        <w:tc>
          <w:tcPr>
            <w:tcW w:w="10932" w:type="dxa"/>
            <w:noWrap/>
            <w:hideMark/>
          </w:tcPr>
          <w:p w14:paraId="0EDD7669" w14:textId="77777777" w:rsidR="00BB1E14" w:rsidRPr="003C0201" w:rsidRDefault="00BB1E14" w:rsidP="00344378">
            <w:r w:rsidRPr="003C0201">
              <w:t>Lap Pliers-Bow Type (round nose)</w:t>
            </w:r>
          </w:p>
        </w:tc>
        <w:tc>
          <w:tcPr>
            <w:tcW w:w="3234" w:type="dxa"/>
            <w:noWrap/>
            <w:hideMark/>
          </w:tcPr>
          <w:p w14:paraId="61144A3F" w14:textId="77777777" w:rsidR="00BB1E14" w:rsidRPr="003C0201" w:rsidRDefault="00BB1E14" w:rsidP="00344378">
            <w:pPr>
              <w:jc w:val="left"/>
            </w:pPr>
            <w:r w:rsidRPr="003C0201">
              <w:t> </w:t>
            </w:r>
          </w:p>
        </w:tc>
        <w:tc>
          <w:tcPr>
            <w:tcW w:w="813" w:type="dxa"/>
            <w:noWrap/>
            <w:hideMark/>
          </w:tcPr>
          <w:p w14:paraId="62714440" w14:textId="77777777" w:rsidR="00BB1E14" w:rsidRPr="003C0201" w:rsidRDefault="00BB1E14" w:rsidP="00344378">
            <w:pPr>
              <w:jc w:val="left"/>
            </w:pPr>
            <w:r w:rsidRPr="003C0201">
              <w:t>3</w:t>
            </w:r>
          </w:p>
        </w:tc>
        <w:tc>
          <w:tcPr>
            <w:tcW w:w="830" w:type="dxa"/>
            <w:noWrap/>
            <w:hideMark/>
          </w:tcPr>
          <w:p w14:paraId="2E5444A3" w14:textId="77777777" w:rsidR="00BB1E14" w:rsidRPr="003C0201" w:rsidRDefault="00BB1E14" w:rsidP="00344378">
            <w:pPr>
              <w:jc w:val="left"/>
            </w:pPr>
            <w:r w:rsidRPr="003C0201">
              <w:t> </w:t>
            </w:r>
          </w:p>
        </w:tc>
        <w:tc>
          <w:tcPr>
            <w:tcW w:w="902" w:type="dxa"/>
            <w:noWrap/>
            <w:hideMark/>
          </w:tcPr>
          <w:p w14:paraId="71D9DE94" w14:textId="77777777" w:rsidR="00BB1E14" w:rsidRPr="003C0201" w:rsidRDefault="00BB1E14" w:rsidP="00344378">
            <w:r w:rsidRPr="003C0201">
              <w:t> </w:t>
            </w:r>
          </w:p>
        </w:tc>
      </w:tr>
      <w:tr w:rsidR="00BB1E14" w:rsidRPr="003C0201" w14:paraId="5FD2EE96" w14:textId="77777777" w:rsidTr="00344378">
        <w:trPr>
          <w:trHeight w:val="300"/>
        </w:trPr>
        <w:tc>
          <w:tcPr>
            <w:tcW w:w="10932" w:type="dxa"/>
            <w:noWrap/>
            <w:hideMark/>
          </w:tcPr>
          <w:p w14:paraId="0D40D291" w14:textId="77777777" w:rsidR="00BB1E14" w:rsidRPr="003C0201" w:rsidRDefault="00BB1E14" w:rsidP="00344378">
            <w:r w:rsidRPr="003C0201">
              <w:t xml:space="preserve">Plaster knife </w:t>
            </w:r>
          </w:p>
        </w:tc>
        <w:tc>
          <w:tcPr>
            <w:tcW w:w="3234" w:type="dxa"/>
            <w:noWrap/>
            <w:hideMark/>
          </w:tcPr>
          <w:p w14:paraId="0ADAC591" w14:textId="77777777" w:rsidR="00BB1E14" w:rsidRPr="003C0201" w:rsidRDefault="00BB1E14" w:rsidP="00344378">
            <w:pPr>
              <w:jc w:val="left"/>
            </w:pPr>
            <w:r w:rsidRPr="003C0201">
              <w:t> </w:t>
            </w:r>
          </w:p>
        </w:tc>
        <w:tc>
          <w:tcPr>
            <w:tcW w:w="813" w:type="dxa"/>
            <w:noWrap/>
            <w:hideMark/>
          </w:tcPr>
          <w:p w14:paraId="05DA0AB2" w14:textId="77777777" w:rsidR="00BB1E14" w:rsidRPr="003C0201" w:rsidRDefault="00BB1E14" w:rsidP="00344378">
            <w:pPr>
              <w:jc w:val="left"/>
            </w:pPr>
            <w:r w:rsidRPr="003C0201">
              <w:t>3</w:t>
            </w:r>
          </w:p>
        </w:tc>
        <w:tc>
          <w:tcPr>
            <w:tcW w:w="830" w:type="dxa"/>
            <w:noWrap/>
            <w:hideMark/>
          </w:tcPr>
          <w:p w14:paraId="18D8F8ED" w14:textId="77777777" w:rsidR="00BB1E14" w:rsidRPr="003C0201" w:rsidRDefault="00BB1E14" w:rsidP="00344378">
            <w:pPr>
              <w:jc w:val="left"/>
            </w:pPr>
            <w:r w:rsidRPr="003C0201">
              <w:t> </w:t>
            </w:r>
          </w:p>
        </w:tc>
        <w:tc>
          <w:tcPr>
            <w:tcW w:w="902" w:type="dxa"/>
            <w:noWrap/>
            <w:hideMark/>
          </w:tcPr>
          <w:p w14:paraId="56D260A8" w14:textId="77777777" w:rsidR="00BB1E14" w:rsidRPr="003C0201" w:rsidRDefault="00BB1E14" w:rsidP="00344378">
            <w:r w:rsidRPr="003C0201">
              <w:t> </w:t>
            </w:r>
          </w:p>
        </w:tc>
      </w:tr>
      <w:tr w:rsidR="00BB1E14" w:rsidRPr="003C0201" w14:paraId="0E3513EF" w14:textId="77777777" w:rsidTr="00344378">
        <w:trPr>
          <w:trHeight w:val="300"/>
        </w:trPr>
        <w:tc>
          <w:tcPr>
            <w:tcW w:w="10932" w:type="dxa"/>
            <w:noWrap/>
            <w:hideMark/>
          </w:tcPr>
          <w:p w14:paraId="3A17DD5D" w14:textId="77777777" w:rsidR="00BB1E14" w:rsidRPr="003C0201" w:rsidRDefault="00BB1E14" w:rsidP="00344378">
            <w:r w:rsidRPr="003C0201">
              <w:t xml:space="preserve">Wax knife </w:t>
            </w:r>
          </w:p>
        </w:tc>
        <w:tc>
          <w:tcPr>
            <w:tcW w:w="3234" w:type="dxa"/>
            <w:noWrap/>
            <w:hideMark/>
          </w:tcPr>
          <w:p w14:paraId="40940FB4" w14:textId="77777777" w:rsidR="00BB1E14" w:rsidRPr="003C0201" w:rsidRDefault="00BB1E14" w:rsidP="00344378">
            <w:pPr>
              <w:jc w:val="left"/>
            </w:pPr>
            <w:r w:rsidRPr="003C0201">
              <w:t> </w:t>
            </w:r>
          </w:p>
        </w:tc>
        <w:tc>
          <w:tcPr>
            <w:tcW w:w="813" w:type="dxa"/>
            <w:noWrap/>
            <w:hideMark/>
          </w:tcPr>
          <w:p w14:paraId="0B2B3AD8" w14:textId="77777777" w:rsidR="00BB1E14" w:rsidRPr="003C0201" w:rsidRDefault="00BB1E14" w:rsidP="00344378">
            <w:pPr>
              <w:jc w:val="left"/>
            </w:pPr>
            <w:r w:rsidRPr="003C0201">
              <w:t>6</w:t>
            </w:r>
          </w:p>
        </w:tc>
        <w:tc>
          <w:tcPr>
            <w:tcW w:w="830" w:type="dxa"/>
            <w:noWrap/>
            <w:hideMark/>
          </w:tcPr>
          <w:p w14:paraId="147D2AC4" w14:textId="77777777" w:rsidR="00BB1E14" w:rsidRPr="003C0201" w:rsidRDefault="00BB1E14" w:rsidP="00344378">
            <w:pPr>
              <w:jc w:val="left"/>
            </w:pPr>
            <w:r w:rsidRPr="003C0201">
              <w:t> </w:t>
            </w:r>
          </w:p>
        </w:tc>
        <w:tc>
          <w:tcPr>
            <w:tcW w:w="902" w:type="dxa"/>
            <w:noWrap/>
            <w:hideMark/>
          </w:tcPr>
          <w:p w14:paraId="20DE60D2" w14:textId="77777777" w:rsidR="00BB1E14" w:rsidRPr="003C0201" w:rsidRDefault="00BB1E14" w:rsidP="00344378">
            <w:r w:rsidRPr="003C0201">
              <w:t> </w:t>
            </w:r>
          </w:p>
        </w:tc>
      </w:tr>
      <w:tr w:rsidR="00BB1E14" w:rsidRPr="003C0201" w14:paraId="5D3A3F38" w14:textId="77777777" w:rsidTr="00344378">
        <w:trPr>
          <w:trHeight w:val="300"/>
        </w:trPr>
        <w:tc>
          <w:tcPr>
            <w:tcW w:w="10932" w:type="dxa"/>
            <w:noWrap/>
            <w:hideMark/>
          </w:tcPr>
          <w:p w14:paraId="254A81C8" w14:textId="77777777" w:rsidR="00BB1E14" w:rsidRPr="003C0201" w:rsidRDefault="00BB1E14" w:rsidP="00344378">
            <w:r w:rsidRPr="003C0201">
              <w:t>Plaster spatula</w:t>
            </w:r>
          </w:p>
        </w:tc>
        <w:tc>
          <w:tcPr>
            <w:tcW w:w="3234" w:type="dxa"/>
            <w:noWrap/>
            <w:hideMark/>
          </w:tcPr>
          <w:p w14:paraId="366193D9" w14:textId="77777777" w:rsidR="00BB1E14" w:rsidRPr="003C0201" w:rsidRDefault="00BB1E14" w:rsidP="00344378">
            <w:pPr>
              <w:jc w:val="left"/>
            </w:pPr>
            <w:r w:rsidRPr="003C0201">
              <w:t> </w:t>
            </w:r>
          </w:p>
        </w:tc>
        <w:tc>
          <w:tcPr>
            <w:tcW w:w="813" w:type="dxa"/>
            <w:noWrap/>
            <w:hideMark/>
          </w:tcPr>
          <w:p w14:paraId="5871BC87" w14:textId="77777777" w:rsidR="00BB1E14" w:rsidRPr="003C0201" w:rsidRDefault="00BB1E14" w:rsidP="00344378">
            <w:pPr>
              <w:jc w:val="left"/>
            </w:pPr>
            <w:r w:rsidRPr="003C0201">
              <w:t>3</w:t>
            </w:r>
          </w:p>
        </w:tc>
        <w:tc>
          <w:tcPr>
            <w:tcW w:w="830" w:type="dxa"/>
            <w:noWrap/>
            <w:hideMark/>
          </w:tcPr>
          <w:p w14:paraId="1E5A78F0" w14:textId="77777777" w:rsidR="00BB1E14" w:rsidRPr="003C0201" w:rsidRDefault="00BB1E14" w:rsidP="00344378">
            <w:pPr>
              <w:jc w:val="left"/>
            </w:pPr>
            <w:r w:rsidRPr="003C0201">
              <w:t> </w:t>
            </w:r>
          </w:p>
        </w:tc>
        <w:tc>
          <w:tcPr>
            <w:tcW w:w="902" w:type="dxa"/>
            <w:noWrap/>
            <w:hideMark/>
          </w:tcPr>
          <w:p w14:paraId="0FDE4643" w14:textId="77777777" w:rsidR="00BB1E14" w:rsidRPr="003C0201" w:rsidRDefault="00BB1E14" w:rsidP="00344378">
            <w:r w:rsidRPr="003C0201">
              <w:t> </w:t>
            </w:r>
          </w:p>
        </w:tc>
      </w:tr>
      <w:tr w:rsidR="00BB1E14" w:rsidRPr="003C0201" w14:paraId="5FAE87A9" w14:textId="77777777" w:rsidTr="00344378">
        <w:trPr>
          <w:trHeight w:val="300"/>
        </w:trPr>
        <w:tc>
          <w:tcPr>
            <w:tcW w:w="10932" w:type="dxa"/>
            <w:noWrap/>
            <w:hideMark/>
          </w:tcPr>
          <w:p w14:paraId="1E98411B" w14:textId="77777777" w:rsidR="00BB1E14" w:rsidRPr="003C0201" w:rsidRDefault="00BB1E14" w:rsidP="00344378">
            <w:r w:rsidRPr="003C0201">
              <w:t>Alginate spatular</w:t>
            </w:r>
          </w:p>
        </w:tc>
        <w:tc>
          <w:tcPr>
            <w:tcW w:w="3234" w:type="dxa"/>
            <w:noWrap/>
            <w:hideMark/>
          </w:tcPr>
          <w:p w14:paraId="520662A7" w14:textId="77777777" w:rsidR="00BB1E14" w:rsidRPr="003C0201" w:rsidRDefault="00BB1E14" w:rsidP="00344378">
            <w:pPr>
              <w:jc w:val="left"/>
            </w:pPr>
            <w:r w:rsidRPr="003C0201">
              <w:t> </w:t>
            </w:r>
          </w:p>
        </w:tc>
        <w:tc>
          <w:tcPr>
            <w:tcW w:w="813" w:type="dxa"/>
            <w:noWrap/>
            <w:hideMark/>
          </w:tcPr>
          <w:p w14:paraId="5A038333" w14:textId="77777777" w:rsidR="00BB1E14" w:rsidRPr="003C0201" w:rsidRDefault="00BB1E14" w:rsidP="00344378">
            <w:pPr>
              <w:jc w:val="left"/>
            </w:pPr>
            <w:r w:rsidRPr="003C0201">
              <w:t>3</w:t>
            </w:r>
          </w:p>
        </w:tc>
        <w:tc>
          <w:tcPr>
            <w:tcW w:w="830" w:type="dxa"/>
            <w:noWrap/>
            <w:hideMark/>
          </w:tcPr>
          <w:p w14:paraId="53CD0FE5" w14:textId="77777777" w:rsidR="00BB1E14" w:rsidRPr="003C0201" w:rsidRDefault="00BB1E14" w:rsidP="00344378">
            <w:pPr>
              <w:jc w:val="left"/>
            </w:pPr>
            <w:r w:rsidRPr="003C0201">
              <w:t> </w:t>
            </w:r>
          </w:p>
        </w:tc>
        <w:tc>
          <w:tcPr>
            <w:tcW w:w="902" w:type="dxa"/>
            <w:noWrap/>
            <w:hideMark/>
          </w:tcPr>
          <w:p w14:paraId="7CE7B242" w14:textId="77777777" w:rsidR="00BB1E14" w:rsidRPr="003C0201" w:rsidRDefault="00BB1E14" w:rsidP="00344378">
            <w:r w:rsidRPr="003C0201">
              <w:t> </w:t>
            </w:r>
          </w:p>
        </w:tc>
      </w:tr>
      <w:tr w:rsidR="00BB1E14" w:rsidRPr="003C0201" w14:paraId="093CFD4E" w14:textId="77777777" w:rsidTr="00344378">
        <w:trPr>
          <w:trHeight w:val="300"/>
        </w:trPr>
        <w:tc>
          <w:tcPr>
            <w:tcW w:w="10932" w:type="dxa"/>
            <w:noWrap/>
            <w:hideMark/>
          </w:tcPr>
          <w:p w14:paraId="459737A2" w14:textId="77777777" w:rsidR="00BB1E14" w:rsidRPr="003C0201" w:rsidRDefault="00BB1E14" w:rsidP="00344378">
            <w:r w:rsidRPr="003C0201">
              <w:t xml:space="preserve">Dentishine </w:t>
            </w:r>
          </w:p>
        </w:tc>
        <w:tc>
          <w:tcPr>
            <w:tcW w:w="3234" w:type="dxa"/>
            <w:noWrap/>
            <w:hideMark/>
          </w:tcPr>
          <w:p w14:paraId="553E2881" w14:textId="77777777" w:rsidR="00BB1E14" w:rsidRPr="003C0201" w:rsidRDefault="00BB1E14" w:rsidP="00344378">
            <w:pPr>
              <w:jc w:val="left"/>
            </w:pPr>
            <w:r w:rsidRPr="003C0201">
              <w:t> </w:t>
            </w:r>
          </w:p>
        </w:tc>
        <w:tc>
          <w:tcPr>
            <w:tcW w:w="813" w:type="dxa"/>
            <w:noWrap/>
            <w:hideMark/>
          </w:tcPr>
          <w:p w14:paraId="4CA4B0DC" w14:textId="77777777" w:rsidR="00BB1E14" w:rsidRPr="003C0201" w:rsidRDefault="00BB1E14" w:rsidP="00344378">
            <w:pPr>
              <w:jc w:val="left"/>
            </w:pPr>
            <w:r w:rsidRPr="003C0201">
              <w:t>3</w:t>
            </w:r>
          </w:p>
        </w:tc>
        <w:tc>
          <w:tcPr>
            <w:tcW w:w="830" w:type="dxa"/>
            <w:noWrap/>
            <w:hideMark/>
          </w:tcPr>
          <w:p w14:paraId="6521B326" w14:textId="77777777" w:rsidR="00BB1E14" w:rsidRPr="003C0201" w:rsidRDefault="00BB1E14" w:rsidP="00344378">
            <w:pPr>
              <w:jc w:val="left"/>
            </w:pPr>
            <w:r w:rsidRPr="003C0201">
              <w:t> </w:t>
            </w:r>
          </w:p>
        </w:tc>
        <w:tc>
          <w:tcPr>
            <w:tcW w:w="902" w:type="dxa"/>
            <w:noWrap/>
            <w:hideMark/>
          </w:tcPr>
          <w:p w14:paraId="58E2A0BB" w14:textId="77777777" w:rsidR="00BB1E14" w:rsidRPr="003C0201" w:rsidRDefault="00BB1E14" w:rsidP="00344378">
            <w:r w:rsidRPr="003C0201">
              <w:t> </w:t>
            </w:r>
          </w:p>
        </w:tc>
      </w:tr>
      <w:tr w:rsidR="00BB1E14" w:rsidRPr="003C0201" w14:paraId="6ECA1D7B" w14:textId="77777777" w:rsidTr="00344378">
        <w:trPr>
          <w:trHeight w:val="300"/>
        </w:trPr>
        <w:tc>
          <w:tcPr>
            <w:tcW w:w="10932" w:type="dxa"/>
            <w:noWrap/>
            <w:hideMark/>
          </w:tcPr>
          <w:p w14:paraId="03CE44E0" w14:textId="77777777" w:rsidR="00BB1E14" w:rsidRPr="003C0201" w:rsidRDefault="00BB1E14" w:rsidP="00344378">
            <w:r w:rsidRPr="003C0201">
              <w:t xml:space="preserve">Grinding stone </w:t>
            </w:r>
          </w:p>
        </w:tc>
        <w:tc>
          <w:tcPr>
            <w:tcW w:w="3234" w:type="dxa"/>
            <w:noWrap/>
            <w:hideMark/>
          </w:tcPr>
          <w:p w14:paraId="1B34E6F2" w14:textId="77777777" w:rsidR="00BB1E14" w:rsidRPr="003C0201" w:rsidRDefault="00BB1E14" w:rsidP="00344378">
            <w:pPr>
              <w:jc w:val="left"/>
            </w:pPr>
            <w:r w:rsidRPr="003C0201">
              <w:t>12 pcs</w:t>
            </w:r>
          </w:p>
        </w:tc>
        <w:tc>
          <w:tcPr>
            <w:tcW w:w="813" w:type="dxa"/>
            <w:noWrap/>
            <w:hideMark/>
          </w:tcPr>
          <w:p w14:paraId="578C93C6" w14:textId="77777777" w:rsidR="00BB1E14" w:rsidRPr="003C0201" w:rsidRDefault="00BB1E14" w:rsidP="00344378">
            <w:pPr>
              <w:jc w:val="left"/>
            </w:pPr>
            <w:r w:rsidRPr="003C0201">
              <w:t> </w:t>
            </w:r>
          </w:p>
        </w:tc>
        <w:tc>
          <w:tcPr>
            <w:tcW w:w="830" w:type="dxa"/>
            <w:noWrap/>
            <w:hideMark/>
          </w:tcPr>
          <w:p w14:paraId="470E062B" w14:textId="77777777" w:rsidR="00BB1E14" w:rsidRPr="003C0201" w:rsidRDefault="00BB1E14" w:rsidP="00344378">
            <w:r w:rsidRPr="003C0201">
              <w:t> </w:t>
            </w:r>
          </w:p>
        </w:tc>
        <w:tc>
          <w:tcPr>
            <w:tcW w:w="902" w:type="dxa"/>
            <w:noWrap/>
            <w:hideMark/>
          </w:tcPr>
          <w:p w14:paraId="000F8767" w14:textId="77777777" w:rsidR="00BB1E14" w:rsidRPr="003C0201" w:rsidRDefault="00BB1E14" w:rsidP="00344378">
            <w:r w:rsidRPr="003C0201">
              <w:t> </w:t>
            </w:r>
          </w:p>
        </w:tc>
      </w:tr>
      <w:tr w:rsidR="00BB1E14" w:rsidRPr="003C0201" w14:paraId="090E2650" w14:textId="77777777" w:rsidTr="00344378">
        <w:trPr>
          <w:trHeight w:val="300"/>
        </w:trPr>
        <w:tc>
          <w:tcPr>
            <w:tcW w:w="10932" w:type="dxa"/>
            <w:noWrap/>
            <w:hideMark/>
          </w:tcPr>
          <w:p w14:paraId="5AD9F830" w14:textId="77777777" w:rsidR="00BB1E14" w:rsidRPr="003C0201" w:rsidRDefault="00BB1E14" w:rsidP="00344378">
            <w:r w:rsidRPr="003C0201">
              <w:t>silicon Bowls (L)</w:t>
            </w:r>
          </w:p>
        </w:tc>
        <w:tc>
          <w:tcPr>
            <w:tcW w:w="3234" w:type="dxa"/>
            <w:noWrap/>
            <w:hideMark/>
          </w:tcPr>
          <w:p w14:paraId="77131E54" w14:textId="77777777" w:rsidR="00BB1E14" w:rsidRPr="003C0201" w:rsidRDefault="00BB1E14" w:rsidP="00344378">
            <w:pPr>
              <w:jc w:val="left"/>
            </w:pPr>
            <w:r w:rsidRPr="003C0201">
              <w:t>flexible bowls for mixing cold &amp; mat</w:t>
            </w:r>
          </w:p>
        </w:tc>
        <w:tc>
          <w:tcPr>
            <w:tcW w:w="813" w:type="dxa"/>
            <w:noWrap/>
            <w:hideMark/>
          </w:tcPr>
          <w:p w14:paraId="337F7500" w14:textId="77777777" w:rsidR="00BB1E14" w:rsidRPr="003C0201" w:rsidRDefault="00BB1E14" w:rsidP="00344378">
            <w:pPr>
              <w:jc w:val="left"/>
            </w:pPr>
            <w:r w:rsidRPr="003C0201">
              <w:t>3</w:t>
            </w:r>
          </w:p>
        </w:tc>
        <w:tc>
          <w:tcPr>
            <w:tcW w:w="830" w:type="dxa"/>
            <w:noWrap/>
            <w:hideMark/>
          </w:tcPr>
          <w:p w14:paraId="3BB85DD6" w14:textId="77777777" w:rsidR="00BB1E14" w:rsidRPr="003C0201" w:rsidRDefault="00BB1E14" w:rsidP="00344378">
            <w:pPr>
              <w:jc w:val="left"/>
            </w:pPr>
            <w:r w:rsidRPr="003C0201">
              <w:t> </w:t>
            </w:r>
          </w:p>
        </w:tc>
        <w:tc>
          <w:tcPr>
            <w:tcW w:w="902" w:type="dxa"/>
            <w:noWrap/>
            <w:hideMark/>
          </w:tcPr>
          <w:p w14:paraId="2AF4B69B" w14:textId="77777777" w:rsidR="00BB1E14" w:rsidRPr="003C0201" w:rsidRDefault="00BB1E14" w:rsidP="00344378">
            <w:r w:rsidRPr="003C0201">
              <w:t> </w:t>
            </w:r>
          </w:p>
        </w:tc>
      </w:tr>
      <w:tr w:rsidR="00BB1E14" w:rsidRPr="003C0201" w14:paraId="793085C0" w14:textId="77777777" w:rsidTr="00344378">
        <w:trPr>
          <w:trHeight w:val="300"/>
        </w:trPr>
        <w:tc>
          <w:tcPr>
            <w:tcW w:w="10932" w:type="dxa"/>
            <w:noWrap/>
            <w:hideMark/>
          </w:tcPr>
          <w:p w14:paraId="7EE081E8" w14:textId="77777777" w:rsidR="00BB1E14" w:rsidRPr="003C0201" w:rsidRDefault="00BB1E14" w:rsidP="00344378">
            <w:r w:rsidRPr="003C0201">
              <w:t>silicon Bowls (M)</w:t>
            </w:r>
          </w:p>
        </w:tc>
        <w:tc>
          <w:tcPr>
            <w:tcW w:w="3234" w:type="dxa"/>
            <w:noWrap/>
            <w:hideMark/>
          </w:tcPr>
          <w:p w14:paraId="05E49FFD" w14:textId="77777777" w:rsidR="00BB1E14" w:rsidRPr="003C0201" w:rsidRDefault="00BB1E14" w:rsidP="00344378">
            <w:pPr>
              <w:jc w:val="left"/>
            </w:pPr>
            <w:r w:rsidRPr="003C0201">
              <w:t> </w:t>
            </w:r>
          </w:p>
        </w:tc>
        <w:tc>
          <w:tcPr>
            <w:tcW w:w="813" w:type="dxa"/>
            <w:noWrap/>
            <w:hideMark/>
          </w:tcPr>
          <w:p w14:paraId="2EDA6662" w14:textId="77777777" w:rsidR="00BB1E14" w:rsidRPr="003C0201" w:rsidRDefault="00BB1E14" w:rsidP="00344378">
            <w:pPr>
              <w:jc w:val="left"/>
            </w:pPr>
            <w:r w:rsidRPr="003C0201">
              <w:t>3</w:t>
            </w:r>
          </w:p>
        </w:tc>
        <w:tc>
          <w:tcPr>
            <w:tcW w:w="830" w:type="dxa"/>
            <w:noWrap/>
            <w:hideMark/>
          </w:tcPr>
          <w:p w14:paraId="0B967D4B" w14:textId="77777777" w:rsidR="00BB1E14" w:rsidRPr="003C0201" w:rsidRDefault="00BB1E14" w:rsidP="00344378">
            <w:pPr>
              <w:jc w:val="left"/>
            </w:pPr>
            <w:r w:rsidRPr="003C0201">
              <w:t> </w:t>
            </w:r>
          </w:p>
        </w:tc>
        <w:tc>
          <w:tcPr>
            <w:tcW w:w="902" w:type="dxa"/>
            <w:noWrap/>
            <w:hideMark/>
          </w:tcPr>
          <w:p w14:paraId="275168DC" w14:textId="77777777" w:rsidR="00BB1E14" w:rsidRPr="003C0201" w:rsidRDefault="00BB1E14" w:rsidP="00344378">
            <w:r w:rsidRPr="003C0201">
              <w:t> </w:t>
            </w:r>
          </w:p>
        </w:tc>
      </w:tr>
      <w:tr w:rsidR="00BB1E14" w:rsidRPr="003C0201" w14:paraId="6CCBEA6A" w14:textId="77777777" w:rsidTr="00344378">
        <w:trPr>
          <w:trHeight w:val="300"/>
        </w:trPr>
        <w:tc>
          <w:tcPr>
            <w:tcW w:w="10932" w:type="dxa"/>
            <w:noWrap/>
            <w:hideMark/>
          </w:tcPr>
          <w:p w14:paraId="5588220A" w14:textId="77777777" w:rsidR="00BB1E14" w:rsidRPr="003C0201" w:rsidRDefault="00BB1E14" w:rsidP="00344378">
            <w:r w:rsidRPr="003C0201">
              <w:t>silicon Bowls (S)</w:t>
            </w:r>
          </w:p>
        </w:tc>
        <w:tc>
          <w:tcPr>
            <w:tcW w:w="3234" w:type="dxa"/>
            <w:noWrap/>
            <w:hideMark/>
          </w:tcPr>
          <w:p w14:paraId="628ECD3F" w14:textId="77777777" w:rsidR="00BB1E14" w:rsidRPr="003C0201" w:rsidRDefault="00BB1E14" w:rsidP="00344378">
            <w:pPr>
              <w:jc w:val="left"/>
            </w:pPr>
            <w:r w:rsidRPr="003C0201">
              <w:t> </w:t>
            </w:r>
          </w:p>
        </w:tc>
        <w:tc>
          <w:tcPr>
            <w:tcW w:w="813" w:type="dxa"/>
            <w:noWrap/>
            <w:hideMark/>
          </w:tcPr>
          <w:p w14:paraId="1B64CE25" w14:textId="77777777" w:rsidR="00BB1E14" w:rsidRPr="003C0201" w:rsidRDefault="00BB1E14" w:rsidP="00344378">
            <w:pPr>
              <w:jc w:val="left"/>
            </w:pPr>
            <w:r w:rsidRPr="003C0201">
              <w:t>3</w:t>
            </w:r>
          </w:p>
        </w:tc>
        <w:tc>
          <w:tcPr>
            <w:tcW w:w="830" w:type="dxa"/>
            <w:noWrap/>
            <w:hideMark/>
          </w:tcPr>
          <w:p w14:paraId="05451645" w14:textId="77777777" w:rsidR="00BB1E14" w:rsidRPr="003C0201" w:rsidRDefault="00BB1E14" w:rsidP="00344378">
            <w:pPr>
              <w:jc w:val="left"/>
            </w:pPr>
            <w:r w:rsidRPr="003C0201">
              <w:t> </w:t>
            </w:r>
          </w:p>
        </w:tc>
        <w:tc>
          <w:tcPr>
            <w:tcW w:w="902" w:type="dxa"/>
            <w:noWrap/>
            <w:hideMark/>
          </w:tcPr>
          <w:p w14:paraId="46740AB7" w14:textId="77777777" w:rsidR="00BB1E14" w:rsidRPr="003C0201" w:rsidRDefault="00BB1E14" w:rsidP="00344378">
            <w:r w:rsidRPr="003C0201">
              <w:t> </w:t>
            </w:r>
          </w:p>
        </w:tc>
      </w:tr>
      <w:tr w:rsidR="00BB1E14" w:rsidRPr="003C0201" w14:paraId="06A2EB44" w14:textId="77777777" w:rsidTr="00344378">
        <w:trPr>
          <w:trHeight w:val="300"/>
        </w:trPr>
        <w:tc>
          <w:tcPr>
            <w:tcW w:w="10932" w:type="dxa"/>
            <w:noWrap/>
            <w:hideMark/>
          </w:tcPr>
          <w:p w14:paraId="65ECDFD6" w14:textId="77777777" w:rsidR="00BB1E14" w:rsidRPr="003C0201" w:rsidRDefault="00BB1E14" w:rsidP="00344378">
            <w:r w:rsidRPr="003C0201">
              <w:t xml:space="preserve">Bunsen burner hose and regulater </w:t>
            </w:r>
          </w:p>
        </w:tc>
        <w:tc>
          <w:tcPr>
            <w:tcW w:w="3234" w:type="dxa"/>
            <w:noWrap/>
            <w:hideMark/>
          </w:tcPr>
          <w:p w14:paraId="4B541458" w14:textId="77777777" w:rsidR="00BB1E14" w:rsidRPr="003C0201" w:rsidRDefault="00BB1E14" w:rsidP="00344378">
            <w:pPr>
              <w:jc w:val="left"/>
            </w:pPr>
            <w:r w:rsidRPr="003C0201">
              <w:t>set</w:t>
            </w:r>
          </w:p>
        </w:tc>
        <w:tc>
          <w:tcPr>
            <w:tcW w:w="813" w:type="dxa"/>
            <w:noWrap/>
            <w:hideMark/>
          </w:tcPr>
          <w:p w14:paraId="739D5A9E" w14:textId="77777777" w:rsidR="00BB1E14" w:rsidRPr="003C0201" w:rsidRDefault="00BB1E14" w:rsidP="00344378">
            <w:pPr>
              <w:jc w:val="left"/>
            </w:pPr>
            <w:r w:rsidRPr="003C0201">
              <w:t>4</w:t>
            </w:r>
          </w:p>
        </w:tc>
        <w:tc>
          <w:tcPr>
            <w:tcW w:w="830" w:type="dxa"/>
            <w:noWrap/>
            <w:hideMark/>
          </w:tcPr>
          <w:p w14:paraId="76AA59C1" w14:textId="77777777" w:rsidR="00BB1E14" w:rsidRPr="003C0201" w:rsidRDefault="00BB1E14" w:rsidP="00344378">
            <w:pPr>
              <w:jc w:val="left"/>
            </w:pPr>
            <w:r w:rsidRPr="003C0201">
              <w:t> </w:t>
            </w:r>
          </w:p>
        </w:tc>
        <w:tc>
          <w:tcPr>
            <w:tcW w:w="902" w:type="dxa"/>
            <w:noWrap/>
            <w:hideMark/>
          </w:tcPr>
          <w:p w14:paraId="004232C9" w14:textId="77777777" w:rsidR="00BB1E14" w:rsidRPr="003C0201" w:rsidRDefault="00BB1E14" w:rsidP="00344378">
            <w:r w:rsidRPr="003C0201">
              <w:t> </w:t>
            </w:r>
          </w:p>
        </w:tc>
      </w:tr>
      <w:tr w:rsidR="00BB1E14" w:rsidRPr="003C0201" w14:paraId="0B6866A5" w14:textId="77777777" w:rsidTr="00344378">
        <w:trPr>
          <w:trHeight w:val="300"/>
        </w:trPr>
        <w:tc>
          <w:tcPr>
            <w:tcW w:w="10932" w:type="dxa"/>
            <w:noWrap/>
            <w:hideMark/>
          </w:tcPr>
          <w:p w14:paraId="3328438E" w14:textId="77777777" w:rsidR="00BB1E14" w:rsidRPr="003C0201" w:rsidRDefault="00BB1E14" w:rsidP="00344378">
            <w:r w:rsidRPr="003C0201">
              <w:t>Lab pliers: Jaw pliers, Adams, Bird peak, three tip</w:t>
            </w:r>
          </w:p>
        </w:tc>
        <w:tc>
          <w:tcPr>
            <w:tcW w:w="3234" w:type="dxa"/>
            <w:noWrap/>
            <w:hideMark/>
          </w:tcPr>
          <w:p w14:paraId="2AB47B1C" w14:textId="77777777" w:rsidR="00BB1E14" w:rsidRPr="003C0201" w:rsidRDefault="00BB1E14" w:rsidP="00344378">
            <w:pPr>
              <w:jc w:val="left"/>
            </w:pPr>
            <w:r w:rsidRPr="003C0201">
              <w:t> </w:t>
            </w:r>
          </w:p>
        </w:tc>
        <w:tc>
          <w:tcPr>
            <w:tcW w:w="813" w:type="dxa"/>
            <w:noWrap/>
            <w:hideMark/>
          </w:tcPr>
          <w:p w14:paraId="68E3B0A2" w14:textId="77777777" w:rsidR="00BB1E14" w:rsidRPr="003C0201" w:rsidRDefault="00BB1E14" w:rsidP="00344378">
            <w:pPr>
              <w:jc w:val="left"/>
            </w:pPr>
            <w:r w:rsidRPr="003C0201">
              <w:t>2</w:t>
            </w:r>
          </w:p>
        </w:tc>
        <w:tc>
          <w:tcPr>
            <w:tcW w:w="830" w:type="dxa"/>
            <w:noWrap/>
            <w:hideMark/>
          </w:tcPr>
          <w:p w14:paraId="01FC15AD" w14:textId="77777777" w:rsidR="00BB1E14" w:rsidRPr="003C0201" w:rsidRDefault="00BB1E14" w:rsidP="00344378">
            <w:pPr>
              <w:jc w:val="left"/>
            </w:pPr>
            <w:r w:rsidRPr="003C0201">
              <w:t> </w:t>
            </w:r>
          </w:p>
        </w:tc>
        <w:tc>
          <w:tcPr>
            <w:tcW w:w="902" w:type="dxa"/>
            <w:noWrap/>
            <w:hideMark/>
          </w:tcPr>
          <w:p w14:paraId="3ED84F56" w14:textId="77777777" w:rsidR="00BB1E14" w:rsidRPr="003C0201" w:rsidRDefault="00BB1E14" w:rsidP="00344378">
            <w:r w:rsidRPr="003C0201">
              <w:t> </w:t>
            </w:r>
          </w:p>
        </w:tc>
      </w:tr>
      <w:tr w:rsidR="00BB1E14" w:rsidRPr="003C0201" w14:paraId="596BB31C" w14:textId="77777777" w:rsidTr="00344378">
        <w:trPr>
          <w:trHeight w:val="300"/>
        </w:trPr>
        <w:tc>
          <w:tcPr>
            <w:tcW w:w="10932" w:type="dxa"/>
            <w:noWrap/>
            <w:hideMark/>
          </w:tcPr>
          <w:p w14:paraId="3F368E99" w14:textId="77777777" w:rsidR="00BB1E14" w:rsidRPr="003C0201" w:rsidRDefault="00BB1E14" w:rsidP="00344378">
            <w:r w:rsidRPr="003C0201">
              <w:t>Jaw pliers</w:t>
            </w:r>
          </w:p>
        </w:tc>
        <w:tc>
          <w:tcPr>
            <w:tcW w:w="3234" w:type="dxa"/>
            <w:noWrap/>
            <w:hideMark/>
          </w:tcPr>
          <w:p w14:paraId="2B096870" w14:textId="77777777" w:rsidR="00BB1E14" w:rsidRPr="003C0201" w:rsidRDefault="00BB1E14" w:rsidP="00344378">
            <w:pPr>
              <w:jc w:val="left"/>
            </w:pPr>
            <w:r w:rsidRPr="003C0201">
              <w:t>piece</w:t>
            </w:r>
          </w:p>
        </w:tc>
        <w:tc>
          <w:tcPr>
            <w:tcW w:w="813" w:type="dxa"/>
            <w:noWrap/>
            <w:hideMark/>
          </w:tcPr>
          <w:p w14:paraId="22F856E6" w14:textId="77777777" w:rsidR="00BB1E14" w:rsidRPr="003C0201" w:rsidRDefault="00BB1E14" w:rsidP="00344378">
            <w:pPr>
              <w:jc w:val="left"/>
            </w:pPr>
            <w:r w:rsidRPr="003C0201">
              <w:t>2</w:t>
            </w:r>
          </w:p>
        </w:tc>
        <w:tc>
          <w:tcPr>
            <w:tcW w:w="830" w:type="dxa"/>
            <w:noWrap/>
            <w:hideMark/>
          </w:tcPr>
          <w:p w14:paraId="2C2A709A" w14:textId="77777777" w:rsidR="00BB1E14" w:rsidRPr="003C0201" w:rsidRDefault="00BB1E14" w:rsidP="00344378">
            <w:pPr>
              <w:jc w:val="left"/>
            </w:pPr>
            <w:r w:rsidRPr="003C0201">
              <w:t> </w:t>
            </w:r>
          </w:p>
        </w:tc>
        <w:tc>
          <w:tcPr>
            <w:tcW w:w="902" w:type="dxa"/>
            <w:noWrap/>
            <w:hideMark/>
          </w:tcPr>
          <w:p w14:paraId="732E7C83" w14:textId="77777777" w:rsidR="00BB1E14" w:rsidRPr="003C0201" w:rsidRDefault="00BB1E14" w:rsidP="00344378">
            <w:r w:rsidRPr="003C0201">
              <w:t> </w:t>
            </w:r>
          </w:p>
        </w:tc>
      </w:tr>
      <w:tr w:rsidR="00BB1E14" w:rsidRPr="003C0201" w14:paraId="2690C1ED" w14:textId="77777777" w:rsidTr="00344378">
        <w:trPr>
          <w:trHeight w:val="300"/>
        </w:trPr>
        <w:tc>
          <w:tcPr>
            <w:tcW w:w="10932" w:type="dxa"/>
            <w:noWrap/>
            <w:hideMark/>
          </w:tcPr>
          <w:p w14:paraId="13C32D64" w14:textId="77777777" w:rsidR="00BB1E14" w:rsidRPr="003C0201" w:rsidRDefault="00BB1E14" w:rsidP="00344378">
            <w:r w:rsidRPr="003C0201">
              <w:t>Adams pliers</w:t>
            </w:r>
          </w:p>
        </w:tc>
        <w:tc>
          <w:tcPr>
            <w:tcW w:w="3234" w:type="dxa"/>
            <w:noWrap/>
            <w:hideMark/>
          </w:tcPr>
          <w:p w14:paraId="41B0FE3D" w14:textId="77777777" w:rsidR="00BB1E14" w:rsidRPr="003C0201" w:rsidRDefault="00BB1E14" w:rsidP="00344378">
            <w:pPr>
              <w:jc w:val="left"/>
            </w:pPr>
            <w:r w:rsidRPr="003C0201">
              <w:t>piece</w:t>
            </w:r>
          </w:p>
        </w:tc>
        <w:tc>
          <w:tcPr>
            <w:tcW w:w="813" w:type="dxa"/>
            <w:noWrap/>
            <w:hideMark/>
          </w:tcPr>
          <w:p w14:paraId="3E164ABE" w14:textId="77777777" w:rsidR="00BB1E14" w:rsidRPr="003C0201" w:rsidRDefault="00BB1E14" w:rsidP="00344378">
            <w:pPr>
              <w:jc w:val="left"/>
            </w:pPr>
            <w:r w:rsidRPr="003C0201">
              <w:t>2</w:t>
            </w:r>
          </w:p>
        </w:tc>
        <w:tc>
          <w:tcPr>
            <w:tcW w:w="830" w:type="dxa"/>
            <w:noWrap/>
            <w:hideMark/>
          </w:tcPr>
          <w:p w14:paraId="783E3A08" w14:textId="77777777" w:rsidR="00BB1E14" w:rsidRPr="003C0201" w:rsidRDefault="00BB1E14" w:rsidP="00344378">
            <w:pPr>
              <w:jc w:val="left"/>
            </w:pPr>
            <w:r w:rsidRPr="003C0201">
              <w:t> </w:t>
            </w:r>
          </w:p>
        </w:tc>
        <w:tc>
          <w:tcPr>
            <w:tcW w:w="902" w:type="dxa"/>
            <w:noWrap/>
            <w:hideMark/>
          </w:tcPr>
          <w:p w14:paraId="06452B0A" w14:textId="77777777" w:rsidR="00BB1E14" w:rsidRPr="003C0201" w:rsidRDefault="00BB1E14" w:rsidP="00344378">
            <w:r w:rsidRPr="003C0201">
              <w:t> </w:t>
            </w:r>
          </w:p>
        </w:tc>
      </w:tr>
      <w:tr w:rsidR="00BB1E14" w:rsidRPr="003C0201" w14:paraId="39BB0B7D" w14:textId="77777777" w:rsidTr="00344378">
        <w:trPr>
          <w:trHeight w:val="300"/>
        </w:trPr>
        <w:tc>
          <w:tcPr>
            <w:tcW w:w="10932" w:type="dxa"/>
            <w:noWrap/>
            <w:hideMark/>
          </w:tcPr>
          <w:p w14:paraId="1A6C69C8" w14:textId="77777777" w:rsidR="00BB1E14" w:rsidRPr="003C0201" w:rsidRDefault="00BB1E14" w:rsidP="00344378">
            <w:r w:rsidRPr="003C0201">
              <w:t>Bird Beak</w:t>
            </w:r>
          </w:p>
        </w:tc>
        <w:tc>
          <w:tcPr>
            <w:tcW w:w="3234" w:type="dxa"/>
            <w:noWrap/>
            <w:hideMark/>
          </w:tcPr>
          <w:p w14:paraId="4C22D879" w14:textId="77777777" w:rsidR="00BB1E14" w:rsidRPr="003C0201" w:rsidRDefault="00BB1E14" w:rsidP="00344378">
            <w:pPr>
              <w:jc w:val="left"/>
            </w:pPr>
            <w:r w:rsidRPr="003C0201">
              <w:t>piece</w:t>
            </w:r>
          </w:p>
        </w:tc>
        <w:tc>
          <w:tcPr>
            <w:tcW w:w="813" w:type="dxa"/>
            <w:noWrap/>
            <w:hideMark/>
          </w:tcPr>
          <w:p w14:paraId="6FD78A59" w14:textId="77777777" w:rsidR="00BB1E14" w:rsidRPr="003C0201" w:rsidRDefault="00BB1E14" w:rsidP="00344378">
            <w:pPr>
              <w:jc w:val="left"/>
            </w:pPr>
            <w:r w:rsidRPr="003C0201">
              <w:t>2</w:t>
            </w:r>
          </w:p>
        </w:tc>
        <w:tc>
          <w:tcPr>
            <w:tcW w:w="830" w:type="dxa"/>
            <w:noWrap/>
            <w:hideMark/>
          </w:tcPr>
          <w:p w14:paraId="3AE363DB" w14:textId="77777777" w:rsidR="00BB1E14" w:rsidRPr="003C0201" w:rsidRDefault="00BB1E14" w:rsidP="00344378">
            <w:pPr>
              <w:jc w:val="left"/>
            </w:pPr>
            <w:r w:rsidRPr="003C0201">
              <w:t> </w:t>
            </w:r>
          </w:p>
        </w:tc>
        <w:tc>
          <w:tcPr>
            <w:tcW w:w="902" w:type="dxa"/>
            <w:noWrap/>
            <w:hideMark/>
          </w:tcPr>
          <w:p w14:paraId="407A9536" w14:textId="77777777" w:rsidR="00BB1E14" w:rsidRPr="003C0201" w:rsidRDefault="00BB1E14" w:rsidP="00344378">
            <w:r w:rsidRPr="003C0201">
              <w:t> </w:t>
            </w:r>
          </w:p>
        </w:tc>
      </w:tr>
      <w:tr w:rsidR="00BB1E14" w:rsidRPr="003C0201" w14:paraId="6A56174E" w14:textId="77777777" w:rsidTr="00344378">
        <w:trPr>
          <w:trHeight w:val="300"/>
        </w:trPr>
        <w:tc>
          <w:tcPr>
            <w:tcW w:w="10932" w:type="dxa"/>
            <w:noWrap/>
            <w:hideMark/>
          </w:tcPr>
          <w:p w14:paraId="57B49034" w14:textId="77777777" w:rsidR="00BB1E14" w:rsidRPr="003C0201" w:rsidRDefault="00BB1E14" w:rsidP="00344378">
            <w:r w:rsidRPr="003C0201">
              <w:t>Three tip pliers</w:t>
            </w:r>
          </w:p>
        </w:tc>
        <w:tc>
          <w:tcPr>
            <w:tcW w:w="3234" w:type="dxa"/>
            <w:noWrap/>
            <w:hideMark/>
          </w:tcPr>
          <w:p w14:paraId="450CF3E8" w14:textId="77777777" w:rsidR="00BB1E14" w:rsidRPr="003C0201" w:rsidRDefault="00BB1E14" w:rsidP="00344378">
            <w:pPr>
              <w:jc w:val="left"/>
            </w:pPr>
            <w:r w:rsidRPr="003C0201">
              <w:t>piece</w:t>
            </w:r>
          </w:p>
        </w:tc>
        <w:tc>
          <w:tcPr>
            <w:tcW w:w="813" w:type="dxa"/>
            <w:noWrap/>
            <w:hideMark/>
          </w:tcPr>
          <w:p w14:paraId="1CF5DD08" w14:textId="77777777" w:rsidR="00BB1E14" w:rsidRPr="003C0201" w:rsidRDefault="00BB1E14" w:rsidP="00344378">
            <w:pPr>
              <w:jc w:val="left"/>
            </w:pPr>
            <w:r w:rsidRPr="003C0201">
              <w:t>2</w:t>
            </w:r>
          </w:p>
        </w:tc>
        <w:tc>
          <w:tcPr>
            <w:tcW w:w="830" w:type="dxa"/>
            <w:noWrap/>
            <w:hideMark/>
          </w:tcPr>
          <w:p w14:paraId="1F2D35E7" w14:textId="77777777" w:rsidR="00BB1E14" w:rsidRPr="003C0201" w:rsidRDefault="00BB1E14" w:rsidP="00344378">
            <w:pPr>
              <w:jc w:val="left"/>
            </w:pPr>
            <w:r w:rsidRPr="003C0201">
              <w:t> </w:t>
            </w:r>
          </w:p>
        </w:tc>
        <w:tc>
          <w:tcPr>
            <w:tcW w:w="902" w:type="dxa"/>
            <w:noWrap/>
            <w:hideMark/>
          </w:tcPr>
          <w:p w14:paraId="2479A906" w14:textId="77777777" w:rsidR="00BB1E14" w:rsidRPr="003C0201" w:rsidRDefault="00BB1E14" w:rsidP="00344378">
            <w:r w:rsidRPr="003C0201">
              <w:t> </w:t>
            </w:r>
          </w:p>
        </w:tc>
      </w:tr>
      <w:tr w:rsidR="00BB1E14" w:rsidRPr="003C0201" w14:paraId="4814598B" w14:textId="77777777" w:rsidTr="00344378">
        <w:trPr>
          <w:trHeight w:val="300"/>
        </w:trPr>
        <w:tc>
          <w:tcPr>
            <w:tcW w:w="10932" w:type="dxa"/>
            <w:noWrap/>
            <w:hideMark/>
          </w:tcPr>
          <w:p w14:paraId="03C8FA29" w14:textId="77777777" w:rsidR="00BB1E14" w:rsidRPr="003C0201" w:rsidRDefault="00BB1E14" w:rsidP="00344378">
            <w:r w:rsidRPr="003C0201">
              <w:t xml:space="preserve">Green sticks </w:t>
            </w:r>
          </w:p>
        </w:tc>
        <w:tc>
          <w:tcPr>
            <w:tcW w:w="3234" w:type="dxa"/>
            <w:noWrap/>
            <w:hideMark/>
          </w:tcPr>
          <w:p w14:paraId="50319CCF" w14:textId="77777777" w:rsidR="00BB1E14" w:rsidRPr="003C0201" w:rsidRDefault="00BB1E14" w:rsidP="00344378">
            <w:r w:rsidRPr="003C0201">
              <w:t>5 pkt</w:t>
            </w:r>
          </w:p>
        </w:tc>
        <w:tc>
          <w:tcPr>
            <w:tcW w:w="813" w:type="dxa"/>
            <w:noWrap/>
            <w:hideMark/>
          </w:tcPr>
          <w:p w14:paraId="1A598798" w14:textId="77777777" w:rsidR="00BB1E14" w:rsidRPr="003C0201" w:rsidRDefault="00BB1E14" w:rsidP="00344378">
            <w:pPr>
              <w:jc w:val="left"/>
            </w:pPr>
            <w:r w:rsidRPr="003C0201">
              <w:t>4</w:t>
            </w:r>
          </w:p>
        </w:tc>
        <w:tc>
          <w:tcPr>
            <w:tcW w:w="830" w:type="dxa"/>
            <w:noWrap/>
            <w:hideMark/>
          </w:tcPr>
          <w:p w14:paraId="77B39640" w14:textId="77777777" w:rsidR="00BB1E14" w:rsidRPr="003C0201" w:rsidRDefault="00BB1E14" w:rsidP="00344378">
            <w:pPr>
              <w:jc w:val="left"/>
            </w:pPr>
            <w:r w:rsidRPr="003C0201">
              <w:t> </w:t>
            </w:r>
          </w:p>
        </w:tc>
        <w:tc>
          <w:tcPr>
            <w:tcW w:w="902" w:type="dxa"/>
            <w:noWrap/>
            <w:hideMark/>
          </w:tcPr>
          <w:p w14:paraId="3F9812C1" w14:textId="77777777" w:rsidR="00BB1E14" w:rsidRPr="003C0201" w:rsidRDefault="00BB1E14" w:rsidP="00344378">
            <w:r w:rsidRPr="003C0201">
              <w:t> </w:t>
            </w:r>
          </w:p>
        </w:tc>
      </w:tr>
      <w:tr w:rsidR="00BB1E14" w:rsidRPr="003C0201" w14:paraId="3AE92AD8" w14:textId="77777777" w:rsidTr="00344378">
        <w:trPr>
          <w:trHeight w:val="300"/>
        </w:trPr>
        <w:tc>
          <w:tcPr>
            <w:tcW w:w="10932" w:type="dxa"/>
            <w:noWrap/>
            <w:hideMark/>
          </w:tcPr>
          <w:p w14:paraId="4FBC04C2" w14:textId="77777777" w:rsidR="00BB1E14" w:rsidRPr="003C0201" w:rsidRDefault="00BB1E14" w:rsidP="00344378">
            <w:r w:rsidRPr="003C0201">
              <w:t>Dividers</w:t>
            </w:r>
          </w:p>
        </w:tc>
        <w:tc>
          <w:tcPr>
            <w:tcW w:w="3234" w:type="dxa"/>
            <w:noWrap/>
            <w:hideMark/>
          </w:tcPr>
          <w:p w14:paraId="7B0F6974" w14:textId="77777777" w:rsidR="00BB1E14" w:rsidRPr="003C0201" w:rsidRDefault="00BB1E14" w:rsidP="00344378">
            <w:pPr>
              <w:jc w:val="left"/>
            </w:pPr>
            <w:r w:rsidRPr="003C0201">
              <w:t>piece</w:t>
            </w:r>
          </w:p>
        </w:tc>
        <w:tc>
          <w:tcPr>
            <w:tcW w:w="813" w:type="dxa"/>
            <w:noWrap/>
            <w:hideMark/>
          </w:tcPr>
          <w:p w14:paraId="194D8553" w14:textId="77777777" w:rsidR="00BB1E14" w:rsidRPr="003C0201" w:rsidRDefault="00BB1E14" w:rsidP="00344378">
            <w:pPr>
              <w:jc w:val="left"/>
            </w:pPr>
            <w:r w:rsidRPr="003C0201">
              <w:t>3</w:t>
            </w:r>
          </w:p>
        </w:tc>
        <w:tc>
          <w:tcPr>
            <w:tcW w:w="830" w:type="dxa"/>
            <w:noWrap/>
            <w:hideMark/>
          </w:tcPr>
          <w:p w14:paraId="4E007022" w14:textId="77777777" w:rsidR="00BB1E14" w:rsidRPr="003C0201" w:rsidRDefault="00BB1E14" w:rsidP="00344378">
            <w:pPr>
              <w:jc w:val="left"/>
            </w:pPr>
            <w:r w:rsidRPr="003C0201">
              <w:t> </w:t>
            </w:r>
          </w:p>
        </w:tc>
        <w:tc>
          <w:tcPr>
            <w:tcW w:w="902" w:type="dxa"/>
            <w:noWrap/>
            <w:hideMark/>
          </w:tcPr>
          <w:p w14:paraId="01DA9DEC" w14:textId="77777777" w:rsidR="00BB1E14" w:rsidRPr="003C0201" w:rsidRDefault="00BB1E14" w:rsidP="00344378">
            <w:r w:rsidRPr="003C0201">
              <w:t> </w:t>
            </w:r>
          </w:p>
        </w:tc>
      </w:tr>
      <w:tr w:rsidR="00BB1E14" w:rsidRPr="003C0201" w14:paraId="1517C9FC" w14:textId="77777777" w:rsidTr="00344378">
        <w:trPr>
          <w:trHeight w:val="300"/>
        </w:trPr>
        <w:tc>
          <w:tcPr>
            <w:tcW w:w="10932" w:type="dxa"/>
            <w:noWrap/>
            <w:hideMark/>
          </w:tcPr>
          <w:p w14:paraId="1E1D7E95" w14:textId="77777777" w:rsidR="00BB1E14" w:rsidRPr="003C0201" w:rsidRDefault="00BB1E14" w:rsidP="00344378">
            <w:r w:rsidRPr="003C0201">
              <w:t>Bite Blocks - Medium Pink</w:t>
            </w:r>
          </w:p>
        </w:tc>
        <w:tc>
          <w:tcPr>
            <w:tcW w:w="3234" w:type="dxa"/>
            <w:noWrap/>
            <w:hideMark/>
          </w:tcPr>
          <w:p w14:paraId="6C8DEA00" w14:textId="77777777" w:rsidR="00BB1E14" w:rsidRPr="003C0201" w:rsidRDefault="00BB1E14" w:rsidP="00344378">
            <w:pPr>
              <w:jc w:val="left"/>
            </w:pPr>
            <w:r w:rsidRPr="003C0201">
              <w:t>pack</w:t>
            </w:r>
          </w:p>
        </w:tc>
        <w:tc>
          <w:tcPr>
            <w:tcW w:w="813" w:type="dxa"/>
            <w:noWrap/>
            <w:hideMark/>
          </w:tcPr>
          <w:p w14:paraId="1B56F3F8" w14:textId="77777777" w:rsidR="00BB1E14" w:rsidRPr="003C0201" w:rsidRDefault="00BB1E14" w:rsidP="00344378">
            <w:pPr>
              <w:jc w:val="left"/>
            </w:pPr>
            <w:r w:rsidRPr="003C0201">
              <w:t>15pkts</w:t>
            </w:r>
          </w:p>
        </w:tc>
        <w:tc>
          <w:tcPr>
            <w:tcW w:w="830" w:type="dxa"/>
            <w:noWrap/>
            <w:hideMark/>
          </w:tcPr>
          <w:p w14:paraId="71DA2F35" w14:textId="77777777" w:rsidR="00BB1E14" w:rsidRPr="003C0201" w:rsidRDefault="00BB1E14" w:rsidP="00344378">
            <w:r w:rsidRPr="003C0201">
              <w:t> </w:t>
            </w:r>
          </w:p>
        </w:tc>
        <w:tc>
          <w:tcPr>
            <w:tcW w:w="902" w:type="dxa"/>
            <w:noWrap/>
            <w:hideMark/>
          </w:tcPr>
          <w:p w14:paraId="5A51F458" w14:textId="77777777" w:rsidR="00BB1E14" w:rsidRPr="003C0201" w:rsidRDefault="00BB1E14" w:rsidP="00344378">
            <w:r w:rsidRPr="003C0201">
              <w:t> </w:t>
            </w:r>
          </w:p>
        </w:tc>
      </w:tr>
      <w:tr w:rsidR="00BB1E14" w:rsidRPr="003C0201" w14:paraId="7F606B88" w14:textId="77777777" w:rsidTr="00344378">
        <w:trPr>
          <w:trHeight w:val="300"/>
        </w:trPr>
        <w:tc>
          <w:tcPr>
            <w:tcW w:w="10932" w:type="dxa"/>
            <w:noWrap/>
            <w:hideMark/>
          </w:tcPr>
          <w:p w14:paraId="4CAC7F3E" w14:textId="77777777" w:rsidR="00BB1E14" w:rsidRPr="003C0201" w:rsidRDefault="00BB1E14" w:rsidP="00344378">
            <w:r w:rsidRPr="003C0201">
              <w:t>Bite blocks -soft Red</w:t>
            </w:r>
          </w:p>
        </w:tc>
        <w:tc>
          <w:tcPr>
            <w:tcW w:w="3234" w:type="dxa"/>
            <w:noWrap/>
            <w:hideMark/>
          </w:tcPr>
          <w:p w14:paraId="109A5E4B" w14:textId="77777777" w:rsidR="00BB1E14" w:rsidRPr="003C0201" w:rsidRDefault="00BB1E14" w:rsidP="00344378">
            <w:pPr>
              <w:jc w:val="left"/>
            </w:pPr>
            <w:r w:rsidRPr="003C0201">
              <w:t>pack</w:t>
            </w:r>
          </w:p>
        </w:tc>
        <w:tc>
          <w:tcPr>
            <w:tcW w:w="813" w:type="dxa"/>
            <w:noWrap/>
            <w:hideMark/>
          </w:tcPr>
          <w:p w14:paraId="0D2024E3" w14:textId="77777777" w:rsidR="00BB1E14" w:rsidRPr="003C0201" w:rsidRDefault="00BB1E14" w:rsidP="00344378">
            <w:pPr>
              <w:jc w:val="left"/>
            </w:pPr>
            <w:r w:rsidRPr="003C0201">
              <w:t>15pkts</w:t>
            </w:r>
          </w:p>
        </w:tc>
        <w:tc>
          <w:tcPr>
            <w:tcW w:w="830" w:type="dxa"/>
            <w:noWrap/>
            <w:hideMark/>
          </w:tcPr>
          <w:p w14:paraId="2533D070" w14:textId="77777777" w:rsidR="00BB1E14" w:rsidRPr="003C0201" w:rsidRDefault="00BB1E14" w:rsidP="00344378">
            <w:r w:rsidRPr="003C0201">
              <w:t> </w:t>
            </w:r>
          </w:p>
        </w:tc>
        <w:tc>
          <w:tcPr>
            <w:tcW w:w="902" w:type="dxa"/>
            <w:noWrap/>
            <w:hideMark/>
          </w:tcPr>
          <w:p w14:paraId="4FD02676" w14:textId="77777777" w:rsidR="00BB1E14" w:rsidRPr="003C0201" w:rsidRDefault="00BB1E14" w:rsidP="00344378">
            <w:r w:rsidRPr="003C0201">
              <w:t> </w:t>
            </w:r>
          </w:p>
        </w:tc>
      </w:tr>
      <w:tr w:rsidR="00BB1E14" w:rsidRPr="003C0201" w14:paraId="2FCD0EA5" w14:textId="77777777" w:rsidTr="00344378">
        <w:trPr>
          <w:trHeight w:val="300"/>
        </w:trPr>
        <w:tc>
          <w:tcPr>
            <w:tcW w:w="10932" w:type="dxa"/>
            <w:noWrap/>
            <w:hideMark/>
          </w:tcPr>
          <w:p w14:paraId="310A4B79" w14:textId="77777777" w:rsidR="00BB1E14" w:rsidRPr="003C0201" w:rsidRDefault="00BB1E14" w:rsidP="00344378">
            <w:r w:rsidRPr="003C0201">
              <w:t>Bite boxing wax(red)</w:t>
            </w:r>
          </w:p>
        </w:tc>
        <w:tc>
          <w:tcPr>
            <w:tcW w:w="3234" w:type="dxa"/>
            <w:noWrap/>
            <w:hideMark/>
          </w:tcPr>
          <w:p w14:paraId="72FE3F97" w14:textId="77777777" w:rsidR="00BB1E14" w:rsidRPr="003C0201" w:rsidRDefault="00BB1E14" w:rsidP="00344378">
            <w:r w:rsidRPr="003C0201">
              <w:t>pack</w:t>
            </w:r>
          </w:p>
        </w:tc>
        <w:tc>
          <w:tcPr>
            <w:tcW w:w="813" w:type="dxa"/>
            <w:noWrap/>
            <w:hideMark/>
          </w:tcPr>
          <w:p w14:paraId="1EDA6D82" w14:textId="77777777" w:rsidR="00BB1E14" w:rsidRPr="003C0201" w:rsidRDefault="00BB1E14" w:rsidP="00344378">
            <w:r w:rsidRPr="003C0201">
              <w:t>15pkts</w:t>
            </w:r>
          </w:p>
        </w:tc>
        <w:tc>
          <w:tcPr>
            <w:tcW w:w="830" w:type="dxa"/>
            <w:noWrap/>
            <w:hideMark/>
          </w:tcPr>
          <w:p w14:paraId="3CA7CC33" w14:textId="77777777" w:rsidR="00BB1E14" w:rsidRPr="003C0201" w:rsidRDefault="00BB1E14" w:rsidP="00344378">
            <w:r w:rsidRPr="003C0201">
              <w:t> </w:t>
            </w:r>
          </w:p>
        </w:tc>
        <w:tc>
          <w:tcPr>
            <w:tcW w:w="902" w:type="dxa"/>
            <w:noWrap/>
            <w:hideMark/>
          </w:tcPr>
          <w:p w14:paraId="0C518E4E" w14:textId="77777777" w:rsidR="00BB1E14" w:rsidRPr="003C0201" w:rsidRDefault="00BB1E14" w:rsidP="00344378">
            <w:r w:rsidRPr="003C0201">
              <w:t> </w:t>
            </w:r>
          </w:p>
        </w:tc>
      </w:tr>
      <w:tr w:rsidR="00BB1E14" w:rsidRPr="003C0201" w14:paraId="13691880" w14:textId="77777777" w:rsidTr="00344378">
        <w:trPr>
          <w:trHeight w:val="300"/>
        </w:trPr>
        <w:tc>
          <w:tcPr>
            <w:tcW w:w="10932" w:type="dxa"/>
            <w:noWrap/>
            <w:hideMark/>
          </w:tcPr>
          <w:p w14:paraId="68B78E48" w14:textId="77777777" w:rsidR="00BB1E14" w:rsidRPr="003C0201" w:rsidRDefault="00BB1E14" w:rsidP="00344378">
            <w:r w:rsidRPr="003C0201">
              <w:t>DENTATE perferated upper impression tray (L)</w:t>
            </w:r>
          </w:p>
        </w:tc>
        <w:tc>
          <w:tcPr>
            <w:tcW w:w="3234" w:type="dxa"/>
            <w:noWrap/>
            <w:hideMark/>
          </w:tcPr>
          <w:p w14:paraId="64DA3ECA" w14:textId="77777777" w:rsidR="00BB1E14" w:rsidRPr="003C0201" w:rsidRDefault="00BB1E14" w:rsidP="00344378">
            <w:r w:rsidRPr="003C0201">
              <w:t> </w:t>
            </w:r>
          </w:p>
        </w:tc>
        <w:tc>
          <w:tcPr>
            <w:tcW w:w="813" w:type="dxa"/>
            <w:noWrap/>
            <w:hideMark/>
          </w:tcPr>
          <w:p w14:paraId="23A7B509" w14:textId="77777777" w:rsidR="00BB1E14" w:rsidRPr="003C0201" w:rsidRDefault="00BB1E14" w:rsidP="00344378">
            <w:pPr>
              <w:jc w:val="left"/>
            </w:pPr>
            <w:r w:rsidRPr="003C0201">
              <w:t>10</w:t>
            </w:r>
          </w:p>
        </w:tc>
        <w:tc>
          <w:tcPr>
            <w:tcW w:w="830" w:type="dxa"/>
            <w:noWrap/>
            <w:hideMark/>
          </w:tcPr>
          <w:p w14:paraId="73D8D217" w14:textId="77777777" w:rsidR="00BB1E14" w:rsidRPr="003C0201" w:rsidRDefault="00BB1E14" w:rsidP="00344378">
            <w:pPr>
              <w:jc w:val="left"/>
            </w:pPr>
            <w:r w:rsidRPr="003C0201">
              <w:t> </w:t>
            </w:r>
          </w:p>
        </w:tc>
        <w:tc>
          <w:tcPr>
            <w:tcW w:w="902" w:type="dxa"/>
            <w:noWrap/>
            <w:hideMark/>
          </w:tcPr>
          <w:p w14:paraId="6000A28E" w14:textId="77777777" w:rsidR="00BB1E14" w:rsidRPr="003C0201" w:rsidRDefault="00BB1E14" w:rsidP="00344378">
            <w:r w:rsidRPr="003C0201">
              <w:t> </w:t>
            </w:r>
          </w:p>
        </w:tc>
      </w:tr>
      <w:tr w:rsidR="00BB1E14" w:rsidRPr="003C0201" w14:paraId="647061D1" w14:textId="77777777" w:rsidTr="00344378">
        <w:trPr>
          <w:trHeight w:val="300"/>
        </w:trPr>
        <w:tc>
          <w:tcPr>
            <w:tcW w:w="10932" w:type="dxa"/>
            <w:noWrap/>
            <w:hideMark/>
          </w:tcPr>
          <w:p w14:paraId="41DDA417" w14:textId="77777777" w:rsidR="00BB1E14" w:rsidRPr="003C0201" w:rsidRDefault="00BB1E14" w:rsidP="00344378">
            <w:r w:rsidRPr="003C0201">
              <w:t>DENTATE perferated Lower impression tray (L)</w:t>
            </w:r>
          </w:p>
        </w:tc>
        <w:tc>
          <w:tcPr>
            <w:tcW w:w="3234" w:type="dxa"/>
            <w:noWrap/>
            <w:hideMark/>
          </w:tcPr>
          <w:p w14:paraId="6EECEC08" w14:textId="77777777" w:rsidR="00BB1E14" w:rsidRPr="003C0201" w:rsidRDefault="00BB1E14" w:rsidP="00344378">
            <w:r w:rsidRPr="003C0201">
              <w:t> </w:t>
            </w:r>
          </w:p>
        </w:tc>
        <w:tc>
          <w:tcPr>
            <w:tcW w:w="813" w:type="dxa"/>
            <w:noWrap/>
            <w:hideMark/>
          </w:tcPr>
          <w:p w14:paraId="1227DB68" w14:textId="77777777" w:rsidR="00BB1E14" w:rsidRPr="003C0201" w:rsidRDefault="00BB1E14" w:rsidP="00344378">
            <w:pPr>
              <w:jc w:val="left"/>
            </w:pPr>
            <w:r w:rsidRPr="003C0201">
              <w:t>10</w:t>
            </w:r>
          </w:p>
        </w:tc>
        <w:tc>
          <w:tcPr>
            <w:tcW w:w="830" w:type="dxa"/>
            <w:noWrap/>
            <w:hideMark/>
          </w:tcPr>
          <w:p w14:paraId="1E18D8DC" w14:textId="77777777" w:rsidR="00BB1E14" w:rsidRPr="003C0201" w:rsidRDefault="00BB1E14" w:rsidP="00344378">
            <w:pPr>
              <w:jc w:val="left"/>
            </w:pPr>
            <w:r w:rsidRPr="003C0201">
              <w:t> </w:t>
            </w:r>
          </w:p>
        </w:tc>
        <w:tc>
          <w:tcPr>
            <w:tcW w:w="902" w:type="dxa"/>
            <w:noWrap/>
            <w:hideMark/>
          </w:tcPr>
          <w:p w14:paraId="3A442C9D" w14:textId="77777777" w:rsidR="00BB1E14" w:rsidRPr="003C0201" w:rsidRDefault="00BB1E14" w:rsidP="00344378">
            <w:r w:rsidRPr="003C0201">
              <w:t> </w:t>
            </w:r>
          </w:p>
        </w:tc>
      </w:tr>
      <w:tr w:rsidR="00BB1E14" w:rsidRPr="003C0201" w14:paraId="41FE8430" w14:textId="77777777" w:rsidTr="00344378">
        <w:trPr>
          <w:trHeight w:val="300"/>
        </w:trPr>
        <w:tc>
          <w:tcPr>
            <w:tcW w:w="10932" w:type="dxa"/>
            <w:noWrap/>
            <w:hideMark/>
          </w:tcPr>
          <w:p w14:paraId="46658683" w14:textId="77777777" w:rsidR="00BB1E14" w:rsidRPr="003C0201" w:rsidRDefault="00BB1E14" w:rsidP="00344378">
            <w:r w:rsidRPr="003C0201">
              <w:t>DENTATE perferated upper impression tray (M)</w:t>
            </w:r>
          </w:p>
        </w:tc>
        <w:tc>
          <w:tcPr>
            <w:tcW w:w="3234" w:type="dxa"/>
            <w:noWrap/>
            <w:hideMark/>
          </w:tcPr>
          <w:p w14:paraId="3FE62588" w14:textId="77777777" w:rsidR="00BB1E14" w:rsidRPr="003C0201" w:rsidRDefault="00BB1E14" w:rsidP="00344378">
            <w:r w:rsidRPr="003C0201">
              <w:t> </w:t>
            </w:r>
          </w:p>
        </w:tc>
        <w:tc>
          <w:tcPr>
            <w:tcW w:w="813" w:type="dxa"/>
            <w:noWrap/>
            <w:hideMark/>
          </w:tcPr>
          <w:p w14:paraId="7B3AB95B" w14:textId="77777777" w:rsidR="00BB1E14" w:rsidRPr="003C0201" w:rsidRDefault="00BB1E14" w:rsidP="00344378">
            <w:pPr>
              <w:jc w:val="left"/>
            </w:pPr>
            <w:r w:rsidRPr="003C0201">
              <w:t>20</w:t>
            </w:r>
          </w:p>
        </w:tc>
        <w:tc>
          <w:tcPr>
            <w:tcW w:w="830" w:type="dxa"/>
            <w:noWrap/>
            <w:hideMark/>
          </w:tcPr>
          <w:p w14:paraId="16E5C7EE" w14:textId="77777777" w:rsidR="00BB1E14" w:rsidRPr="003C0201" w:rsidRDefault="00BB1E14" w:rsidP="00344378">
            <w:pPr>
              <w:jc w:val="left"/>
            </w:pPr>
            <w:r w:rsidRPr="003C0201">
              <w:t> </w:t>
            </w:r>
          </w:p>
        </w:tc>
        <w:tc>
          <w:tcPr>
            <w:tcW w:w="902" w:type="dxa"/>
            <w:noWrap/>
            <w:hideMark/>
          </w:tcPr>
          <w:p w14:paraId="0833B049" w14:textId="77777777" w:rsidR="00BB1E14" w:rsidRPr="003C0201" w:rsidRDefault="00BB1E14" w:rsidP="00344378">
            <w:r w:rsidRPr="003C0201">
              <w:t> </w:t>
            </w:r>
          </w:p>
        </w:tc>
      </w:tr>
      <w:tr w:rsidR="00BB1E14" w:rsidRPr="003C0201" w14:paraId="1B4F4B8F" w14:textId="77777777" w:rsidTr="00344378">
        <w:trPr>
          <w:trHeight w:val="300"/>
        </w:trPr>
        <w:tc>
          <w:tcPr>
            <w:tcW w:w="10932" w:type="dxa"/>
            <w:noWrap/>
            <w:hideMark/>
          </w:tcPr>
          <w:p w14:paraId="5C21EA98" w14:textId="77777777" w:rsidR="00BB1E14" w:rsidRPr="003C0201" w:rsidRDefault="00BB1E14" w:rsidP="00344378">
            <w:r w:rsidRPr="003C0201">
              <w:t>DENTATE perferated lower impression tray (M)</w:t>
            </w:r>
          </w:p>
        </w:tc>
        <w:tc>
          <w:tcPr>
            <w:tcW w:w="3234" w:type="dxa"/>
            <w:noWrap/>
            <w:hideMark/>
          </w:tcPr>
          <w:p w14:paraId="1C31BC29" w14:textId="77777777" w:rsidR="00BB1E14" w:rsidRPr="003C0201" w:rsidRDefault="00BB1E14" w:rsidP="00344378">
            <w:r w:rsidRPr="003C0201">
              <w:t> </w:t>
            </w:r>
          </w:p>
        </w:tc>
        <w:tc>
          <w:tcPr>
            <w:tcW w:w="813" w:type="dxa"/>
            <w:noWrap/>
            <w:hideMark/>
          </w:tcPr>
          <w:p w14:paraId="3B0C3CCC" w14:textId="77777777" w:rsidR="00BB1E14" w:rsidRPr="003C0201" w:rsidRDefault="00BB1E14" w:rsidP="00344378">
            <w:pPr>
              <w:jc w:val="left"/>
            </w:pPr>
            <w:r w:rsidRPr="003C0201">
              <w:t>20</w:t>
            </w:r>
          </w:p>
        </w:tc>
        <w:tc>
          <w:tcPr>
            <w:tcW w:w="830" w:type="dxa"/>
            <w:noWrap/>
            <w:hideMark/>
          </w:tcPr>
          <w:p w14:paraId="5F853806" w14:textId="77777777" w:rsidR="00BB1E14" w:rsidRPr="003C0201" w:rsidRDefault="00BB1E14" w:rsidP="00344378">
            <w:pPr>
              <w:jc w:val="left"/>
            </w:pPr>
            <w:r w:rsidRPr="003C0201">
              <w:t> </w:t>
            </w:r>
          </w:p>
        </w:tc>
        <w:tc>
          <w:tcPr>
            <w:tcW w:w="902" w:type="dxa"/>
            <w:noWrap/>
            <w:hideMark/>
          </w:tcPr>
          <w:p w14:paraId="14C316D3" w14:textId="77777777" w:rsidR="00BB1E14" w:rsidRPr="003C0201" w:rsidRDefault="00BB1E14" w:rsidP="00344378">
            <w:r w:rsidRPr="003C0201">
              <w:t> </w:t>
            </w:r>
          </w:p>
        </w:tc>
      </w:tr>
      <w:tr w:rsidR="00BB1E14" w:rsidRPr="003C0201" w14:paraId="4F264C16" w14:textId="77777777" w:rsidTr="00344378">
        <w:trPr>
          <w:trHeight w:val="300"/>
        </w:trPr>
        <w:tc>
          <w:tcPr>
            <w:tcW w:w="10932" w:type="dxa"/>
            <w:noWrap/>
            <w:hideMark/>
          </w:tcPr>
          <w:p w14:paraId="4C127B8C" w14:textId="77777777" w:rsidR="00BB1E14" w:rsidRPr="003C0201" w:rsidRDefault="00BB1E14" w:rsidP="00344378">
            <w:r w:rsidRPr="003C0201">
              <w:lastRenderedPageBreak/>
              <w:t>DENTATE perferated upper imperssion trays (S)</w:t>
            </w:r>
          </w:p>
        </w:tc>
        <w:tc>
          <w:tcPr>
            <w:tcW w:w="3234" w:type="dxa"/>
            <w:noWrap/>
            <w:hideMark/>
          </w:tcPr>
          <w:p w14:paraId="7C1A9873" w14:textId="77777777" w:rsidR="00BB1E14" w:rsidRPr="003C0201" w:rsidRDefault="00BB1E14" w:rsidP="00344378">
            <w:r w:rsidRPr="003C0201">
              <w:t> </w:t>
            </w:r>
          </w:p>
        </w:tc>
        <w:tc>
          <w:tcPr>
            <w:tcW w:w="813" w:type="dxa"/>
            <w:noWrap/>
            <w:hideMark/>
          </w:tcPr>
          <w:p w14:paraId="235777E1" w14:textId="77777777" w:rsidR="00BB1E14" w:rsidRPr="003C0201" w:rsidRDefault="00BB1E14" w:rsidP="00344378">
            <w:pPr>
              <w:jc w:val="left"/>
            </w:pPr>
            <w:r w:rsidRPr="003C0201">
              <w:t>10</w:t>
            </w:r>
          </w:p>
        </w:tc>
        <w:tc>
          <w:tcPr>
            <w:tcW w:w="830" w:type="dxa"/>
            <w:noWrap/>
            <w:hideMark/>
          </w:tcPr>
          <w:p w14:paraId="6D9EAF34" w14:textId="77777777" w:rsidR="00BB1E14" w:rsidRPr="003C0201" w:rsidRDefault="00BB1E14" w:rsidP="00344378">
            <w:pPr>
              <w:jc w:val="left"/>
            </w:pPr>
            <w:r w:rsidRPr="003C0201">
              <w:t> </w:t>
            </w:r>
          </w:p>
        </w:tc>
        <w:tc>
          <w:tcPr>
            <w:tcW w:w="902" w:type="dxa"/>
            <w:noWrap/>
            <w:hideMark/>
          </w:tcPr>
          <w:p w14:paraId="7BB44E21" w14:textId="77777777" w:rsidR="00BB1E14" w:rsidRPr="003C0201" w:rsidRDefault="00BB1E14" w:rsidP="00344378">
            <w:r w:rsidRPr="003C0201">
              <w:t> </w:t>
            </w:r>
          </w:p>
        </w:tc>
      </w:tr>
      <w:tr w:rsidR="00BB1E14" w:rsidRPr="003C0201" w14:paraId="459099DC" w14:textId="77777777" w:rsidTr="00344378">
        <w:trPr>
          <w:trHeight w:val="300"/>
        </w:trPr>
        <w:tc>
          <w:tcPr>
            <w:tcW w:w="10932" w:type="dxa"/>
            <w:noWrap/>
            <w:hideMark/>
          </w:tcPr>
          <w:p w14:paraId="0B41CAD3" w14:textId="77777777" w:rsidR="00BB1E14" w:rsidRPr="003C0201" w:rsidRDefault="00BB1E14" w:rsidP="00344378">
            <w:r w:rsidRPr="003C0201">
              <w:t>DENTATED perferated lower impression trays (S)</w:t>
            </w:r>
          </w:p>
        </w:tc>
        <w:tc>
          <w:tcPr>
            <w:tcW w:w="3234" w:type="dxa"/>
            <w:noWrap/>
            <w:hideMark/>
          </w:tcPr>
          <w:p w14:paraId="760ECA87" w14:textId="77777777" w:rsidR="00BB1E14" w:rsidRPr="003C0201" w:rsidRDefault="00BB1E14" w:rsidP="00344378">
            <w:r w:rsidRPr="003C0201">
              <w:t> </w:t>
            </w:r>
          </w:p>
        </w:tc>
        <w:tc>
          <w:tcPr>
            <w:tcW w:w="813" w:type="dxa"/>
            <w:noWrap/>
            <w:hideMark/>
          </w:tcPr>
          <w:p w14:paraId="307CA0FE" w14:textId="77777777" w:rsidR="00BB1E14" w:rsidRPr="003C0201" w:rsidRDefault="00BB1E14" w:rsidP="00344378">
            <w:pPr>
              <w:jc w:val="left"/>
            </w:pPr>
            <w:r w:rsidRPr="003C0201">
              <w:t>10</w:t>
            </w:r>
          </w:p>
        </w:tc>
        <w:tc>
          <w:tcPr>
            <w:tcW w:w="830" w:type="dxa"/>
            <w:noWrap/>
            <w:hideMark/>
          </w:tcPr>
          <w:p w14:paraId="3839052B" w14:textId="77777777" w:rsidR="00BB1E14" w:rsidRPr="003C0201" w:rsidRDefault="00BB1E14" w:rsidP="00344378">
            <w:pPr>
              <w:jc w:val="left"/>
            </w:pPr>
            <w:r w:rsidRPr="003C0201">
              <w:t> </w:t>
            </w:r>
          </w:p>
        </w:tc>
        <w:tc>
          <w:tcPr>
            <w:tcW w:w="902" w:type="dxa"/>
            <w:noWrap/>
            <w:hideMark/>
          </w:tcPr>
          <w:p w14:paraId="7E8814BD" w14:textId="77777777" w:rsidR="00BB1E14" w:rsidRPr="003C0201" w:rsidRDefault="00BB1E14" w:rsidP="00344378">
            <w:r w:rsidRPr="003C0201">
              <w:t> </w:t>
            </w:r>
          </w:p>
        </w:tc>
      </w:tr>
      <w:tr w:rsidR="00BB1E14" w:rsidRPr="003C0201" w14:paraId="71FA9CE9" w14:textId="77777777" w:rsidTr="00344378">
        <w:trPr>
          <w:trHeight w:val="300"/>
        </w:trPr>
        <w:tc>
          <w:tcPr>
            <w:tcW w:w="10932" w:type="dxa"/>
            <w:noWrap/>
            <w:hideMark/>
          </w:tcPr>
          <w:p w14:paraId="576B68DC" w14:textId="77777777" w:rsidR="00BB1E14" w:rsidRPr="003C0201" w:rsidRDefault="00BB1E14" w:rsidP="00344378">
            <w:r w:rsidRPr="003C0201">
              <w:t>EDENTULOUS perferate upper impression tray (L)</w:t>
            </w:r>
          </w:p>
        </w:tc>
        <w:tc>
          <w:tcPr>
            <w:tcW w:w="3234" w:type="dxa"/>
            <w:noWrap/>
            <w:hideMark/>
          </w:tcPr>
          <w:p w14:paraId="4EA294E4" w14:textId="77777777" w:rsidR="00BB1E14" w:rsidRPr="003C0201" w:rsidRDefault="00BB1E14" w:rsidP="00344378">
            <w:r w:rsidRPr="003C0201">
              <w:t> </w:t>
            </w:r>
          </w:p>
        </w:tc>
        <w:tc>
          <w:tcPr>
            <w:tcW w:w="813" w:type="dxa"/>
            <w:noWrap/>
            <w:hideMark/>
          </w:tcPr>
          <w:p w14:paraId="4E36C7EB" w14:textId="77777777" w:rsidR="00BB1E14" w:rsidRPr="003C0201" w:rsidRDefault="00BB1E14" w:rsidP="00344378">
            <w:pPr>
              <w:jc w:val="left"/>
            </w:pPr>
            <w:r w:rsidRPr="003C0201">
              <w:t>10</w:t>
            </w:r>
          </w:p>
        </w:tc>
        <w:tc>
          <w:tcPr>
            <w:tcW w:w="830" w:type="dxa"/>
            <w:noWrap/>
            <w:hideMark/>
          </w:tcPr>
          <w:p w14:paraId="26A05B17" w14:textId="77777777" w:rsidR="00BB1E14" w:rsidRPr="003C0201" w:rsidRDefault="00BB1E14" w:rsidP="00344378">
            <w:pPr>
              <w:jc w:val="left"/>
            </w:pPr>
            <w:r w:rsidRPr="003C0201">
              <w:t> </w:t>
            </w:r>
          </w:p>
        </w:tc>
        <w:tc>
          <w:tcPr>
            <w:tcW w:w="902" w:type="dxa"/>
            <w:noWrap/>
            <w:hideMark/>
          </w:tcPr>
          <w:p w14:paraId="70D3373A" w14:textId="77777777" w:rsidR="00BB1E14" w:rsidRPr="003C0201" w:rsidRDefault="00BB1E14" w:rsidP="00344378">
            <w:r w:rsidRPr="003C0201">
              <w:t> </w:t>
            </w:r>
          </w:p>
        </w:tc>
      </w:tr>
      <w:tr w:rsidR="00BB1E14" w:rsidRPr="003C0201" w14:paraId="26010C88" w14:textId="77777777" w:rsidTr="00344378">
        <w:trPr>
          <w:trHeight w:val="300"/>
        </w:trPr>
        <w:tc>
          <w:tcPr>
            <w:tcW w:w="10932" w:type="dxa"/>
            <w:noWrap/>
            <w:hideMark/>
          </w:tcPr>
          <w:p w14:paraId="366285C4" w14:textId="77777777" w:rsidR="00BB1E14" w:rsidRPr="003C0201" w:rsidRDefault="00BB1E14" w:rsidP="00344378">
            <w:r w:rsidRPr="003C0201">
              <w:t>EDENTULOUS perferate lower  impression tray (S)</w:t>
            </w:r>
          </w:p>
        </w:tc>
        <w:tc>
          <w:tcPr>
            <w:tcW w:w="3234" w:type="dxa"/>
            <w:noWrap/>
            <w:hideMark/>
          </w:tcPr>
          <w:p w14:paraId="7CB27210" w14:textId="77777777" w:rsidR="00BB1E14" w:rsidRPr="003C0201" w:rsidRDefault="00BB1E14" w:rsidP="00344378">
            <w:r w:rsidRPr="003C0201">
              <w:t> </w:t>
            </w:r>
          </w:p>
        </w:tc>
        <w:tc>
          <w:tcPr>
            <w:tcW w:w="813" w:type="dxa"/>
            <w:noWrap/>
            <w:hideMark/>
          </w:tcPr>
          <w:p w14:paraId="64CEC30D" w14:textId="77777777" w:rsidR="00BB1E14" w:rsidRPr="003C0201" w:rsidRDefault="00BB1E14" w:rsidP="00344378">
            <w:pPr>
              <w:jc w:val="left"/>
            </w:pPr>
            <w:r w:rsidRPr="003C0201">
              <w:t>10</w:t>
            </w:r>
          </w:p>
        </w:tc>
        <w:tc>
          <w:tcPr>
            <w:tcW w:w="830" w:type="dxa"/>
            <w:noWrap/>
            <w:hideMark/>
          </w:tcPr>
          <w:p w14:paraId="6B1DB1A5" w14:textId="77777777" w:rsidR="00BB1E14" w:rsidRPr="003C0201" w:rsidRDefault="00BB1E14" w:rsidP="00344378">
            <w:pPr>
              <w:jc w:val="left"/>
            </w:pPr>
            <w:r w:rsidRPr="003C0201">
              <w:t> </w:t>
            </w:r>
          </w:p>
        </w:tc>
        <w:tc>
          <w:tcPr>
            <w:tcW w:w="902" w:type="dxa"/>
            <w:noWrap/>
            <w:hideMark/>
          </w:tcPr>
          <w:p w14:paraId="6D3504AB" w14:textId="77777777" w:rsidR="00BB1E14" w:rsidRPr="003C0201" w:rsidRDefault="00BB1E14" w:rsidP="00344378">
            <w:r w:rsidRPr="003C0201">
              <w:t> </w:t>
            </w:r>
          </w:p>
        </w:tc>
      </w:tr>
      <w:tr w:rsidR="00BB1E14" w:rsidRPr="003C0201" w14:paraId="2BCF1116" w14:textId="77777777" w:rsidTr="00344378">
        <w:trPr>
          <w:trHeight w:val="300"/>
        </w:trPr>
        <w:tc>
          <w:tcPr>
            <w:tcW w:w="10932" w:type="dxa"/>
            <w:noWrap/>
            <w:hideMark/>
          </w:tcPr>
          <w:p w14:paraId="114A935A" w14:textId="77777777" w:rsidR="00BB1E14" w:rsidRPr="003C0201" w:rsidRDefault="00BB1E14" w:rsidP="00344378">
            <w:r w:rsidRPr="003C0201">
              <w:t>EDENTULOUS perferated upper impression tray (M)</w:t>
            </w:r>
          </w:p>
        </w:tc>
        <w:tc>
          <w:tcPr>
            <w:tcW w:w="3234" w:type="dxa"/>
            <w:noWrap/>
            <w:hideMark/>
          </w:tcPr>
          <w:p w14:paraId="7503A448" w14:textId="77777777" w:rsidR="00BB1E14" w:rsidRPr="003C0201" w:rsidRDefault="00BB1E14" w:rsidP="00344378">
            <w:r w:rsidRPr="003C0201">
              <w:t> </w:t>
            </w:r>
          </w:p>
        </w:tc>
        <w:tc>
          <w:tcPr>
            <w:tcW w:w="813" w:type="dxa"/>
            <w:noWrap/>
            <w:hideMark/>
          </w:tcPr>
          <w:p w14:paraId="27C24E07" w14:textId="77777777" w:rsidR="00BB1E14" w:rsidRPr="003C0201" w:rsidRDefault="00BB1E14" w:rsidP="00344378">
            <w:pPr>
              <w:jc w:val="left"/>
            </w:pPr>
            <w:r w:rsidRPr="003C0201">
              <w:t>20</w:t>
            </w:r>
          </w:p>
        </w:tc>
        <w:tc>
          <w:tcPr>
            <w:tcW w:w="830" w:type="dxa"/>
            <w:noWrap/>
            <w:hideMark/>
          </w:tcPr>
          <w:p w14:paraId="64381D5C" w14:textId="77777777" w:rsidR="00BB1E14" w:rsidRPr="003C0201" w:rsidRDefault="00BB1E14" w:rsidP="00344378">
            <w:pPr>
              <w:jc w:val="left"/>
            </w:pPr>
            <w:r w:rsidRPr="003C0201">
              <w:t> </w:t>
            </w:r>
          </w:p>
        </w:tc>
        <w:tc>
          <w:tcPr>
            <w:tcW w:w="902" w:type="dxa"/>
            <w:noWrap/>
            <w:hideMark/>
          </w:tcPr>
          <w:p w14:paraId="57CB42D0" w14:textId="77777777" w:rsidR="00BB1E14" w:rsidRPr="003C0201" w:rsidRDefault="00BB1E14" w:rsidP="00344378">
            <w:r w:rsidRPr="003C0201">
              <w:t> </w:t>
            </w:r>
          </w:p>
        </w:tc>
      </w:tr>
      <w:tr w:rsidR="00BB1E14" w:rsidRPr="003C0201" w14:paraId="5E31CDC1" w14:textId="77777777" w:rsidTr="00344378">
        <w:trPr>
          <w:trHeight w:val="300"/>
        </w:trPr>
        <w:tc>
          <w:tcPr>
            <w:tcW w:w="10932" w:type="dxa"/>
            <w:noWrap/>
            <w:hideMark/>
          </w:tcPr>
          <w:p w14:paraId="41CF4592" w14:textId="77777777" w:rsidR="00BB1E14" w:rsidRPr="003C0201" w:rsidRDefault="00BB1E14" w:rsidP="00344378">
            <w:r w:rsidRPr="003C0201">
              <w:t>EDENTULOUS perferated lower impression tray(M)</w:t>
            </w:r>
          </w:p>
        </w:tc>
        <w:tc>
          <w:tcPr>
            <w:tcW w:w="3234" w:type="dxa"/>
            <w:noWrap/>
            <w:hideMark/>
          </w:tcPr>
          <w:p w14:paraId="47ACBDF1" w14:textId="77777777" w:rsidR="00BB1E14" w:rsidRPr="003C0201" w:rsidRDefault="00BB1E14" w:rsidP="00344378">
            <w:r w:rsidRPr="003C0201">
              <w:t> </w:t>
            </w:r>
          </w:p>
        </w:tc>
        <w:tc>
          <w:tcPr>
            <w:tcW w:w="813" w:type="dxa"/>
            <w:noWrap/>
            <w:hideMark/>
          </w:tcPr>
          <w:p w14:paraId="48FFA077" w14:textId="77777777" w:rsidR="00BB1E14" w:rsidRPr="003C0201" w:rsidRDefault="00BB1E14" w:rsidP="00344378">
            <w:pPr>
              <w:jc w:val="left"/>
            </w:pPr>
            <w:r w:rsidRPr="003C0201">
              <w:t>20</w:t>
            </w:r>
          </w:p>
        </w:tc>
        <w:tc>
          <w:tcPr>
            <w:tcW w:w="830" w:type="dxa"/>
            <w:noWrap/>
            <w:hideMark/>
          </w:tcPr>
          <w:p w14:paraId="11BBCDE0" w14:textId="77777777" w:rsidR="00BB1E14" w:rsidRPr="003C0201" w:rsidRDefault="00BB1E14" w:rsidP="00344378">
            <w:pPr>
              <w:jc w:val="left"/>
            </w:pPr>
            <w:r w:rsidRPr="003C0201">
              <w:t> </w:t>
            </w:r>
          </w:p>
        </w:tc>
        <w:tc>
          <w:tcPr>
            <w:tcW w:w="902" w:type="dxa"/>
            <w:noWrap/>
            <w:hideMark/>
          </w:tcPr>
          <w:p w14:paraId="6CD5B947" w14:textId="77777777" w:rsidR="00BB1E14" w:rsidRPr="003C0201" w:rsidRDefault="00BB1E14" w:rsidP="00344378">
            <w:r w:rsidRPr="003C0201">
              <w:t> </w:t>
            </w:r>
          </w:p>
        </w:tc>
      </w:tr>
      <w:tr w:rsidR="00BB1E14" w:rsidRPr="003C0201" w14:paraId="79BED4A0" w14:textId="77777777" w:rsidTr="00344378">
        <w:trPr>
          <w:trHeight w:val="300"/>
        </w:trPr>
        <w:tc>
          <w:tcPr>
            <w:tcW w:w="10932" w:type="dxa"/>
            <w:noWrap/>
            <w:hideMark/>
          </w:tcPr>
          <w:p w14:paraId="37AF53C8" w14:textId="77777777" w:rsidR="00BB1E14" w:rsidRPr="003C0201" w:rsidRDefault="00BB1E14" w:rsidP="00344378">
            <w:r w:rsidRPr="003C0201">
              <w:t>EDENTULOUS perferation upper impression tray (S)</w:t>
            </w:r>
          </w:p>
        </w:tc>
        <w:tc>
          <w:tcPr>
            <w:tcW w:w="3234" w:type="dxa"/>
            <w:noWrap/>
            <w:hideMark/>
          </w:tcPr>
          <w:p w14:paraId="5C2E045C" w14:textId="77777777" w:rsidR="00BB1E14" w:rsidRPr="003C0201" w:rsidRDefault="00BB1E14" w:rsidP="00344378">
            <w:r w:rsidRPr="003C0201">
              <w:t> </w:t>
            </w:r>
          </w:p>
        </w:tc>
        <w:tc>
          <w:tcPr>
            <w:tcW w:w="813" w:type="dxa"/>
            <w:noWrap/>
            <w:hideMark/>
          </w:tcPr>
          <w:p w14:paraId="6C6A1C0E" w14:textId="77777777" w:rsidR="00BB1E14" w:rsidRPr="003C0201" w:rsidRDefault="00BB1E14" w:rsidP="00344378">
            <w:pPr>
              <w:jc w:val="left"/>
            </w:pPr>
            <w:r w:rsidRPr="003C0201">
              <w:t>10</w:t>
            </w:r>
          </w:p>
        </w:tc>
        <w:tc>
          <w:tcPr>
            <w:tcW w:w="830" w:type="dxa"/>
            <w:noWrap/>
            <w:hideMark/>
          </w:tcPr>
          <w:p w14:paraId="3DC32EBC" w14:textId="77777777" w:rsidR="00BB1E14" w:rsidRPr="003C0201" w:rsidRDefault="00BB1E14" w:rsidP="00344378">
            <w:pPr>
              <w:jc w:val="left"/>
            </w:pPr>
            <w:r w:rsidRPr="003C0201">
              <w:t> </w:t>
            </w:r>
          </w:p>
        </w:tc>
        <w:tc>
          <w:tcPr>
            <w:tcW w:w="902" w:type="dxa"/>
            <w:noWrap/>
            <w:hideMark/>
          </w:tcPr>
          <w:p w14:paraId="03E4C0A3" w14:textId="77777777" w:rsidR="00BB1E14" w:rsidRPr="003C0201" w:rsidRDefault="00BB1E14" w:rsidP="00344378">
            <w:r w:rsidRPr="003C0201">
              <w:t> </w:t>
            </w:r>
          </w:p>
        </w:tc>
      </w:tr>
      <w:tr w:rsidR="00BB1E14" w:rsidRPr="003C0201" w14:paraId="0C8FC809" w14:textId="77777777" w:rsidTr="00344378">
        <w:trPr>
          <w:trHeight w:val="300"/>
        </w:trPr>
        <w:tc>
          <w:tcPr>
            <w:tcW w:w="10932" w:type="dxa"/>
            <w:noWrap/>
            <w:hideMark/>
          </w:tcPr>
          <w:p w14:paraId="28EFECCC" w14:textId="77777777" w:rsidR="00BB1E14" w:rsidRPr="003C0201" w:rsidRDefault="00BB1E14" w:rsidP="00344378">
            <w:r w:rsidRPr="003C0201">
              <w:t>EDENTULOUS perferation lower impression tray (S)</w:t>
            </w:r>
          </w:p>
        </w:tc>
        <w:tc>
          <w:tcPr>
            <w:tcW w:w="3234" w:type="dxa"/>
            <w:noWrap/>
            <w:hideMark/>
          </w:tcPr>
          <w:p w14:paraId="175C0C87" w14:textId="77777777" w:rsidR="00BB1E14" w:rsidRPr="003C0201" w:rsidRDefault="00BB1E14" w:rsidP="00344378">
            <w:r w:rsidRPr="003C0201">
              <w:t> </w:t>
            </w:r>
          </w:p>
        </w:tc>
        <w:tc>
          <w:tcPr>
            <w:tcW w:w="813" w:type="dxa"/>
            <w:noWrap/>
            <w:hideMark/>
          </w:tcPr>
          <w:p w14:paraId="41595648" w14:textId="77777777" w:rsidR="00BB1E14" w:rsidRPr="003C0201" w:rsidRDefault="00BB1E14" w:rsidP="00344378">
            <w:pPr>
              <w:jc w:val="left"/>
            </w:pPr>
            <w:r w:rsidRPr="003C0201">
              <w:t>10</w:t>
            </w:r>
          </w:p>
        </w:tc>
        <w:tc>
          <w:tcPr>
            <w:tcW w:w="830" w:type="dxa"/>
            <w:noWrap/>
            <w:hideMark/>
          </w:tcPr>
          <w:p w14:paraId="1B4FEDB0" w14:textId="77777777" w:rsidR="00BB1E14" w:rsidRPr="003C0201" w:rsidRDefault="00BB1E14" w:rsidP="00344378">
            <w:pPr>
              <w:jc w:val="left"/>
            </w:pPr>
            <w:r w:rsidRPr="003C0201">
              <w:t> </w:t>
            </w:r>
          </w:p>
        </w:tc>
        <w:tc>
          <w:tcPr>
            <w:tcW w:w="902" w:type="dxa"/>
            <w:noWrap/>
            <w:hideMark/>
          </w:tcPr>
          <w:p w14:paraId="645E3122" w14:textId="77777777" w:rsidR="00BB1E14" w:rsidRPr="003C0201" w:rsidRDefault="00BB1E14" w:rsidP="00344378">
            <w:r w:rsidRPr="003C0201">
              <w:t> </w:t>
            </w:r>
          </w:p>
        </w:tc>
      </w:tr>
      <w:tr w:rsidR="00BB1E14" w:rsidRPr="003C0201" w14:paraId="0BAB12B2" w14:textId="77777777" w:rsidTr="00344378">
        <w:trPr>
          <w:trHeight w:val="300"/>
        </w:trPr>
        <w:tc>
          <w:tcPr>
            <w:tcW w:w="10932" w:type="dxa"/>
            <w:noWrap/>
            <w:hideMark/>
          </w:tcPr>
          <w:p w14:paraId="02F9BD37" w14:textId="77777777" w:rsidR="00BB1E14" w:rsidRPr="003C0201" w:rsidRDefault="00BB1E14" w:rsidP="00344378">
            <w:r w:rsidRPr="003C0201">
              <w:t xml:space="preserve">wire cutter </w:t>
            </w:r>
          </w:p>
        </w:tc>
        <w:tc>
          <w:tcPr>
            <w:tcW w:w="3234" w:type="dxa"/>
            <w:noWrap/>
            <w:hideMark/>
          </w:tcPr>
          <w:p w14:paraId="41DCA672" w14:textId="77777777" w:rsidR="00BB1E14" w:rsidRPr="003C0201" w:rsidRDefault="00BB1E14" w:rsidP="00344378">
            <w:r w:rsidRPr="003C0201">
              <w:t> </w:t>
            </w:r>
          </w:p>
        </w:tc>
        <w:tc>
          <w:tcPr>
            <w:tcW w:w="813" w:type="dxa"/>
            <w:noWrap/>
            <w:hideMark/>
          </w:tcPr>
          <w:p w14:paraId="48EA377C" w14:textId="77777777" w:rsidR="00BB1E14" w:rsidRPr="003C0201" w:rsidRDefault="00BB1E14" w:rsidP="00344378">
            <w:pPr>
              <w:jc w:val="left"/>
            </w:pPr>
            <w:r w:rsidRPr="003C0201">
              <w:t>5</w:t>
            </w:r>
          </w:p>
        </w:tc>
        <w:tc>
          <w:tcPr>
            <w:tcW w:w="830" w:type="dxa"/>
            <w:noWrap/>
            <w:hideMark/>
          </w:tcPr>
          <w:p w14:paraId="5C5F793F" w14:textId="77777777" w:rsidR="00BB1E14" w:rsidRPr="003C0201" w:rsidRDefault="00BB1E14" w:rsidP="00344378">
            <w:pPr>
              <w:jc w:val="left"/>
            </w:pPr>
            <w:r w:rsidRPr="003C0201">
              <w:t> </w:t>
            </w:r>
          </w:p>
        </w:tc>
        <w:tc>
          <w:tcPr>
            <w:tcW w:w="902" w:type="dxa"/>
            <w:noWrap/>
            <w:hideMark/>
          </w:tcPr>
          <w:p w14:paraId="55BB40A0" w14:textId="77777777" w:rsidR="00BB1E14" w:rsidRPr="003C0201" w:rsidRDefault="00BB1E14" w:rsidP="00344378">
            <w:r w:rsidRPr="003C0201">
              <w:t> </w:t>
            </w:r>
          </w:p>
        </w:tc>
      </w:tr>
      <w:tr w:rsidR="00BB1E14" w:rsidRPr="003C0201" w14:paraId="56B2E8BD" w14:textId="77777777" w:rsidTr="00344378">
        <w:trPr>
          <w:trHeight w:val="300"/>
        </w:trPr>
        <w:tc>
          <w:tcPr>
            <w:tcW w:w="10932" w:type="dxa"/>
            <w:noWrap/>
            <w:hideMark/>
          </w:tcPr>
          <w:p w14:paraId="3CF8DE9A" w14:textId="77777777" w:rsidR="00BB1E14" w:rsidRPr="003C0201" w:rsidRDefault="00BB1E14" w:rsidP="00344378">
            <w:r w:rsidRPr="003C0201">
              <w:t xml:space="preserve">LAP PLIERS-Adams </w:t>
            </w:r>
          </w:p>
        </w:tc>
        <w:tc>
          <w:tcPr>
            <w:tcW w:w="3234" w:type="dxa"/>
            <w:noWrap/>
            <w:hideMark/>
          </w:tcPr>
          <w:p w14:paraId="32808CAB" w14:textId="77777777" w:rsidR="00BB1E14" w:rsidRPr="003C0201" w:rsidRDefault="00BB1E14" w:rsidP="00344378">
            <w:r w:rsidRPr="003C0201">
              <w:t> </w:t>
            </w:r>
          </w:p>
        </w:tc>
        <w:tc>
          <w:tcPr>
            <w:tcW w:w="813" w:type="dxa"/>
            <w:noWrap/>
            <w:hideMark/>
          </w:tcPr>
          <w:p w14:paraId="08A143FB" w14:textId="77777777" w:rsidR="00BB1E14" w:rsidRPr="003C0201" w:rsidRDefault="00BB1E14" w:rsidP="00344378">
            <w:pPr>
              <w:jc w:val="left"/>
            </w:pPr>
            <w:r w:rsidRPr="003C0201">
              <w:t>3</w:t>
            </w:r>
          </w:p>
        </w:tc>
        <w:tc>
          <w:tcPr>
            <w:tcW w:w="830" w:type="dxa"/>
            <w:noWrap/>
            <w:hideMark/>
          </w:tcPr>
          <w:p w14:paraId="2DB9AF14" w14:textId="77777777" w:rsidR="00BB1E14" w:rsidRPr="003C0201" w:rsidRDefault="00BB1E14" w:rsidP="00344378">
            <w:pPr>
              <w:jc w:val="left"/>
            </w:pPr>
            <w:r w:rsidRPr="003C0201">
              <w:t> </w:t>
            </w:r>
          </w:p>
        </w:tc>
        <w:tc>
          <w:tcPr>
            <w:tcW w:w="902" w:type="dxa"/>
            <w:noWrap/>
            <w:hideMark/>
          </w:tcPr>
          <w:p w14:paraId="477E6343" w14:textId="77777777" w:rsidR="00BB1E14" w:rsidRPr="003C0201" w:rsidRDefault="00BB1E14" w:rsidP="00344378">
            <w:r w:rsidRPr="003C0201">
              <w:t> </w:t>
            </w:r>
          </w:p>
        </w:tc>
      </w:tr>
      <w:tr w:rsidR="00BB1E14" w:rsidRPr="003C0201" w14:paraId="01F1ABB3" w14:textId="77777777" w:rsidTr="00344378">
        <w:trPr>
          <w:trHeight w:val="300"/>
        </w:trPr>
        <w:tc>
          <w:tcPr>
            <w:tcW w:w="10932" w:type="dxa"/>
            <w:noWrap/>
            <w:hideMark/>
          </w:tcPr>
          <w:p w14:paraId="28978DFA" w14:textId="77777777" w:rsidR="00BB1E14" w:rsidRPr="003C0201" w:rsidRDefault="00BB1E14" w:rsidP="00344378">
            <w:r w:rsidRPr="003C0201">
              <w:t xml:space="preserve">LAP PLIERS- Bird peak </w:t>
            </w:r>
          </w:p>
        </w:tc>
        <w:tc>
          <w:tcPr>
            <w:tcW w:w="3234" w:type="dxa"/>
            <w:noWrap/>
            <w:hideMark/>
          </w:tcPr>
          <w:p w14:paraId="592E7833" w14:textId="77777777" w:rsidR="00BB1E14" w:rsidRPr="003C0201" w:rsidRDefault="00BB1E14" w:rsidP="00344378">
            <w:r w:rsidRPr="003C0201">
              <w:t> </w:t>
            </w:r>
          </w:p>
        </w:tc>
        <w:tc>
          <w:tcPr>
            <w:tcW w:w="813" w:type="dxa"/>
            <w:noWrap/>
            <w:hideMark/>
          </w:tcPr>
          <w:p w14:paraId="66C62832" w14:textId="77777777" w:rsidR="00BB1E14" w:rsidRPr="003C0201" w:rsidRDefault="00BB1E14" w:rsidP="00344378">
            <w:pPr>
              <w:jc w:val="left"/>
            </w:pPr>
            <w:r w:rsidRPr="003C0201">
              <w:t>3</w:t>
            </w:r>
          </w:p>
        </w:tc>
        <w:tc>
          <w:tcPr>
            <w:tcW w:w="830" w:type="dxa"/>
            <w:noWrap/>
            <w:hideMark/>
          </w:tcPr>
          <w:p w14:paraId="5B01070A" w14:textId="77777777" w:rsidR="00BB1E14" w:rsidRPr="003C0201" w:rsidRDefault="00BB1E14" w:rsidP="00344378">
            <w:pPr>
              <w:jc w:val="left"/>
            </w:pPr>
            <w:r w:rsidRPr="003C0201">
              <w:t> </w:t>
            </w:r>
          </w:p>
        </w:tc>
        <w:tc>
          <w:tcPr>
            <w:tcW w:w="902" w:type="dxa"/>
            <w:noWrap/>
            <w:hideMark/>
          </w:tcPr>
          <w:p w14:paraId="5177F4A8" w14:textId="77777777" w:rsidR="00BB1E14" w:rsidRPr="003C0201" w:rsidRDefault="00BB1E14" w:rsidP="00344378">
            <w:r w:rsidRPr="003C0201">
              <w:t> </w:t>
            </w:r>
          </w:p>
        </w:tc>
      </w:tr>
      <w:tr w:rsidR="00BB1E14" w:rsidRPr="003C0201" w14:paraId="6F8557F8" w14:textId="77777777" w:rsidTr="00344378">
        <w:trPr>
          <w:trHeight w:val="300"/>
        </w:trPr>
        <w:tc>
          <w:tcPr>
            <w:tcW w:w="10932" w:type="dxa"/>
            <w:noWrap/>
            <w:hideMark/>
          </w:tcPr>
          <w:p w14:paraId="2F549D43" w14:textId="77777777" w:rsidR="00BB1E14" w:rsidRPr="003C0201" w:rsidRDefault="00BB1E14" w:rsidP="00344378">
            <w:r w:rsidRPr="003C0201">
              <w:t xml:space="preserve">LAP PLIERS -Three pronged </w:t>
            </w:r>
          </w:p>
        </w:tc>
        <w:tc>
          <w:tcPr>
            <w:tcW w:w="3234" w:type="dxa"/>
            <w:noWrap/>
            <w:hideMark/>
          </w:tcPr>
          <w:p w14:paraId="5C21E5C3" w14:textId="77777777" w:rsidR="00BB1E14" w:rsidRPr="003C0201" w:rsidRDefault="00BB1E14" w:rsidP="00344378">
            <w:r w:rsidRPr="003C0201">
              <w:t> </w:t>
            </w:r>
          </w:p>
        </w:tc>
        <w:tc>
          <w:tcPr>
            <w:tcW w:w="813" w:type="dxa"/>
            <w:noWrap/>
            <w:hideMark/>
          </w:tcPr>
          <w:p w14:paraId="1B785331" w14:textId="77777777" w:rsidR="00BB1E14" w:rsidRPr="003C0201" w:rsidRDefault="00BB1E14" w:rsidP="00344378">
            <w:pPr>
              <w:jc w:val="left"/>
            </w:pPr>
            <w:r w:rsidRPr="003C0201">
              <w:t>3</w:t>
            </w:r>
          </w:p>
        </w:tc>
        <w:tc>
          <w:tcPr>
            <w:tcW w:w="830" w:type="dxa"/>
            <w:noWrap/>
            <w:hideMark/>
          </w:tcPr>
          <w:p w14:paraId="721C411C" w14:textId="77777777" w:rsidR="00BB1E14" w:rsidRPr="003C0201" w:rsidRDefault="00BB1E14" w:rsidP="00344378">
            <w:pPr>
              <w:jc w:val="left"/>
            </w:pPr>
            <w:r w:rsidRPr="003C0201">
              <w:t> </w:t>
            </w:r>
          </w:p>
        </w:tc>
        <w:tc>
          <w:tcPr>
            <w:tcW w:w="902" w:type="dxa"/>
            <w:noWrap/>
            <w:hideMark/>
          </w:tcPr>
          <w:p w14:paraId="40FAC5DC" w14:textId="77777777" w:rsidR="00BB1E14" w:rsidRPr="003C0201" w:rsidRDefault="00BB1E14" w:rsidP="00344378">
            <w:r w:rsidRPr="003C0201">
              <w:t> </w:t>
            </w:r>
          </w:p>
        </w:tc>
      </w:tr>
      <w:tr w:rsidR="00BB1E14" w:rsidRPr="003C0201" w14:paraId="74FCB5C8" w14:textId="77777777" w:rsidTr="00344378">
        <w:trPr>
          <w:trHeight w:val="300"/>
        </w:trPr>
        <w:tc>
          <w:tcPr>
            <w:tcW w:w="10932" w:type="dxa"/>
            <w:noWrap/>
            <w:hideMark/>
          </w:tcPr>
          <w:p w14:paraId="698CB722" w14:textId="77777777" w:rsidR="00BB1E14" w:rsidRPr="003C0201" w:rsidRDefault="00BB1E14" w:rsidP="00344378">
            <w:r w:rsidRPr="003C0201">
              <w:t xml:space="preserve">Le cron Carvers </w:t>
            </w:r>
          </w:p>
        </w:tc>
        <w:tc>
          <w:tcPr>
            <w:tcW w:w="3234" w:type="dxa"/>
            <w:noWrap/>
            <w:hideMark/>
          </w:tcPr>
          <w:p w14:paraId="565A7EDF" w14:textId="77777777" w:rsidR="00BB1E14" w:rsidRPr="003C0201" w:rsidRDefault="00BB1E14" w:rsidP="00344378">
            <w:r w:rsidRPr="003C0201">
              <w:t> </w:t>
            </w:r>
          </w:p>
        </w:tc>
        <w:tc>
          <w:tcPr>
            <w:tcW w:w="813" w:type="dxa"/>
            <w:noWrap/>
            <w:hideMark/>
          </w:tcPr>
          <w:p w14:paraId="68C223F3" w14:textId="77777777" w:rsidR="00BB1E14" w:rsidRPr="003C0201" w:rsidRDefault="00BB1E14" w:rsidP="00344378">
            <w:pPr>
              <w:jc w:val="left"/>
            </w:pPr>
            <w:r w:rsidRPr="003C0201">
              <w:t>5</w:t>
            </w:r>
          </w:p>
        </w:tc>
        <w:tc>
          <w:tcPr>
            <w:tcW w:w="830" w:type="dxa"/>
            <w:noWrap/>
            <w:hideMark/>
          </w:tcPr>
          <w:p w14:paraId="7AEA138A" w14:textId="77777777" w:rsidR="00BB1E14" w:rsidRPr="003C0201" w:rsidRDefault="00BB1E14" w:rsidP="00344378">
            <w:pPr>
              <w:jc w:val="left"/>
            </w:pPr>
            <w:r w:rsidRPr="003C0201">
              <w:t> </w:t>
            </w:r>
          </w:p>
        </w:tc>
        <w:tc>
          <w:tcPr>
            <w:tcW w:w="902" w:type="dxa"/>
            <w:noWrap/>
            <w:hideMark/>
          </w:tcPr>
          <w:p w14:paraId="00FC956A" w14:textId="77777777" w:rsidR="00BB1E14" w:rsidRPr="003C0201" w:rsidRDefault="00BB1E14" w:rsidP="00344378">
            <w:r w:rsidRPr="003C0201">
              <w:t> </w:t>
            </w:r>
          </w:p>
        </w:tc>
      </w:tr>
      <w:tr w:rsidR="00BB1E14" w:rsidRPr="003C0201" w14:paraId="19921315" w14:textId="77777777" w:rsidTr="00344378">
        <w:trPr>
          <w:trHeight w:val="300"/>
        </w:trPr>
        <w:tc>
          <w:tcPr>
            <w:tcW w:w="10932" w:type="dxa"/>
            <w:noWrap/>
            <w:hideMark/>
          </w:tcPr>
          <w:p w14:paraId="1DD6B54B" w14:textId="77777777" w:rsidR="00BB1E14" w:rsidRPr="003C0201" w:rsidRDefault="00BB1E14" w:rsidP="00344378">
            <w:r w:rsidRPr="003C0201">
              <w:t xml:space="preserve">Indelible Pencil </w:t>
            </w:r>
          </w:p>
        </w:tc>
        <w:tc>
          <w:tcPr>
            <w:tcW w:w="3234" w:type="dxa"/>
            <w:noWrap/>
            <w:hideMark/>
          </w:tcPr>
          <w:p w14:paraId="50F5B205" w14:textId="77777777" w:rsidR="00BB1E14" w:rsidRPr="003C0201" w:rsidRDefault="00BB1E14" w:rsidP="00344378">
            <w:r w:rsidRPr="003C0201">
              <w:t> </w:t>
            </w:r>
          </w:p>
        </w:tc>
        <w:tc>
          <w:tcPr>
            <w:tcW w:w="813" w:type="dxa"/>
            <w:noWrap/>
            <w:hideMark/>
          </w:tcPr>
          <w:p w14:paraId="7CBB575C" w14:textId="77777777" w:rsidR="00BB1E14" w:rsidRPr="003C0201" w:rsidRDefault="00BB1E14" w:rsidP="00344378">
            <w:pPr>
              <w:jc w:val="left"/>
            </w:pPr>
            <w:r w:rsidRPr="003C0201">
              <w:t>10</w:t>
            </w:r>
          </w:p>
        </w:tc>
        <w:tc>
          <w:tcPr>
            <w:tcW w:w="830" w:type="dxa"/>
            <w:noWrap/>
            <w:hideMark/>
          </w:tcPr>
          <w:p w14:paraId="3A1353B1" w14:textId="77777777" w:rsidR="00BB1E14" w:rsidRPr="003C0201" w:rsidRDefault="00BB1E14" w:rsidP="00344378">
            <w:pPr>
              <w:jc w:val="left"/>
            </w:pPr>
            <w:r w:rsidRPr="003C0201">
              <w:t> </w:t>
            </w:r>
          </w:p>
        </w:tc>
        <w:tc>
          <w:tcPr>
            <w:tcW w:w="902" w:type="dxa"/>
            <w:noWrap/>
            <w:hideMark/>
          </w:tcPr>
          <w:p w14:paraId="127E7D1A" w14:textId="77777777" w:rsidR="00BB1E14" w:rsidRPr="003C0201" w:rsidRDefault="00BB1E14" w:rsidP="00344378">
            <w:r w:rsidRPr="003C0201">
              <w:t> </w:t>
            </w:r>
          </w:p>
        </w:tc>
      </w:tr>
      <w:tr w:rsidR="00BB1E14" w:rsidRPr="003C0201" w14:paraId="75D0EA09" w14:textId="77777777" w:rsidTr="00344378">
        <w:trPr>
          <w:trHeight w:val="300"/>
        </w:trPr>
        <w:tc>
          <w:tcPr>
            <w:tcW w:w="10932" w:type="dxa"/>
            <w:noWrap/>
            <w:hideMark/>
          </w:tcPr>
          <w:p w14:paraId="13F2CECB" w14:textId="77777777" w:rsidR="00BB1E14" w:rsidRPr="003C0201" w:rsidRDefault="00BB1E14" w:rsidP="00344378">
            <w:r w:rsidRPr="003C0201">
              <w:t>Denture Flasks upper (C00 F004)</w:t>
            </w:r>
          </w:p>
        </w:tc>
        <w:tc>
          <w:tcPr>
            <w:tcW w:w="3234" w:type="dxa"/>
            <w:noWrap/>
            <w:hideMark/>
          </w:tcPr>
          <w:p w14:paraId="64F40421" w14:textId="77777777" w:rsidR="00BB1E14" w:rsidRPr="003C0201" w:rsidRDefault="00BB1E14" w:rsidP="00344378">
            <w:r w:rsidRPr="003C0201">
              <w:t> </w:t>
            </w:r>
          </w:p>
        </w:tc>
        <w:tc>
          <w:tcPr>
            <w:tcW w:w="813" w:type="dxa"/>
            <w:noWrap/>
            <w:hideMark/>
          </w:tcPr>
          <w:p w14:paraId="004F63A6" w14:textId="77777777" w:rsidR="00BB1E14" w:rsidRPr="003C0201" w:rsidRDefault="00BB1E14" w:rsidP="00344378">
            <w:pPr>
              <w:jc w:val="left"/>
            </w:pPr>
            <w:r w:rsidRPr="003C0201">
              <w:t>6</w:t>
            </w:r>
          </w:p>
        </w:tc>
        <w:tc>
          <w:tcPr>
            <w:tcW w:w="830" w:type="dxa"/>
            <w:noWrap/>
            <w:hideMark/>
          </w:tcPr>
          <w:p w14:paraId="00AE7BE0" w14:textId="77777777" w:rsidR="00BB1E14" w:rsidRPr="003C0201" w:rsidRDefault="00BB1E14" w:rsidP="00344378">
            <w:pPr>
              <w:jc w:val="left"/>
            </w:pPr>
            <w:r w:rsidRPr="003C0201">
              <w:t> </w:t>
            </w:r>
          </w:p>
        </w:tc>
        <w:tc>
          <w:tcPr>
            <w:tcW w:w="902" w:type="dxa"/>
            <w:noWrap/>
            <w:hideMark/>
          </w:tcPr>
          <w:p w14:paraId="40D2E611" w14:textId="77777777" w:rsidR="00BB1E14" w:rsidRPr="003C0201" w:rsidRDefault="00BB1E14" w:rsidP="00344378">
            <w:r w:rsidRPr="003C0201">
              <w:t> </w:t>
            </w:r>
          </w:p>
        </w:tc>
      </w:tr>
      <w:tr w:rsidR="00BB1E14" w:rsidRPr="003C0201" w14:paraId="1C21F565" w14:textId="77777777" w:rsidTr="00344378">
        <w:trPr>
          <w:trHeight w:val="300"/>
        </w:trPr>
        <w:tc>
          <w:tcPr>
            <w:tcW w:w="10932" w:type="dxa"/>
            <w:noWrap/>
            <w:hideMark/>
          </w:tcPr>
          <w:p w14:paraId="6AAF41D8" w14:textId="77777777" w:rsidR="00BB1E14" w:rsidRPr="003C0201" w:rsidRDefault="00BB1E14" w:rsidP="00344378">
            <w:r w:rsidRPr="003C0201">
              <w:t>Denture Flasks lower  (C00 F005)</w:t>
            </w:r>
          </w:p>
        </w:tc>
        <w:tc>
          <w:tcPr>
            <w:tcW w:w="3234" w:type="dxa"/>
            <w:noWrap/>
            <w:hideMark/>
          </w:tcPr>
          <w:p w14:paraId="607DEEEE" w14:textId="77777777" w:rsidR="00BB1E14" w:rsidRPr="003C0201" w:rsidRDefault="00BB1E14" w:rsidP="00344378">
            <w:r w:rsidRPr="003C0201">
              <w:t> </w:t>
            </w:r>
          </w:p>
        </w:tc>
        <w:tc>
          <w:tcPr>
            <w:tcW w:w="813" w:type="dxa"/>
            <w:noWrap/>
            <w:hideMark/>
          </w:tcPr>
          <w:p w14:paraId="5A441D24" w14:textId="77777777" w:rsidR="00BB1E14" w:rsidRPr="003C0201" w:rsidRDefault="00BB1E14" w:rsidP="00344378">
            <w:pPr>
              <w:jc w:val="left"/>
            </w:pPr>
            <w:r w:rsidRPr="003C0201">
              <w:t>6</w:t>
            </w:r>
          </w:p>
        </w:tc>
        <w:tc>
          <w:tcPr>
            <w:tcW w:w="830" w:type="dxa"/>
            <w:noWrap/>
            <w:hideMark/>
          </w:tcPr>
          <w:p w14:paraId="021ED183" w14:textId="77777777" w:rsidR="00BB1E14" w:rsidRPr="003C0201" w:rsidRDefault="00BB1E14" w:rsidP="00344378">
            <w:pPr>
              <w:jc w:val="left"/>
            </w:pPr>
            <w:r w:rsidRPr="003C0201">
              <w:t> </w:t>
            </w:r>
          </w:p>
        </w:tc>
        <w:tc>
          <w:tcPr>
            <w:tcW w:w="902" w:type="dxa"/>
            <w:noWrap/>
            <w:hideMark/>
          </w:tcPr>
          <w:p w14:paraId="7358437D" w14:textId="77777777" w:rsidR="00BB1E14" w:rsidRPr="003C0201" w:rsidRDefault="00BB1E14" w:rsidP="00344378">
            <w:r w:rsidRPr="003C0201">
              <w:t> </w:t>
            </w:r>
          </w:p>
        </w:tc>
      </w:tr>
      <w:tr w:rsidR="00BB1E14" w:rsidRPr="003C0201" w14:paraId="32DCE99F" w14:textId="77777777" w:rsidTr="00344378">
        <w:trPr>
          <w:trHeight w:val="300"/>
        </w:trPr>
        <w:tc>
          <w:tcPr>
            <w:tcW w:w="10932" w:type="dxa"/>
            <w:noWrap/>
            <w:hideMark/>
          </w:tcPr>
          <w:p w14:paraId="5DCFEC25" w14:textId="77777777" w:rsidR="00BB1E14" w:rsidRPr="003C0201" w:rsidRDefault="00BB1E14" w:rsidP="00344378">
            <w:r w:rsidRPr="003C0201">
              <w:t xml:space="preserve">micro torch </w:t>
            </w:r>
          </w:p>
        </w:tc>
        <w:tc>
          <w:tcPr>
            <w:tcW w:w="3234" w:type="dxa"/>
            <w:noWrap/>
            <w:hideMark/>
          </w:tcPr>
          <w:p w14:paraId="0CA33A16" w14:textId="77777777" w:rsidR="00BB1E14" w:rsidRPr="003C0201" w:rsidRDefault="00BB1E14" w:rsidP="00344378">
            <w:r w:rsidRPr="003C0201">
              <w:t> </w:t>
            </w:r>
          </w:p>
        </w:tc>
        <w:tc>
          <w:tcPr>
            <w:tcW w:w="813" w:type="dxa"/>
            <w:noWrap/>
            <w:hideMark/>
          </w:tcPr>
          <w:p w14:paraId="6CF80E05" w14:textId="77777777" w:rsidR="00BB1E14" w:rsidRPr="003C0201" w:rsidRDefault="00BB1E14" w:rsidP="00344378">
            <w:pPr>
              <w:jc w:val="left"/>
            </w:pPr>
            <w:r w:rsidRPr="003C0201">
              <w:t>2</w:t>
            </w:r>
          </w:p>
        </w:tc>
        <w:tc>
          <w:tcPr>
            <w:tcW w:w="830" w:type="dxa"/>
            <w:noWrap/>
            <w:hideMark/>
          </w:tcPr>
          <w:p w14:paraId="033EC038" w14:textId="77777777" w:rsidR="00BB1E14" w:rsidRPr="003C0201" w:rsidRDefault="00BB1E14" w:rsidP="00344378">
            <w:pPr>
              <w:jc w:val="left"/>
            </w:pPr>
            <w:r w:rsidRPr="003C0201">
              <w:t> </w:t>
            </w:r>
          </w:p>
        </w:tc>
        <w:tc>
          <w:tcPr>
            <w:tcW w:w="902" w:type="dxa"/>
            <w:noWrap/>
            <w:hideMark/>
          </w:tcPr>
          <w:p w14:paraId="1960D520" w14:textId="77777777" w:rsidR="00BB1E14" w:rsidRPr="003C0201" w:rsidRDefault="00BB1E14" w:rsidP="00344378">
            <w:r w:rsidRPr="003C0201">
              <w:t> </w:t>
            </w:r>
          </w:p>
        </w:tc>
      </w:tr>
      <w:tr w:rsidR="00BB1E14" w:rsidRPr="003C0201" w14:paraId="20E99AAE" w14:textId="77777777" w:rsidTr="00344378">
        <w:trPr>
          <w:trHeight w:val="300"/>
        </w:trPr>
        <w:tc>
          <w:tcPr>
            <w:tcW w:w="10932" w:type="dxa"/>
            <w:noWrap/>
            <w:hideMark/>
          </w:tcPr>
          <w:p w14:paraId="5FFB3DB2" w14:textId="77777777" w:rsidR="00BB1E14" w:rsidRPr="003C0201" w:rsidRDefault="00BB1E14" w:rsidP="00344378">
            <w:r w:rsidRPr="003C0201">
              <w:t>Butane gas (for micro torch refill)</w:t>
            </w:r>
          </w:p>
        </w:tc>
        <w:tc>
          <w:tcPr>
            <w:tcW w:w="3234" w:type="dxa"/>
            <w:noWrap/>
            <w:hideMark/>
          </w:tcPr>
          <w:p w14:paraId="447AB3B3" w14:textId="77777777" w:rsidR="00BB1E14" w:rsidRPr="003C0201" w:rsidRDefault="00BB1E14" w:rsidP="00344378">
            <w:r w:rsidRPr="003C0201">
              <w:t> </w:t>
            </w:r>
          </w:p>
        </w:tc>
        <w:tc>
          <w:tcPr>
            <w:tcW w:w="813" w:type="dxa"/>
            <w:noWrap/>
            <w:hideMark/>
          </w:tcPr>
          <w:p w14:paraId="324CB24B" w14:textId="77777777" w:rsidR="00BB1E14" w:rsidRPr="003C0201" w:rsidRDefault="00BB1E14" w:rsidP="00344378">
            <w:pPr>
              <w:jc w:val="left"/>
            </w:pPr>
            <w:r w:rsidRPr="003C0201">
              <w:t>24</w:t>
            </w:r>
          </w:p>
        </w:tc>
        <w:tc>
          <w:tcPr>
            <w:tcW w:w="830" w:type="dxa"/>
            <w:noWrap/>
            <w:hideMark/>
          </w:tcPr>
          <w:p w14:paraId="4360C009" w14:textId="77777777" w:rsidR="00BB1E14" w:rsidRPr="003C0201" w:rsidRDefault="00BB1E14" w:rsidP="00344378">
            <w:pPr>
              <w:jc w:val="left"/>
            </w:pPr>
            <w:r w:rsidRPr="003C0201">
              <w:t> </w:t>
            </w:r>
          </w:p>
        </w:tc>
        <w:tc>
          <w:tcPr>
            <w:tcW w:w="902" w:type="dxa"/>
            <w:noWrap/>
            <w:hideMark/>
          </w:tcPr>
          <w:p w14:paraId="71B3FC79" w14:textId="77777777" w:rsidR="00BB1E14" w:rsidRPr="003C0201" w:rsidRDefault="00BB1E14" w:rsidP="00344378">
            <w:r w:rsidRPr="003C0201">
              <w:t> </w:t>
            </w:r>
          </w:p>
        </w:tc>
      </w:tr>
      <w:tr w:rsidR="00BB1E14" w:rsidRPr="003C0201" w14:paraId="1D0CDEE4" w14:textId="77777777" w:rsidTr="00344378">
        <w:trPr>
          <w:trHeight w:val="300"/>
        </w:trPr>
        <w:tc>
          <w:tcPr>
            <w:tcW w:w="10932" w:type="dxa"/>
            <w:noWrap/>
            <w:hideMark/>
          </w:tcPr>
          <w:p w14:paraId="3CDFCE44" w14:textId="77777777" w:rsidR="00BB1E14" w:rsidRPr="003C0201" w:rsidRDefault="00BB1E14" w:rsidP="00344378">
            <w:r w:rsidRPr="003C0201">
              <w:t>Dental Lathe (with build in dust suction unit)</w:t>
            </w:r>
          </w:p>
        </w:tc>
        <w:tc>
          <w:tcPr>
            <w:tcW w:w="3234" w:type="dxa"/>
            <w:noWrap/>
            <w:hideMark/>
          </w:tcPr>
          <w:p w14:paraId="70F8E45C" w14:textId="77777777" w:rsidR="00BB1E14" w:rsidRPr="003C0201" w:rsidRDefault="00BB1E14" w:rsidP="00344378">
            <w:r w:rsidRPr="003C0201">
              <w:t> </w:t>
            </w:r>
          </w:p>
        </w:tc>
        <w:tc>
          <w:tcPr>
            <w:tcW w:w="813" w:type="dxa"/>
            <w:noWrap/>
            <w:hideMark/>
          </w:tcPr>
          <w:p w14:paraId="175D9F93" w14:textId="77777777" w:rsidR="00BB1E14" w:rsidRPr="003C0201" w:rsidRDefault="00BB1E14" w:rsidP="00344378">
            <w:pPr>
              <w:jc w:val="left"/>
            </w:pPr>
            <w:r w:rsidRPr="003C0201">
              <w:t>1</w:t>
            </w:r>
          </w:p>
        </w:tc>
        <w:tc>
          <w:tcPr>
            <w:tcW w:w="830" w:type="dxa"/>
            <w:noWrap/>
            <w:hideMark/>
          </w:tcPr>
          <w:p w14:paraId="7DBF9181" w14:textId="77777777" w:rsidR="00BB1E14" w:rsidRPr="003C0201" w:rsidRDefault="00BB1E14" w:rsidP="00344378">
            <w:pPr>
              <w:jc w:val="left"/>
            </w:pPr>
            <w:r w:rsidRPr="003C0201">
              <w:t> </w:t>
            </w:r>
          </w:p>
        </w:tc>
        <w:tc>
          <w:tcPr>
            <w:tcW w:w="902" w:type="dxa"/>
            <w:noWrap/>
            <w:hideMark/>
          </w:tcPr>
          <w:p w14:paraId="393E1087" w14:textId="77777777" w:rsidR="00BB1E14" w:rsidRPr="003C0201" w:rsidRDefault="00BB1E14" w:rsidP="00344378">
            <w:r w:rsidRPr="003C0201">
              <w:t> </w:t>
            </w:r>
          </w:p>
        </w:tc>
      </w:tr>
      <w:tr w:rsidR="00BB1E14" w:rsidRPr="003C0201" w14:paraId="06FAF5F7" w14:textId="77777777" w:rsidTr="00344378">
        <w:trPr>
          <w:trHeight w:val="300"/>
        </w:trPr>
        <w:tc>
          <w:tcPr>
            <w:tcW w:w="10932" w:type="dxa"/>
            <w:noWrap/>
            <w:hideMark/>
          </w:tcPr>
          <w:p w14:paraId="11CF8E1F" w14:textId="77777777" w:rsidR="00BB1E14" w:rsidRPr="003C0201" w:rsidRDefault="00BB1E14" w:rsidP="00344378">
            <w:r w:rsidRPr="003C0201">
              <w:t xml:space="preserve">Dental Lathe stone chuck </w:t>
            </w:r>
          </w:p>
        </w:tc>
        <w:tc>
          <w:tcPr>
            <w:tcW w:w="3234" w:type="dxa"/>
            <w:noWrap/>
            <w:hideMark/>
          </w:tcPr>
          <w:p w14:paraId="628C0510" w14:textId="77777777" w:rsidR="00BB1E14" w:rsidRPr="003C0201" w:rsidRDefault="00BB1E14" w:rsidP="00344378">
            <w:r w:rsidRPr="003C0201">
              <w:t> </w:t>
            </w:r>
          </w:p>
        </w:tc>
        <w:tc>
          <w:tcPr>
            <w:tcW w:w="813" w:type="dxa"/>
            <w:noWrap/>
            <w:hideMark/>
          </w:tcPr>
          <w:p w14:paraId="30AB33CB" w14:textId="77777777" w:rsidR="00BB1E14" w:rsidRPr="003C0201" w:rsidRDefault="00BB1E14" w:rsidP="00344378">
            <w:pPr>
              <w:jc w:val="left"/>
            </w:pPr>
            <w:r w:rsidRPr="003C0201">
              <w:t>1</w:t>
            </w:r>
          </w:p>
        </w:tc>
        <w:tc>
          <w:tcPr>
            <w:tcW w:w="830" w:type="dxa"/>
            <w:noWrap/>
            <w:hideMark/>
          </w:tcPr>
          <w:p w14:paraId="32EECBB0" w14:textId="77777777" w:rsidR="00BB1E14" w:rsidRPr="003C0201" w:rsidRDefault="00BB1E14" w:rsidP="00344378">
            <w:pPr>
              <w:jc w:val="left"/>
            </w:pPr>
            <w:r w:rsidRPr="003C0201">
              <w:t> </w:t>
            </w:r>
          </w:p>
        </w:tc>
        <w:tc>
          <w:tcPr>
            <w:tcW w:w="902" w:type="dxa"/>
            <w:noWrap/>
            <w:hideMark/>
          </w:tcPr>
          <w:p w14:paraId="0E08E9B8" w14:textId="77777777" w:rsidR="00BB1E14" w:rsidRPr="003C0201" w:rsidRDefault="00BB1E14" w:rsidP="00344378">
            <w:r w:rsidRPr="003C0201">
              <w:t> </w:t>
            </w:r>
          </w:p>
        </w:tc>
      </w:tr>
      <w:tr w:rsidR="00BB1E14" w:rsidRPr="003C0201" w14:paraId="18A33930" w14:textId="77777777" w:rsidTr="00344378">
        <w:trPr>
          <w:trHeight w:val="300"/>
        </w:trPr>
        <w:tc>
          <w:tcPr>
            <w:tcW w:w="10932" w:type="dxa"/>
            <w:noWrap/>
            <w:hideMark/>
          </w:tcPr>
          <w:p w14:paraId="64BAA818" w14:textId="77777777" w:rsidR="00BB1E14" w:rsidRPr="003C0201" w:rsidRDefault="00BB1E14" w:rsidP="00344378">
            <w:r w:rsidRPr="003C0201">
              <w:t>Dental Lathe Brush (Tapered Chuck)(N# 7)</w:t>
            </w:r>
          </w:p>
        </w:tc>
        <w:tc>
          <w:tcPr>
            <w:tcW w:w="3234" w:type="dxa"/>
            <w:noWrap/>
            <w:hideMark/>
          </w:tcPr>
          <w:p w14:paraId="67CF96BB" w14:textId="77777777" w:rsidR="00BB1E14" w:rsidRPr="003C0201" w:rsidRDefault="00BB1E14" w:rsidP="00344378">
            <w:r w:rsidRPr="003C0201">
              <w:t> </w:t>
            </w:r>
          </w:p>
        </w:tc>
        <w:tc>
          <w:tcPr>
            <w:tcW w:w="813" w:type="dxa"/>
            <w:noWrap/>
            <w:hideMark/>
          </w:tcPr>
          <w:p w14:paraId="21D660FF" w14:textId="77777777" w:rsidR="00BB1E14" w:rsidRPr="003C0201" w:rsidRDefault="00BB1E14" w:rsidP="00344378">
            <w:pPr>
              <w:jc w:val="left"/>
            </w:pPr>
            <w:r w:rsidRPr="003C0201">
              <w:t>1</w:t>
            </w:r>
          </w:p>
        </w:tc>
        <w:tc>
          <w:tcPr>
            <w:tcW w:w="830" w:type="dxa"/>
            <w:noWrap/>
            <w:hideMark/>
          </w:tcPr>
          <w:p w14:paraId="3853E10B" w14:textId="77777777" w:rsidR="00BB1E14" w:rsidRPr="003C0201" w:rsidRDefault="00BB1E14" w:rsidP="00344378">
            <w:pPr>
              <w:jc w:val="left"/>
            </w:pPr>
            <w:r w:rsidRPr="003C0201">
              <w:t> </w:t>
            </w:r>
          </w:p>
        </w:tc>
        <w:tc>
          <w:tcPr>
            <w:tcW w:w="902" w:type="dxa"/>
            <w:noWrap/>
            <w:hideMark/>
          </w:tcPr>
          <w:p w14:paraId="04ED24A3" w14:textId="77777777" w:rsidR="00BB1E14" w:rsidRPr="003C0201" w:rsidRDefault="00BB1E14" w:rsidP="00344378">
            <w:r w:rsidRPr="003C0201">
              <w:t> </w:t>
            </w:r>
          </w:p>
        </w:tc>
      </w:tr>
      <w:tr w:rsidR="00BB1E14" w:rsidRPr="003C0201" w14:paraId="736506F2" w14:textId="77777777" w:rsidTr="00344378">
        <w:trPr>
          <w:trHeight w:val="300"/>
        </w:trPr>
        <w:tc>
          <w:tcPr>
            <w:tcW w:w="10932" w:type="dxa"/>
            <w:noWrap/>
            <w:hideMark/>
          </w:tcPr>
          <w:p w14:paraId="48D5B436" w14:textId="77777777" w:rsidR="00BB1E14" w:rsidRPr="003C0201" w:rsidRDefault="00BB1E14" w:rsidP="00344378">
            <w:r w:rsidRPr="003C0201">
              <w:t xml:space="preserve">Model trimmer </w:t>
            </w:r>
          </w:p>
        </w:tc>
        <w:tc>
          <w:tcPr>
            <w:tcW w:w="3234" w:type="dxa"/>
            <w:noWrap/>
            <w:hideMark/>
          </w:tcPr>
          <w:p w14:paraId="496F6A49" w14:textId="77777777" w:rsidR="00BB1E14" w:rsidRPr="003C0201" w:rsidRDefault="00BB1E14" w:rsidP="00344378">
            <w:r w:rsidRPr="003C0201">
              <w:t> </w:t>
            </w:r>
          </w:p>
        </w:tc>
        <w:tc>
          <w:tcPr>
            <w:tcW w:w="813" w:type="dxa"/>
            <w:noWrap/>
            <w:hideMark/>
          </w:tcPr>
          <w:p w14:paraId="524D5739" w14:textId="77777777" w:rsidR="00BB1E14" w:rsidRPr="003C0201" w:rsidRDefault="00BB1E14" w:rsidP="00344378">
            <w:pPr>
              <w:jc w:val="left"/>
            </w:pPr>
            <w:r w:rsidRPr="003C0201">
              <w:t>1</w:t>
            </w:r>
          </w:p>
        </w:tc>
        <w:tc>
          <w:tcPr>
            <w:tcW w:w="830" w:type="dxa"/>
            <w:noWrap/>
            <w:hideMark/>
          </w:tcPr>
          <w:p w14:paraId="7C180457" w14:textId="77777777" w:rsidR="00BB1E14" w:rsidRPr="003C0201" w:rsidRDefault="00BB1E14" w:rsidP="00344378">
            <w:pPr>
              <w:jc w:val="left"/>
            </w:pPr>
            <w:r w:rsidRPr="003C0201">
              <w:t> </w:t>
            </w:r>
          </w:p>
        </w:tc>
        <w:tc>
          <w:tcPr>
            <w:tcW w:w="902" w:type="dxa"/>
            <w:noWrap/>
            <w:hideMark/>
          </w:tcPr>
          <w:p w14:paraId="406B6741" w14:textId="77777777" w:rsidR="00BB1E14" w:rsidRPr="003C0201" w:rsidRDefault="00BB1E14" w:rsidP="00344378">
            <w:r w:rsidRPr="003C0201">
              <w:t> </w:t>
            </w:r>
          </w:p>
        </w:tc>
      </w:tr>
      <w:tr w:rsidR="00BB1E14" w:rsidRPr="003C0201" w14:paraId="7B9E115B" w14:textId="77777777" w:rsidTr="00344378">
        <w:trPr>
          <w:trHeight w:val="300"/>
        </w:trPr>
        <w:tc>
          <w:tcPr>
            <w:tcW w:w="10932" w:type="dxa"/>
            <w:noWrap/>
            <w:hideMark/>
          </w:tcPr>
          <w:p w14:paraId="05C8660F" w14:textId="77777777" w:rsidR="00BB1E14" w:rsidRPr="003C0201" w:rsidRDefault="00BB1E14" w:rsidP="00344378">
            <w:r w:rsidRPr="003C0201">
              <w:t xml:space="preserve">Vibrator </w:t>
            </w:r>
          </w:p>
        </w:tc>
        <w:tc>
          <w:tcPr>
            <w:tcW w:w="3234" w:type="dxa"/>
            <w:noWrap/>
            <w:hideMark/>
          </w:tcPr>
          <w:p w14:paraId="73FFEF8A" w14:textId="77777777" w:rsidR="00BB1E14" w:rsidRPr="003C0201" w:rsidRDefault="00BB1E14" w:rsidP="00344378">
            <w:r w:rsidRPr="003C0201">
              <w:t> </w:t>
            </w:r>
          </w:p>
        </w:tc>
        <w:tc>
          <w:tcPr>
            <w:tcW w:w="813" w:type="dxa"/>
            <w:noWrap/>
            <w:hideMark/>
          </w:tcPr>
          <w:p w14:paraId="3C9573C6" w14:textId="77777777" w:rsidR="00BB1E14" w:rsidRPr="003C0201" w:rsidRDefault="00BB1E14" w:rsidP="00344378">
            <w:pPr>
              <w:jc w:val="left"/>
            </w:pPr>
            <w:r w:rsidRPr="003C0201">
              <w:t>1</w:t>
            </w:r>
          </w:p>
        </w:tc>
        <w:tc>
          <w:tcPr>
            <w:tcW w:w="830" w:type="dxa"/>
            <w:noWrap/>
            <w:hideMark/>
          </w:tcPr>
          <w:p w14:paraId="4C874979" w14:textId="77777777" w:rsidR="00BB1E14" w:rsidRPr="003C0201" w:rsidRDefault="00BB1E14" w:rsidP="00344378">
            <w:pPr>
              <w:jc w:val="left"/>
            </w:pPr>
            <w:r w:rsidRPr="003C0201">
              <w:t> </w:t>
            </w:r>
          </w:p>
        </w:tc>
        <w:tc>
          <w:tcPr>
            <w:tcW w:w="902" w:type="dxa"/>
            <w:noWrap/>
            <w:hideMark/>
          </w:tcPr>
          <w:p w14:paraId="7D1A78ED" w14:textId="77777777" w:rsidR="00BB1E14" w:rsidRPr="003C0201" w:rsidRDefault="00BB1E14" w:rsidP="00344378">
            <w:r w:rsidRPr="003C0201">
              <w:t> </w:t>
            </w:r>
          </w:p>
        </w:tc>
      </w:tr>
      <w:tr w:rsidR="00BB1E14" w:rsidRPr="003C0201" w14:paraId="65C12FB1" w14:textId="77777777" w:rsidTr="00344378">
        <w:trPr>
          <w:trHeight w:val="300"/>
        </w:trPr>
        <w:tc>
          <w:tcPr>
            <w:tcW w:w="10932" w:type="dxa"/>
            <w:noWrap/>
            <w:hideMark/>
          </w:tcPr>
          <w:p w14:paraId="7A0CDA99" w14:textId="77777777" w:rsidR="00BB1E14" w:rsidRPr="003C0201" w:rsidRDefault="00BB1E14" w:rsidP="00344378">
            <w:r w:rsidRPr="003C0201">
              <w:t xml:space="preserve">Micro - motor </w:t>
            </w:r>
          </w:p>
        </w:tc>
        <w:tc>
          <w:tcPr>
            <w:tcW w:w="3234" w:type="dxa"/>
            <w:noWrap/>
            <w:hideMark/>
          </w:tcPr>
          <w:p w14:paraId="5A2B1A3D" w14:textId="77777777" w:rsidR="00BB1E14" w:rsidRPr="003C0201" w:rsidRDefault="00BB1E14" w:rsidP="00344378">
            <w:r w:rsidRPr="003C0201">
              <w:t> </w:t>
            </w:r>
          </w:p>
        </w:tc>
        <w:tc>
          <w:tcPr>
            <w:tcW w:w="813" w:type="dxa"/>
            <w:noWrap/>
            <w:hideMark/>
          </w:tcPr>
          <w:p w14:paraId="429A7D56" w14:textId="77777777" w:rsidR="00BB1E14" w:rsidRPr="003C0201" w:rsidRDefault="00BB1E14" w:rsidP="00344378">
            <w:pPr>
              <w:jc w:val="left"/>
            </w:pPr>
            <w:r w:rsidRPr="003C0201">
              <w:t>4</w:t>
            </w:r>
          </w:p>
        </w:tc>
        <w:tc>
          <w:tcPr>
            <w:tcW w:w="830" w:type="dxa"/>
            <w:noWrap/>
            <w:hideMark/>
          </w:tcPr>
          <w:p w14:paraId="3BC72AA7" w14:textId="77777777" w:rsidR="00BB1E14" w:rsidRPr="003C0201" w:rsidRDefault="00BB1E14" w:rsidP="00344378">
            <w:pPr>
              <w:jc w:val="left"/>
            </w:pPr>
            <w:r w:rsidRPr="003C0201">
              <w:t> </w:t>
            </w:r>
          </w:p>
        </w:tc>
        <w:tc>
          <w:tcPr>
            <w:tcW w:w="902" w:type="dxa"/>
            <w:noWrap/>
            <w:hideMark/>
          </w:tcPr>
          <w:p w14:paraId="62BC1D69" w14:textId="77777777" w:rsidR="00BB1E14" w:rsidRPr="003C0201" w:rsidRDefault="00BB1E14" w:rsidP="00344378">
            <w:r w:rsidRPr="003C0201">
              <w:t> </w:t>
            </w:r>
          </w:p>
        </w:tc>
      </w:tr>
      <w:tr w:rsidR="00BB1E14" w:rsidRPr="003C0201" w14:paraId="24E0F10B" w14:textId="77777777" w:rsidTr="00344378">
        <w:trPr>
          <w:trHeight w:val="300"/>
        </w:trPr>
        <w:tc>
          <w:tcPr>
            <w:tcW w:w="10932" w:type="dxa"/>
            <w:noWrap/>
            <w:hideMark/>
          </w:tcPr>
          <w:p w14:paraId="3F4F7E61" w14:textId="77777777" w:rsidR="00BB1E14" w:rsidRPr="003C0201" w:rsidRDefault="00BB1E14" w:rsidP="00344378">
            <w:r w:rsidRPr="003C0201">
              <w:t xml:space="preserve">Acrylic Polymerizer </w:t>
            </w:r>
          </w:p>
        </w:tc>
        <w:tc>
          <w:tcPr>
            <w:tcW w:w="3234" w:type="dxa"/>
            <w:noWrap/>
            <w:hideMark/>
          </w:tcPr>
          <w:p w14:paraId="67B02A59" w14:textId="77777777" w:rsidR="00BB1E14" w:rsidRPr="003C0201" w:rsidRDefault="00BB1E14" w:rsidP="00344378">
            <w:r w:rsidRPr="003C0201">
              <w:t> </w:t>
            </w:r>
          </w:p>
        </w:tc>
        <w:tc>
          <w:tcPr>
            <w:tcW w:w="813" w:type="dxa"/>
            <w:noWrap/>
            <w:hideMark/>
          </w:tcPr>
          <w:p w14:paraId="6C5593BD" w14:textId="77777777" w:rsidR="00BB1E14" w:rsidRPr="003C0201" w:rsidRDefault="00BB1E14" w:rsidP="00344378">
            <w:pPr>
              <w:jc w:val="left"/>
            </w:pPr>
            <w:r w:rsidRPr="003C0201">
              <w:t>1</w:t>
            </w:r>
          </w:p>
        </w:tc>
        <w:tc>
          <w:tcPr>
            <w:tcW w:w="830" w:type="dxa"/>
            <w:noWrap/>
            <w:hideMark/>
          </w:tcPr>
          <w:p w14:paraId="2A1199B8" w14:textId="77777777" w:rsidR="00BB1E14" w:rsidRPr="003C0201" w:rsidRDefault="00BB1E14" w:rsidP="00344378">
            <w:pPr>
              <w:jc w:val="left"/>
            </w:pPr>
            <w:r w:rsidRPr="003C0201">
              <w:t> </w:t>
            </w:r>
          </w:p>
        </w:tc>
        <w:tc>
          <w:tcPr>
            <w:tcW w:w="902" w:type="dxa"/>
            <w:noWrap/>
            <w:hideMark/>
          </w:tcPr>
          <w:p w14:paraId="0042FC98" w14:textId="77777777" w:rsidR="00BB1E14" w:rsidRPr="003C0201" w:rsidRDefault="00BB1E14" w:rsidP="00344378">
            <w:r w:rsidRPr="003C0201">
              <w:t> </w:t>
            </w:r>
          </w:p>
        </w:tc>
      </w:tr>
      <w:tr w:rsidR="00BB1E14" w:rsidRPr="003C0201" w14:paraId="73EBF54C" w14:textId="77777777" w:rsidTr="00344378">
        <w:trPr>
          <w:trHeight w:val="300"/>
        </w:trPr>
        <w:tc>
          <w:tcPr>
            <w:tcW w:w="10932" w:type="dxa"/>
            <w:noWrap/>
            <w:hideMark/>
          </w:tcPr>
          <w:p w14:paraId="648BF1B6" w14:textId="77777777" w:rsidR="00BB1E14" w:rsidRPr="003C0201" w:rsidRDefault="00BB1E14" w:rsidP="00344378">
            <w:r w:rsidRPr="003C0201">
              <w:t xml:space="preserve">special tray polymer </w:t>
            </w:r>
          </w:p>
        </w:tc>
        <w:tc>
          <w:tcPr>
            <w:tcW w:w="3234" w:type="dxa"/>
            <w:noWrap/>
            <w:hideMark/>
          </w:tcPr>
          <w:p w14:paraId="67C4BC9D" w14:textId="77777777" w:rsidR="00BB1E14" w:rsidRPr="003C0201" w:rsidRDefault="00BB1E14" w:rsidP="00344378">
            <w:r w:rsidRPr="003C0201">
              <w:t>2kg pack</w:t>
            </w:r>
          </w:p>
        </w:tc>
        <w:tc>
          <w:tcPr>
            <w:tcW w:w="813" w:type="dxa"/>
            <w:noWrap/>
            <w:hideMark/>
          </w:tcPr>
          <w:p w14:paraId="0184C9A7" w14:textId="77777777" w:rsidR="00BB1E14" w:rsidRPr="003C0201" w:rsidRDefault="00BB1E14" w:rsidP="00344378">
            <w:pPr>
              <w:jc w:val="left"/>
            </w:pPr>
            <w:r w:rsidRPr="003C0201">
              <w:t>1</w:t>
            </w:r>
          </w:p>
        </w:tc>
        <w:tc>
          <w:tcPr>
            <w:tcW w:w="830" w:type="dxa"/>
            <w:noWrap/>
            <w:hideMark/>
          </w:tcPr>
          <w:p w14:paraId="5E38AD62" w14:textId="77777777" w:rsidR="00BB1E14" w:rsidRPr="003C0201" w:rsidRDefault="00BB1E14" w:rsidP="00344378">
            <w:pPr>
              <w:jc w:val="left"/>
            </w:pPr>
            <w:r w:rsidRPr="003C0201">
              <w:t> </w:t>
            </w:r>
          </w:p>
        </w:tc>
        <w:tc>
          <w:tcPr>
            <w:tcW w:w="902" w:type="dxa"/>
            <w:noWrap/>
            <w:hideMark/>
          </w:tcPr>
          <w:p w14:paraId="3F607EC4" w14:textId="77777777" w:rsidR="00BB1E14" w:rsidRPr="003C0201" w:rsidRDefault="00BB1E14" w:rsidP="00344378">
            <w:r w:rsidRPr="003C0201">
              <w:t> </w:t>
            </w:r>
          </w:p>
        </w:tc>
      </w:tr>
      <w:tr w:rsidR="00BB1E14" w:rsidRPr="003C0201" w14:paraId="01454C3F" w14:textId="77777777" w:rsidTr="00344378">
        <w:trPr>
          <w:trHeight w:val="300"/>
        </w:trPr>
        <w:tc>
          <w:tcPr>
            <w:tcW w:w="10932" w:type="dxa"/>
            <w:noWrap/>
            <w:hideMark/>
          </w:tcPr>
          <w:p w14:paraId="3E2E6B7B" w14:textId="77777777" w:rsidR="00BB1E14" w:rsidRPr="003C0201" w:rsidRDefault="00BB1E14" w:rsidP="00344378">
            <w:r w:rsidRPr="003C0201">
              <w:t xml:space="preserve">special tray monomer </w:t>
            </w:r>
          </w:p>
        </w:tc>
        <w:tc>
          <w:tcPr>
            <w:tcW w:w="3234" w:type="dxa"/>
            <w:noWrap/>
            <w:hideMark/>
          </w:tcPr>
          <w:p w14:paraId="15DE25BA" w14:textId="77777777" w:rsidR="00BB1E14" w:rsidRPr="003C0201" w:rsidRDefault="00BB1E14" w:rsidP="00344378">
            <w:r w:rsidRPr="003C0201">
              <w:t>2Ltrs</w:t>
            </w:r>
          </w:p>
        </w:tc>
        <w:tc>
          <w:tcPr>
            <w:tcW w:w="813" w:type="dxa"/>
            <w:noWrap/>
            <w:hideMark/>
          </w:tcPr>
          <w:p w14:paraId="065A1476" w14:textId="77777777" w:rsidR="00BB1E14" w:rsidRPr="003C0201" w:rsidRDefault="00BB1E14" w:rsidP="00344378">
            <w:pPr>
              <w:jc w:val="left"/>
            </w:pPr>
            <w:r w:rsidRPr="003C0201">
              <w:t>1</w:t>
            </w:r>
          </w:p>
        </w:tc>
        <w:tc>
          <w:tcPr>
            <w:tcW w:w="830" w:type="dxa"/>
            <w:noWrap/>
            <w:hideMark/>
          </w:tcPr>
          <w:p w14:paraId="48CF95B5" w14:textId="77777777" w:rsidR="00BB1E14" w:rsidRPr="003C0201" w:rsidRDefault="00BB1E14" w:rsidP="00344378">
            <w:pPr>
              <w:jc w:val="left"/>
            </w:pPr>
            <w:r w:rsidRPr="003C0201">
              <w:t> </w:t>
            </w:r>
          </w:p>
        </w:tc>
        <w:tc>
          <w:tcPr>
            <w:tcW w:w="902" w:type="dxa"/>
            <w:noWrap/>
            <w:hideMark/>
          </w:tcPr>
          <w:p w14:paraId="5EAF2C59" w14:textId="77777777" w:rsidR="00BB1E14" w:rsidRPr="003C0201" w:rsidRDefault="00BB1E14" w:rsidP="00344378">
            <w:r w:rsidRPr="003C0201">
              <w:t> </w:t>
            </w:r>
          </w:p>
        </w:tc>
      </w:tr>
      <w:tr w:rsidR="00BB1E14" w:rsidRPr="003C0201" w14:paraId="41A149AC" w14:textId="77777777" w:rsidTr="00344378">
        <w:trPr>
          <w:trHeight w:val="300"/>
        </w:trPr>
        <w:tc>
          <w:tcPr>
            <w:tcW w:w="10932" w:type="dxa"/>
            <w:noWrap/>
            <w:hideMark/>
          </w:tcPr>
          <w:p w14:paraId="5A8AAE4E" w14:textId="77777777" w:rsidR="00BB1E14" w:rsidRPr="003C0201" w:rsidRDefault="00BB1E14" w:rsidP="00344378">
            <w:r w:rsidRPr="003C0201">
              <w:t>water boiler mechine- for wax off and boil out process</w:t>
            </w:r>
          </w:p>
        </w:tc>
        <w:tc>
          <w:tcPr>
            <w:tcW w:w="3234" w:type="dxa"/>
            <w:noWrap/>
            <w:hideMark/>
          </w:tcPr>
          <w:p w14:paraId="154DC0A1" w14:textId="77777777" w:rsidR="00BB1E14" w:rsidRPr="003C0201" w:rsidRDefault="00BB1E14" w:rsidP="00344378">
            <w:r w:rsidRPr="003C0201">
              <w:t> </w:t>
            </w:r>
          </w:p>
        </w:tc>
        <w:tc>
          <w:tcPr>
            <w:tcW w:w="813" w:type="dxa"/>
            <w:noWrap/>
            <w:hideMark/>
          </w:tcPr>
          <w:p w14:paraId="62E39AB5" w14:textId="77777777" w:rsidR="00BB1E14" w:rsidRPr="003C0201" w:rsidRDefault="00BB1E14" w:rsidP="00344378">
            <w:r w:rsidRPr="003C0201">
              <w:t> </w:t>
            </w:r>
          </w:p>
        </w:tc>
        <w:tc>
          <w:tcPr>
            <w:tcW w:w="830" w:type="dxa"/>
            <w:noWrap/>
            <w:hideMark/>
          </w:tcPr>
          <w:p w14:paraId="50B2F0C3" w14:textId="77777777" w:rsidR="00BB1E14" w:rsidRPr="003C0201" w:rsidRDefault="00BB1E14" w:rsidP="00344378">
            <w:r w:rsidRPr="003C0201">
              <w:t> </w:t>
            </w:r>
          </w:p>
        </w:tc>
        <w:tc>
          <w:tcPr>
            <w:tcW w:w="902" w:type="dxa"/>
            <w:noWrap/>
            <w:hideMark/>
          </w:tcPr>
          <w:p w14:paraId="7BCB4EF7" w14:textId="77777777" w:rsidR="00BB1E14" w:rsidRPr="003C0201" w:rsidRDefault="00BB1E14" w:rsidP="00344378">
            <w:r w:rsidRPr="003C0201">
              <w:t> </w:t>
            </w:r>
          </w:p>
        </w:tc>
      </w:tr>
      <w:tr w:rsidR="00BB1E14" w:rsidRPr="003C0201" w14:paraId="1707A4E2" w14:textId="77777777" w:rsidTr="00344378">
        <w:trPr>
          <w:trHeight w:val="300"/>
        </w:trPr>
        <w:tc>
          <w:tcPr>
            <w:tcW w:w="10932" w:type="dxa"/>
            <w:noWrap/>
            <w:hideMark/>
          </w:tcPr>
          <w:p w14:paraId="639433B5" w14:textId="77777777" w:rsidR="00BB1E14" w:rsidRPr="003C0201" w:rsidRDefault="00BB1E14" w:rsidP="00344378">
            <w:pPr>
              <w:rPr>
                <w:i/>
                <w:iCs/>
              </w:rPr>
            </w:pPr>
            <w:r w:rsidRPr="003C0201">
              <w:rPr>
                <w:i/>
                <w:iCs/>
              </w:rPr>
              <w:t>Dental lab acrylic carbide burs (assorted) - 6/pkt, smallround,fissure</w:t>
            </w:r>
          </w:p>
        </w:tc>
        <w:tc>
          <w:tcPr>
            <w:tcW w:w="3234" w:type="dxa"/>
            <w:noWrap/>
            <w:hideMark/>
          </w:tcPr>
          <w:p w14:paraId="479099FE" w14:textId="77777777" w:rsidR="00BB1E14" w:rsidRPr="003C0201" w:rsidRDefault="00BB1E14" w:rsidP="00344378">
            <w:r w:rsidRPr="003C0201">
              <w:t xml:space="preserve">5 packs </w:t>
            </w:r>
          </w:p>
        </w:tc>
        <w:tc>
          <w:tcPr>
            <w:tcW w:w="813" w:type="dxa"/>
            <w:noWrap/>
            <w:hideMark/>
          </w:tcPr>
          <w:p w14:paraId="11708D0D" w14:textId="77777777" w:rsidR="00BB1E14" w:rsidRPr="003C0201" w:rsidRDefault="00BB1E14" w:rsidP="00344378">
            <w:pPr>
              <w:jc w:val="left"/>
            </w:pPr>
            <w:r w:rsidRPr="003C0201">
              <w:t>2</w:t>
            </w:r>
          </w:p>
        </w:tc>
        <w:tc>
          <w:tcPr>
            <w:tcW w:w="830" w:type="dxa"/>
            <w:noWrap/>
            <w:hideMark/>
          </w:tcPr>
          <w:p w14:paraId="25DFF528" w14:textId="77777777" w:rsidR="00BB1E14" w:rsidRPr="003C0201" w:rsidRDefault="00BB1E14" w:rsidP="00344378">
            <w:pPr>
              <w:jc w:val="left"/>
            </w:pPr>
            <w:r w:rsidRPr="003C0201">
              <w:t> </w:t>
            </w:r>
          </w:p>
        </w:tc>
        <w:tc>
          <w:tcPr>
            <w:tcW w:w="902" w:type="dxa"/>
            <w:noWrap/>
            <w:hideMark/>
          </w:tcPr>
          <w:p w14:paraId="1BCCB34F" w14:textId="77777777" w:rsidR="00BB1E14" w:rsidRPr="003C0201" w:rsidRDefault="00BB1E14" w:rsidP="00344378">
            <w:r w:rsidRPr="003C0201">
              <w:t> </w:t>
            </w:r>
          </w:p>
        </w:tc>
      </w:tr>
      <w:tr w:rsidR="00BB1E14" w:rsidRPr="003C0201" w14:paraId="3A7D9827" w14:textId="77777777" w:rsidTr="00344378">
        <w:trPr>
          <w:trHeight w:val="300"/>
        </w:trPr>
        <w:tc>
          <w:tcPr>
            <w:tcW w:w="10932" w:type="dxa"/>
            <w:noWrap/>
            <w:hideMark/>
          </w:tcPr>
          <w:p w14:paraId="1B4D3B02" w14:textId="77777777" w:rsidR="00BB1E14" w:rsidRPr="003C0201" w:rsidRDefault="00BB1E14" w:rsidP="00344378">
            <w:r w:rsidRPr="003C0201">
              <w:t>vent suction unit- for dust and chemical films</w:t>
            </w:r>
          </w:p>
        </w:tc>
        <w:tc>
          <w:tcPr>
            <w:tcW w:w="3234" w:type="dxa"/>
            <w:noWrap/>
            <w:hideMark/>
          </w:tcPr>
          <w:p w14:paraId="7CDD8B72" w14:textId="77777777" w:rsidR="00BB1E14" w:rsidRPr="003C0201" w:rsidRDefault="00BB1E14" w:rsidP="00344378">
            <w:r w:rsidRPr="003C0201">
              <w:t> </w:t>
            </w:r>
          </w:p>
        </w:tc>
        <w:tc>
          <w:tcPr>
            <w:tcW w:w="813" w:type="dxa"/>
            <w:noWrap/>
            <w:hideMark/>
          </w:tcPr>
          <w:p w14:paraId="5A3B9ECE" w14:textId="77777777" w:rsidR="00BB1E14" w:rsidRPr="003C0201" w:rsidRDefault="00BB1E14" w:rsidP="00344378">
            <w:pPr>
              <w:jc w:val="left"/>
            </w:pPr>
            <w:r w:rsidRPr="003C0201">
              <w:t>1</w:t>
            </w:r>
          </w:p>
        </w:tc>
        <w:tc>
          <w:tcPr>
            <w:tcW w:w="830" w:type="dxa"/>
            <w:noWrap/>
            <w:hideMark/>
          </w:tcPr>
          <w:p w14:paraId="3C48318F" w14:textId="77777777" w:rsidR="00BB1E14" w:rsidRPr="003C0201" w:rsidRDefault="00BB1E14" w:rsidP="00344378">
            <w:pPr>
              <w:jc w:val="left"/>
            </w:pPr>
            <w:r w:rsidRPr="003C0201">
              <w:t> </w:t>
            </w:r>
          </w:p>
        </w:tc>
        <w:tc>
          <w:tcPr>
            <w:tcW w:w="902" w:type="dxa"/>
            <w:noWrap/>
            <w:hideMark/>
          </w:tcPr>
          <w:p w14:paraId="38A203EE" w14:textId="77777777" w:rsidR="00BB1E14" w:rsidRPr="003C0201" w:rsidRDefault="00BB1E14" w:rsidP="00344378">
            <w:r w:rsidRPr="003C0201">
              <w:t> </w:t>
            </w:r>
          </w:p>
        </w:tc>
      </w:tr>
      <w:tr w:rsidR="00BB1E14" w:rsidRPr="003C0201" w14:paraId="4D2B8C7B" w14:textId="77777777" w:rsidTr="00344378">
        <w:trPr>
          <w:trHeight w:val="300"/>
        </w:trPr>
        <w:tc>
          <w:tcPr>
            <w:tcW w:w="10932" w:type="dxa"/>
            <w:noWrap/>
            <w:hideMark/>
          </w:tcPr>
          <w:p w14:paraId="7F42F013" w14:textId="77777777" w:rsidR="00BB1E14" w:rsidRPr="003C0201" w:rsidRDefault="00BB1E14" w:rsidP="00344378">
            <w:r w:rsidRPr="003C0201">
              <w:t xml:space="preserve">UPPER ANTERIOR TEETH </w:t>
            </w:r>
          </w:p>
        </w:tc>
        <w:tc>
          <w:tcPr>
            <w:tcW w:w="3234" w:type="dxa"/>
            <w:noWrap/>
            <w:hideMark/>
          </w:tcPr>
          <w:p w14:paraId="4600F5EC" w14:textId="77777777" w:rsidR="00BB1E14" w:rsidRPr="003C0201" w:rsidRDefault="00BB1E14" w:rsidP="00344378">
            <w:r w:rsidRPr="003C0201">
              <w:t> </w:t>
            </w:r>
          </w:p>
        </w:tc>
        <w:tc>
          <w:tcPr>
            <w:tcW w:w="813" w:type="dxa"/>
            <w:noWrap/>
            <w:hideMark/>
          </w:tcPr>
          <w:p w14:paraId="2DE743AA" w14:textId="77777777" w:rsidR="00BB1E14" w:rsidRPr="003C0201" w:rsidRDefault="00BB1E14" w:rsidP="00344378">
            <w:r w:rsidRPr="003C0201">
              <w:t> </w:t>
            </w:r>
          </w:p>
        </w:tc>
        <w:tc>
          <w:tcPr>
            <w:tcW w:w="830" w:type="dxa"/>
            <w:noWrap/>
            <w:hideMark/>
          </w:tcPr>
          <w:p w14:paraId="1C1B9DF0" w14:textId="77777777" w:rsidR="00BB1E14" w:rsidRPr="003C0201" w:rsidRDefault="00BB1E14" w:rsidP="00344378">
            <w:r w:rsidRPr="003C0201">
              <w:t> </w:t>
            </w:r>
          </w:p>
        </w:tc>
        <w:tc>
          <w:tcPr>
            <w:tcW w:w="902" w:type="dxa"/>
            <w:noWrap/>
            <w:hideMark/>
          </w:tcPr>
          <w:p w14:paraId="6A86B71C" w14:textId="77777777" w:rsidR="00BB1E14" w:rsidRPr="003C0201" w:rsidRDefault="00BB1E14" w:rsidP="00344378">
            <w:r w:rsidRPr="003C0201">
              <w:t> </w:t>
            </w:r>
          </w:p>
        </w:tc>
      </w:tr>
      <w:tr w:rsidR="00BB1E14" w:rsidRPr="003C0201" w14:paraId="343F72D1" w14:textId="77777777" w:rsidTr="00344378">
        <w:trPr>
          <w:trHeight w:val="300"/>
        </w:trPr>
        <w:tc>
          <w:tcPr>
            <w:tcW w:w="10932" w:type="dxa"/>
            <w:noWrap/>
            <w:hideMark/>
          </w:tcPr>
          <w:p w14:paraId="1AB92653" w14:textId="77777777" w:rsidR="00BB1E14" w:rsidRPr="003C0201" w:rsidRDefault="00BB1E14" w:rsidP="00344378">
            <w:r w:rsidRPr="003C0201">
              <w:lastRenderedPageBreak/>
              <w:t>S25</w:t>
            </w:r>
          </w:p>
        </w:tc>
        <w:tc>
          <w:tcPr>
            <w:tcW w:w="3234" w:type="dxa"/>
            <w:noWrap/>
            <w:hideMark/>
          </w:tcPr>
          <w:p w14:paraId="4BFFF73F" w14:textId="77777777" w:rsidR="00BB1E14" w:rsidRPr="003C0201" w:rsidRDefault="00BB1E14" w:rsidP="00344378">
            <w:r w:rsidRPr="003C0201">
              <w:t>B2</w:t>
            </w:r>
          </w:p>
        </w:tc>
        <w:tc>
          <w:tcPr>
            <w:tcW w:w="813" w:type="dxa"/>
            <w:noWrap/>
            <w:hideMark/>
          </w:tcPr>
          <w:p w14:paraId="35BD1576" w14:textId="77777777" w:rsidR="00BB1E14" w:rsidRPr="003C0201" w:rsidRDefault="00BB1E14" w:rsidP="00344378">
            <w:pPr>
              <w:jc w:val="left"/>
            </w:pPr>
            <w:r w:rsidRPr="003C0201">
              <w:t>100</w:t>
            </w:r>
          </w:p>
        </w:tc>
        <w:tc>
          <w:tcPr>
            <w:tcW w:w="830" w:type="dxa"/>
            <w:noWrap/>
            <w:hideMark/>
          </w:tcPr>
          <w:p w14:paraId="31ED2716" w14:textId="77777777" w:rsidR="00BB1E14" w:rsidRPr="003C0201" w:rsidRDefault="00BB1E14" w:rsidP="00344378">
            <w:pPr>
              <w:jc w:val="left"/>
            </w:pPr>
            <w:r w:rsidRPr="003C0201">
              <w:t> </w:t>
            </w:r>
          </w:p>
        </w:tc>
        <w:tc>
          <w:tcPr>
            <w:tcW w:w="902" w:type="dxa"/>
            <w:noWrap/>
            <w:hideMark/>
          </w:tcPr>
          <w:p w14:paraId="72013AF3" w14:textId="77777777" w:rsidR="00BB1E14" w:rsidRPr="003C0201" w:rsidRDefault="00BB1E14" w:rsidP="00344378">
            <w:r w:rsidRPr="003C0201">
              <w:t> </w:t>
            </w:r>
          </w:p>
        </w:tc>
      </w:tr>
      <w:tr w:rsidR="00BB1E14" w:rsidRPr="003C0201" w14:paraId="5B0AEF32" w14:textId="77777777" w:rsidTr="00344378">
        <w:trPr>
          <w:trHeight w:val="300"/>
        </w:trPr>
        <w:tc>
          <w:tcPr>
            <w:tcW w:w="10932" w:type="dxa"/>
            <w:noWrap/>
            <w:hideMark/>
          </w:tcPr>
          <w:p w14:paraId="01247D31" w14:textId="77777777" w:rsidR="00BB1E14" w:rsidRPr="003C0201" w:rsidRDefault="00BB1E14" w:rsidP="00344378">
            <w:r w:rsidRPr="003C0201">
              <w:t>S25</w:t>
            </w:r>
          </w:p>
        </w:tc>
        <w:tc>
          <w:tcPr>
            <w:tcW w:w="3234" w:type="dxa"/>
            <w:noWrap/>
            <w:hideMark/>
          </w:tcPr>
          <w:p w14:paraId="6FE37C4B" w14:textId="77777777" w:rsidR="00BB1E14" w:rsidRPr="003C0201" w:rsidRDefault="00BB1E14" w:rsidP="00344378">
            <w:r w:rsidRPr="003C0201">
              <w:t>A1</w:t>
            </w:r>
          </w:p>
        </w:tc>
        <w:tc>
          <w:tcPr>
            <w:tcW w:w="813" w:type="dxa"/>
            <w:noWrap/>
            <w:hideMark/>
          </w:tcPr>
          <w:p w14:paraId="05242BA2" w14:textId="77777777" w:rsidR="00BB1E14" w:rsidRPr="003C0201" w:rsidRDefault="00BB1E14" w:rsidP="00344378">
            <w:pPr>
              <w:jc w:val="left"/>
            </w:pPr>
            <w:r w:rsidRPr="003C0201">
              <w:t>10</w:t>
            </w:r>
          </w:p>
        </w:tc>
        <w:tc>
          <w:tcPr>
            <w:tcW w:w="830" w:type="dxa"/>
            <w:noWrap/>
            <w:hideMark/>
          </w:tcPr>
          <w:p w14:paraId="57AA9189" w14:textId="77777777" w:rsidR="00BB1E14" w:rsidRPr="003C0201" w:rsidRDefault="00BB1E14" w:rsidP="00344378">
            <w:pPr>
              <w:jc w:val="left"/>
            </w:pPr>
            <w:r w:rsidRPr="003C0201">
              <w:t> </w:t>
            </w:r>
          </w:p>
        </w:tc>
        <w:tc>
          <w:tcPr>
            <w:tcW w:w="902" w:type="dxa"/>
            <w:noWrap/>
            <w:hideMark/>
          </w:tcPr>
          <w:p w14:paraId="459E0AA3" w14:textId="77777777" w:rsidR="00BB1E14" w:rsidRPr="003C0201" w:rsidRDefault="00BB1E14" w:rsidP="00344378">
            <w:r w:rsidRPr="003C0201">
              <w:t> </w:t>
            </w:r>
          </w:p>
        </w:tc>
      </w:tr>
      <w:tr w:rsidR="00BB1E14" w:rsidRPr="003C0201" w14:paraId="162D973A" w14:textId="77777777" w:rsidTr="00344378">
        <w:trPr>
          <w:trHeight w:val="300"/>
        </w:trPr>
        <w:tc>
          <w:tcPr>
            <w:tcW w:w="10932" w:type="dxa"/>
            <w:noWrap/>
            <w:hideMark/>
          </w:tcPr>
          <w:p w14:paraId="4D874527" w14:textId="77777777" w:rsidR="00BB1E14" w:rsidRPr="003C0201" w:rsidRDefault="00BB1E14" w:rsidP="00344378">
            <w:r w:rsidRPr="003C0201">
              <w:t>S25</w:t>
            </w:r>
          </w:p>
        </w:tc>
        <w:tc>
          <w:tcPr>
            <w:tcW w:w="3234" w:type="dxa"/>
            <w:noWrap/>
            <w:hideMark/>
          </w:tcPr>
          <w:p w14:paraId="5974C9E6" w14:textId="77777777" w:rsidR="00BB1E14" w:rsidRPr="003C0201" w:rsidRDefault="00BB1E14" w:rsidP="00344378">
            <w:r w:rsidRPr="003C0201">
              <w:t>A2</w:t>
            </w:r>
          </w:p>
        </w:tc>
        <w:tc>
          <w:tcPr>
            <w:tcW w:w="813" w:type="dxa"/>
            <w:noWrap/>
            <w:hideMark/>
          </w:tcPr>
          <w:p w14:paraId="7072697F" w14:textId="77777777" w:rsidR="00BB1E14" w:rsidRPr="003C0201" w:rsidRDefault="00BB1E14" w:rsidP="00344378">
            <w:pPr>
              <w:jc w:val="left"/>
            </w:pPr>
            <w:r w:rsidRPr="003C0201">
              <w:t>20</w:t>
            </w:r>
          </w:p>
        </w:tc>
        <w:tc>
          <w:tcPr>
            <w:tcW w:w="830" w:type="dxa"/>
            <w:noWrap/>
            <w:hideMark/>
          </w:tcPr>
          <w:p w14:paraId="70463162" w14:textId="77777777" w:rsidR="00BB1E14" w:rsidRPr="003C0201" w:rsidRDefault="00BB1E14" w:rsidP="00344378">
            <w:pPr>
              <w:jc w:val="left"/>
            </w:pPr>
            <w:r w:rsidRPr="003C0201">
              <w:t> </w:t>
            </w:r>
          </w:p>
        </w:tc>
        <w:tc>
          <w:tcPr>
            <w:tcW w:w="902" w:type="dxa"/>
            <w:noWrap/>
            <w:hideMark/>
          </w:tcPr>
          <w:p w14:paraId="4FE16D5E" w14:textId="77777777" w:rsidR="00BB1E14" w:rsidRPr="003C0201" w:rsidRDefault="00BB1E14" w:rsidP="00344378">
            <w:r w:rsidRPr="003C0201">
              <w:t> </w:t>
            </w:r>
          </w:p>
        </w:tc>
      </w:tr>
      <w:tr w:rsidR="00BB1E14" w:rsidRPr="003C0201" w14:paraId="79B6E680" w14:textId="77777777" w:rsidTr="00344378">
        <w:trPr>
          <w:trHeight w:val="300"/>
        </w:trPr>
        <w:tc>
          <w:tcPr>
            <w:tcW w:w="10932" w:type="dxa"/>
            <w:noWrap/>
            <w:hideMark/>
          </w:tcPr>
          <w:p w14:paraId="6E0F4B02" w14:textId="77777777" w:rsidR="00BB1E14" w:rsidRPr="003C0201" w:rsidRDefault="00BB1E14" w:rsidP="00344378">
            <w:r w:rsidRPr="003C0201">
              <w:t>S25</w:t>
            </w:r>
          </w:p>
        </w:tc>
        <w:tc>
          <w:tcPr>
            <w:tcW w:w="3234" w:type="dxa"/>
            <w:noWrap/>
            <w:hideMark/>
          </w:tcPr>
          <w:p w14:paraId="5BBD7BBE" w14:textId="77777777" w:rsidR="00BB1E14" w:rsidRPr="003C0201" w:rsidRDefault="00BB1E14" w:rsidP="00344378">
            <w:r w:rsidRPr="003C0201">
              <w:t>A3</w:t>
            </w:r>
          </w:p>
        </w:tc>
        <w:tc>
          <w:tcPr>
            <w:tcW w:w="813" w:type="dxa"/>
            <w:noWrap/>
            <w:hideMark/>
          </w:tcPr>
          <w:p w14:paraId="0F411725" w14:textId="77777777" w:rsidR="00BB1E14" w:rsidRPr="003C0201" w:rsidRDefault="00BB1E14" w:rsidP="00344378">
            <w:pPr>
              <w:jc w:val="left"/>
            </w:pPr>
            <w:r w:rsidRPr="003C0201">
              <w:t>10</w:t>
            </w:r>
          </w:p>
        </w:tc>
        <w:tc>
          <w:tcPr>
            <w:tcW w:w="830" w:type="dxa"/>
            <w:noWrap/>
            <w:hideMark/>
          </w:tcPr>
          <w:p w14:paraId="4F21A83A" w14:textId="77777777" w:rsidR="00BB1E14" w:rsidRPr="003C0201" w:rsidRDefault="00BB1E14" w:rsidP="00344378">
            <w:pPr>
              <w:jc w:val="left"/>
            </w:pPr>
            <w:r w:rsidRPr="003C0201">
              <w:t> </w:t>
            </w:r>
          </w:p>
        </w:tc>
        <w:tc>
          <w:tcPr>
            <w:tcW w:w="902" w:type="dxa"/>
            <w:noWrap/>
            <w:hideMark/>
          </w:tcPr>
          <w:p w14:paraId="593FA557" w14:textId="77777777" w:rsidR="00BB1E14" w:rsidRPr="003C0201" w:rsidRDefault="00BB1E14" w:rsidP="00344378">
            <w:r w:rsidRPr="003C0201">
              <w:t> </w:t>
            </w:r>
          </w:p>
        </w:tc>
      </w:tr>
      <w:tr w:rsidR="00BB1E14" w:rsidRPr="003C0201" w14:paraId="2940DE11" w14:textId="77777777" w:rsidTr="00344378">
        <w:trPr>
          <w:trHeight w:val="300"/>
        </w:trPr>
        <w:tc>
          <w:tcPr>
            <w:tcW w:w="10932" w:type="dxa"/>
            <w:noWrap/>
            <w:hideMark/>
          </w:tcPr>
          <w:p w14:paraId="78B5ABEA" w14:textId="77777777" w:rsidR="00BB1E14" w:rsidRPr="003C0201" w:rsidRDefault="00BB1E14" w:rsidP="00344378">
            <w:r w:rsidRPr="003C0201">
              <w:t>S26</w:t>
            </w:r>
          </w:p>
        </w:tc>
        <w:tc>
          <w:tcPr>
            <w:tcW w:w="3234" w:type="dxa"/>
            <w:noWrap/>
            <w:hideMark/>
          </w:tcPr>
          <w:p w14:paraId="6C91341B" w14:textId="77777777" w:rsidR="00BB1E14" w:rsidRPr="003C0201" w:rsidRDefault="00BB1E14" w:rsidP="00344378">
            <w:r w:rsidRPr="003C0201">
              <w:t>B2</w:t>
            </w:r>
          </w:p>
        </w:tc>
        <w:tc>
          <w:tcPr>
            <w:tcW w:w="813" w:type="dxa"/>
            <w:noWrap/>
            <w:hideMark/>
          </w:tcPr>
          <w:p w14:paraId="1988D2A4" w14:textId="77777777" w:rsidR="00BB1E14" w:rsidRPr="003C0201" w:rsidRDefault="00BB1E14" w:rsidP="00344378">
            <w:pPr>
              <w:jc w:val="left"/>
            </w:pPr>
            <w:r w:rsidRPr="003C0201">
              <w:t>50</w:t>
            </w:r>
          </w:p>
        </w:tc>
        <w:tc>
          <w:tcPr>
            <w:tcW w:w="830" w:type="dxa"/>
            <w:noWrap/>
            <w:hideMark/>
          </w:tcPr>
          <w:p w14:paraId="3105A789" w14:textId="77777777" w:rsidR="00BB1E14" w:rsidRPr="003C0201" w:rsidRDefault="00BB1E14" w:rsidP="00344378">
            <w:pPr>
              <w:jc w:val="left"/>
            </w:pPr>
            <w:r w:rsidRPr="003C0201">
              <w:t> </w:t>
            </w:r>
          </w:p>
        </w:tc>
        <w:tc>
          <w:tcPr>
            <w:tcW w:w="902" w:type="dxa"/>
            <w:noWrap/>
            <w:hideMark/>
          </w:tcPr>
          <w:p w14:paraId="40F8F0F6" w14:textId="77777777" w:rsidR="00BB1E14" w:rsidRPr="003C0201" w:rsidRDefault="00BB1E14" w:rsidP="00344378">
            <w:r w:rsidRPr="003C0201">
              <w:t> </w:t>
            </w:r>
          </w:p>
        </w:tc>
      </w:tr>
      <w:tr w:rsidR="00BB1E14" w:rsidRPr="003C0201" w14:paraId="21AA1994" w14:textId="77777777" w:rsidTr="00344378">
        <w:trPr>
          <w:trHeight w:val="300"/>
        </w:trPr>
        <w:tc>
          <w:tcPr>
            <w:tcW w:w="10932" w:type="dxa"/>
            <w:noWrap/>
            <w:hideMark/>
          </w:tcPr>
          <w:p w14:paraId="3893FDB4" w14:textId="77777777" w:rsidR="00BB1E14" w:rsidRPr="003C0201" w:rsidRDefault="00BB1E14" w:rsidP="00344378">
            <w:r w:rsidRPr="003C0201">
              <w:t>S26</w:t>
            </w:r>
          </w:p>
        </w:tc>
        <w:tc>
          <w:tcPr>
            <w:tcW w:w="3234" w:type="dxa"/>
            <w:noWrap/>
            <w:hideMark/>
          </w:tcPr>
          <w:p w14:paraId="2078BFD4" w14:textId="77777777" w:rsidR="00BB1E14" w:rsidRPr="003C0201" w:rsidRDefault="00BB1E14" w:rsidP="00344378">
            <w:r w:rsidRPr="003C0201">
              <w:t>A1</w:t>
            </w:r>
          </w:p>
        </w:tc>
        <w:tc>
          <w:tcPr>
            <w:tcW w:w="813" w:type="dxa"/>
            <w:noWrap/>
            <w:hideMark/>
          </w:tcPr>
          <w:p w14:paraId="5363EEE6" w14:textId="77777777" w:rsidR="00BB1E14" w:rsidRPr="003C0201" w:rsidRDefault="00BB1E14" w:rsidP="00344378">
            <w:pPr>
              <w:jc w:val="left"/>
            </w:pPr>
            <w:r w:rsidRPr="003C0201">
              <w:t>10</w:t>
            </w:r>
          </w:p>
        </w:tc>
        <w:tc>
          <w:tcPr>
            <w:tcW w:w="830" w:type="dxa"/>
            <w:noWrap/>
            <w:hideMark/>
          </w:tcPr>
          <w:p w14:paraId="3BD0C0F3" w14:textId="77777777" w:rsidR="00BB1E14" w:rsidRPr="003C0201" w:rsidRDefault="00BB1E14" w:rsidP="00344378">
            <w:pPr>
              <w:jc w:val="left"/>
            </w:pPr>
            <w:r w:rsidRPr="003C0201">
              <w:t> </w:t>
            </w:r>
          </w:p>
        </w:tc>
        <w:tc>
          <w:tcPr>
            <w:tcW w:w="902" w:type="dxa"/>
            <w:noWrap/>
            <w:hideMark/>
          </w:tcPr>
          <w:p w14:paraId="52870A7C" w14:textId="77777777" w:rsidR="00BB1E14" w:rsidRPr="003C0201" w:rsidRDefault="00BB1E14" w:rsidP="00344378">
            <w:r w:rsidRPr="003C0201">
              <w:t> </w:t>
            </w:r>
          </w:p>
        </w:tc>
      </w:tr>
      <w:tr w:rsidR="00BB1E14" w:rsidRPr="003C0201" w14:paraId="127D3055" w14:textId="77777777" w:rsidTr="00344378">
        <w:trPr>
          <w:trHeight w:val="300"/>
        </w:trPr>
        <w:tc>
          <w:tcPr>
            <w:tcW w:w="10932" w:type="dxa"/>
            <w:noWrap/>
            <w:hideMark/>
          </w:tcPr>
          <w:p w14:paraId="15A41723" w14:textId="77777777" w:rsidR="00BB1E14" w:rsidRPr="003C0201" w:rsidRDefault="00BB1E14" w:rsidP="00344378">
            <w:r w:rsidRPr="003C0201">
              <w:t>S26</w:t>
            </w:r>
          </w:p>
        </w:tc>
        <w:tc>
          <w:tcPr>
            <w:tcW w:w="3234" w:type="dxa"/>
            <w:noWrap/>
            <w:hideMark/>
          </w:tcPr>
          <w:p w14:paraId="5318616C" w14:textId="77777777" w:rsidR="00BB1E14" w:rsidRPr="003C0201" w:rsidRDefault="00BB1E14" w:rsidP="00344378">
            <w:r w:rsidRPr="003C0201">
              <w:t>A2</w:t>
            </w:r>
          </w:p>
        </w:tc>
        <w:tc>
          <w:tcPr>
            <w:tcW w:w="813" w:type="dxa"/>
            <w:noWrap/>
            <w:hideMark/>
          </w:tcPr>
          <w:p w14:paraId="695E3F8D" w14:textId="77777777" w:rsidR="00BB1E14" w:rsidRPr="003C0201" w:rsidRDefault="00BB1E14" w:rsidP="00344378">
            <w:pPr>
              <w:jc w:val="left"/>
            </w:pPr>
            <w:r w:rsidRPr="003C0201">
              <w:t>20</w:t>
            </w:r>
          </w:p>
        </w:tc>
        <w:tc>
          <w:tcPr>
            <w:tcW w:w="830" w:type="dxa"/>
            <w:noWrap/>
            <w:hideMark/>
          </w:tcPr>
          <w:p w14:paraId="5FB903D3" w14:textId="77777777" w:rsidR="00BB1E14" w:rsidRPr="003C0201" w:rsidRDefault="00BB1E14" w:rsidP="00344378">
            <w:pPr>
              <w:jc w:val="left"/>
            </w:pPr>
            <w:r w:rsidRPr="003C0201">
              <w:t> </w:t>
            </w:r>
          </w:p>
        </w:tc>
        <w:tc>
          <w:tcPr>
            <w:tcW w:w="902" w:type="dxa"/>
            <w:noWrap/>
            <w:hideMark/>
          </w:tcPr>
          <w:p w14:paraId="57D49C4E" w14:textId="77777777" w:rsidR="00BB1E14" w:rsidRPr="003C0201" w:rsidRDefault="00BB1E14" w:rsidP="00344378">
            <w:r w:rsidRPr="003C0201">
              <w:t> </w:t>
            </w:r>
          </w:p>
        </w:tc>
      </w:tr>
      <w:tr w:rsidR="00BB1E14" w:rsidRPr="003C0201" w14:paraId="13AD2A60" w14:textId="77777777" w:rsidTr="00344378">
        <w:trPr>
          <w:trHeight w:val="300"/>
        </w:trPr>
        <w:tc>
          <w:tcPr>
            <w:tcW w:w="10932" w:type="dxa"/>
            <w:noWrap/>
            <w:hideMark/>
          </w:tcPr>
          <w:p w14:paraId="67B3F81B" w14:textId="77777777" w:rsidR="00BB1E14" w:rsidRPr="003C0201" w:rsidRDefault="00BB1E14" w:rsidP="00344378">
            <w:r w:rsidRPr="003C0201">
              <w:t>S26</w:t>
            </w:r>
          </w:p>
        </w:tc>
        <w:tc>
          <w:tcPr>
            <w:tcW w:w="3234" w:type="dxa"/>
            <w:noWrap/>
            <w:hideMark/>
          </w:tcPr>
          <w:p w14:paraId="7E420BBB" w14:textId="77777777" w:rsidR="00BB1E14" w:rsidRPr="003C0201" w:rsidRDefault="00BB1E14" w:rsidP="00344378">
            <w:r w:rsidRPr="003C0201">
              <w:t>A3</w:t>
            </w:r>
          </w:p>
        </w:tc>
        <w:tc>
          <w:tcPr>
            <w:tcW w:w="813" w:type="dxa"/>
            <w:noWrap/>
            <w:hideMark/>
          </w:tcPr>
          <w:p w14:paraId="46C902AA" w14:textId="77777777" w:rsidR="00BB1E14" w:rsidRPr="003C0201" w:rsidRDefault="00BB1E14" w:rsidP="00344378">
            <w:pPr>
              <w:jc w:val="left"/>
            </w:pPr>
            <w:r w:rsidRPr="003C0201">
              <w:t>10</w:t>
            </w:r>
          </w:p>
        </w:tc>
        <w:tc>
          <w:tcPr>
            <w:tcW w:w="830" w:type="dxa"/>
            <w:noWrap/>
            <w:hideMark/>
          </w:tcPr>
          <w:p w14:paraId="287805CE" w14:textId="77777777" w:rsidR="00BB1E14" w:rsidRPr="003C0201" w:rsidRDefault="00BB1E14" w:rsidP="00344378">
            <w:pPr>
              <w:jc w:val="left"/>
            </w:pPr>
            <w:r w:rsidRPr="003C0201">
              <w:t> </w:t>
            </w:r>
          </w:p>
        </w:tc>
        <w:tc>
          <w:tcPr>
            <w:tcW w:w="902" w:type="dxa"/>
            <w:noWrap/>
            <w:hideMark/>
          </w:tcPr>
          <w:p w14:paraId="1F8385B5" w14:textId="77777777" w:rsidR="00BB1E14" w:rsidRPr="003C0201" w:rsidRDefault="00BB1E14" w:rsidP="00344378">
            <w:r w:rsidRPr="003C0201">
              <w:t> </w:t>
            </w:r>
          </w:p>
        </w:tc>
      </w:tr>
      <w:tr w:rsidR="00BB1E14" w:rsidRPr="003C0201" w14:paraId="0BC45EE1" w14:textId="77777777" w:rsidTr="00344378">
        <w:trPr>
          <w:trHeight w:val="300"/>
        </w:trPr>
        <w:tc>
          <w:tcPr>
            <w:tcW w:w="10932" w:type="dxa"/>
            <w:noWrap/>
            <w:hideMark/>
          </w:tcPr>
          <w:p w14:paraId="753F727F" w14:textId="77777777" w:rsidR="00BB1E14" w:rsidRPr="003C0201" w:rsidRDefault="00BB1E14" w:rsidP="00344378">
            <w:r w:rsidRPr="003C0201">
              <w:t>S33</w:t>
            </w:r>
          </w:p>
        </w:tc>
        <w:tc>
          <w:tcPr>
            <w:tcW w:w="3234" w:type="dxa"/>
            <w:noWrap/>
            <w:hideMark/>
          </w:tcPr>
          <w:p w14:paraId="1E18793C" w14:textId="77777777" w:rsidR="00BB1E14" w:rsidRPr="003C0201" w:rsidRDefault="00BB1E14" w:rsidP="00344378">
            <w:r w:rsidRPr="003C0201">
              <w:t>A1</w:t>
            </w:r>
          </w:p>
        </w:tc>
        <w:tc>
          <w:tcPr>
            <w:tcW w:w="813" w:type="dxa"/>
            <w:noWrap/>
            <w:hideMark/>
          </w:tcPr>
          <w:p w14:paraId="2BEFB975" w14:textId="77777777" w:rsidR="00BB1E14" w:rsidRPr="003C0201" w:rsidRDefault="00BB1E14" w:rsidP="00344378">
            <w:pPr>
              <w:jc w:val="left"/>
            </w:pPr>
            <w:r w:rsidRPr="003C0201">
              <w:t>10</w:t>
            </w:r>
          </w:p>
        </w:tc>
        <w:tc>
          <w:tcPr>
            <w:tcW w:w="830" w:type="dxa"/>
            <w:noWrap/>
            <w:hideMark/>
          </w:tcPr>
          <w:p w14:paraId="26AA7BFF" w14:textId="77777777" w:rsidR="00BB1E14" w:rsidRPr="003C0201" w:rsidRDefault="00BB1E14" w:rsidP="00344378">
            <w:pPr>
              <w:jc w:val="left"/>
            </w:pPr>
            <w:r w:rsidRPr="003C0201">
              <w:t> </w:t>
            </w:r>
          </w:p>
        </w:tc>
        <w:tc>
          <w:tcPr>
            <w:tcW w:w="902" w:type="dxa"/>
            <w:noWrap/>
            <w:hideMark/>
          </w:tcPr>
          <w:p w14:paraId="7563ABD7" w14:textId="77777777" w:rsidR="00BB1E14" w:rsidRPr="003C0201" w:rsidRDefault="00BB1E14" w:rsidP="00344378">
            <w:r w:rsidRPr="003C0201">
              <w:t> </w:t>
            </w:r>
          </w:p>
        </w:tc>
      </w:tr>
      <w:tr w:rsidR="00BB1E14" w:rsidRPr="003C0201" w14:paraId="382A8E90" w14:textId="77777777" w:rsidTr="00344378">
        <w:trPr>
          <w:trHeight w:val="300"/>
        </w:trPr>
        <w:tc>
          <w:tcPr>
            <w:tcW w:w="10932" w:type="dxa"/>
            <w:noWrap/>
            <w:hideMark/>
          </w:tcPr>
          <w:p w14:paraId="07789650" w14:textId="77777777" w:rsidR="00BB1E14" w:rsidRPr="003C0201" w:rsidRDefault="00BB1E14" w:rsidP="00344378">
            <w:r w:rsidRPr="003C0201">
              <w:t>S33</w:t>
            </w:r>
          </w:p>
        </w:tc>
        <w:tc>
          <w:tcPr>
            <w:tcW w:w="3234" w:type="dxa"/>
            <w:noWrap/>
            <w:hideMark/>
          </w:tcPr>
          <w:p w14:paraId="382B33DC" w14:textId="77777777" w:rsidR="00BB1E14" w:rsidRPr="003C0201" w:rsidRDefault="00BB1E14" w:rsidP="00344378">
            <w:r w:rsidRPr="003C0201">
              <w:t>A2</w:t>
            </w:r>
          </w:p>
        </w:tc>
        <w:tc>
          <w:tcPr>
            <w:tcW w:w="813" w:type="dxa"/>
            <w:noWrap/>
            <w:hideMark/>
          </w:tcPr>
          <w:p w14:paraId="6C714C9F" w14:textId="77777777" w:rsidR="00BB1E14" w:rsidRPr="003C0201" w:rsidRDefault="00BB1E14" w:rsidP="00344378">
            <w:pPr>
              <w:jc w:val="left"/>
            </w:pPr>
            <w:r w:rsidRPr="003C0201">
              <w:t>20</w:t>
            </w:r>
          </w:p>
        </w:tc>
        <w:tc>
          <w:tcPr>
            <w:tcW w:w="830" w:type="dxa"/>
            <w:noWrap/>
            <w:hideMark/>
          </w:tcPr>
          <w:p w14:paraId="51955776" w14:textId="77777777" w:rsidR="00BB1E14" w:rsidRPr="003C0201" w:rsidRDefault="00BB1E14" w:rsidP="00344378">
            <w:pPr>
              <w:jc w:val="left"/>
            </w:pPr>
            <w:r w:rsidRPr="003C0201">
              <w:t> </w:t>
            </w:r>
          </w:p>
        </w:tc>
        <w:tc>
          <w:tcPr>
            <w:tcW w:w="902" w:type="dxa"/>
            <w:noWrap/>
            <w:hideMark/>
          </w:tcPr>
          <w:p w14:paraId="694932B1" w14:textId="77777777" w:rsidR="00BB1E14" w:rsidRPr="003C0201" w:rsidRDefault="00BB1E14" w:rsidP="00344378">
            <w:r w:rsidRPr="003C0201">
              <w:t> </w:t>
            </w:r>
          </w:p>
        </w:tc>
      </w:tr>
      <w:tr w:rsidR="00BB1E14" w:rsidRPr="003C0201" w14:paraId="0AB9CE9E" w14:textId="77777777" w:rsidTr="00344378">
        <w:trPr>
          <w:trHeight w:val="300"/>
        </w:trPr>
        <w:tc>
          <w:tcPr>
            <w:tcW w:w="10932" w:type="dxa"/>
            <w:noWrap/>
            <w:hideMark/>
          </w:tcPr>
          <w:p w14:paraId="53ABF11E" w14:textId="77777777" w:rsidR="00BB1E14" w:rsidRPr="003C0201" w:rsidRDefault="00BB1E14" w:rsidP="00344378">
            <w:r w:rsidRPr="003C0201">
              <w:t>S33</w:t>
            </w:r>
          </w:p>
        </w:tc>
        <w:tc>
          <w:tcPr>
            <w:tcW w:w="3234" w:type="dxa"/>
            <w:noWrap/>
            <w:hideMark/>
          </w:tcPr>
          <w:p w14:paraId="064DFEB1" w14:textId="77777777" w:rsidR="00BB1E14" w:rsidRPr="003C0201" w:rsidRDefault="00BB1E14" w:rsidP="00344378">
            <w:r w:rsidRPr="003C0201">
              <w:t>A3</w:t>
            </w:r>
          </w:p>
        </w:tc>
        <w:tc>
          <w:tcPr>
            <w:tcW w:w="813" w:type="dxa"/>
            <w:noWrap/>
            <w:hideMark/>
          </w:tcPr>
          <w:p w14:paraId="79308A43" w14:textId="77777777" w:rsidR="00BB1E14" w:rsidRPr="003C0201" w:rsidRDefault="00BB1E14" w:rsidP="00344378">
            <w:pPr>
              <w:jc w:val="left"/>
            </w:pPr>
            <w:r w:rsidRPr="003C0201">
              <w:t>10</w:t>
            </w:r>
          </w:p>
        </w:tc>
        <w:tc>
          <w:tcPr>
            <w:tcW w:w="830" w:type="dxa"/>
            <w:noWrap/>
            <w:hideMark/>
          </w:tcPr>
          <w:p w14:paraId="563534DC" w14:textId="77777777" w:rsidR="00BB1E14" w:rsidRPr="003C0201" w:rsidRDefault="00BB1E14" w:rsidP="00344378">
            <w:pPr>
              <w:jc w:val="left"/>
            </w:pPr>
            <w:r w:rsidRPr="003C0201">
              <w:t> </w:t>
            </w:r>
          </w:p>
        </w:tc>
        <w:tc>
          <w:tcPr>
            <w:tcW w:w="902" w:type="dxa"/>
            <w:noWrap/>
            <w:hideMark/>
          </w:tcPr>
          <w:p w14:paraId="5239B3F6" w14:textId="77777777" w:rsidR="00BB1E14" w:rsidRPr="003C0201" w:rsidRDefault="00BB1E14" w:rsidP="00344378">
            <w:r w:rsidRPr="003C0201">
              <w:t> </w:t>
            </w:r>
          </w:p>
        </w:tc>
      </w:tr>
      <w:tr w:rsidR="00BB1E14" w:rsidRPr="003C0201" w14:paraId="7ACB0D3F" w14:textId="77777777" w:rsidTr="00344378">
        <w:trPr>
          <w:trHeight w:val="300"/>
        </w:trPr>
        <w:tc>
          <w:tcPr>
            <w:tcW w:w="10932" w:type="dxa"/>
            <w:noWrap/>
            <w:hideMark/>
          </w:tcPr>
          <w:p w14:paraId="15384C9B" w14:textId="77777777" w:rsidR="00BB1E14" w:rsidRPr="003C0201" w:rsidRDefault="00BB1E14" w:rsidP="00344378">
            <w:r w:rsidRPr="003C0201">
              <w:t>S33</w:t>
            </w:r>
          </w:p>
        </w:tc>
        <w:tc>
          <w:tcPr>
            <w:tcW w:w="3234" w:type="dxa"/>
            <w:noWrap/>
            <w:hideMark/>
          </w:tcPr>
          <w:p w14:paraId="2BDF9B8B" w14:textId="77777777" w:rsidR="00BB1E14" w:rsidRPr="003C0201" w:rsidRDefault="00BB1E14" w:rsidP="00344378">
            <w:r w:rsidRPr="003C0201">
              <w:t>A3.5</w:t>
            </w:r>
          </w:p>
        </w:tc>
        <w:tc>
          <w:tcPr>
            <w:tcW w:w="813" w:type="dxa"/>
            <w:noWrap/>
            <w:hideMark/>
          </w:tcPr>
          <w:p w14:paraId="3C5EF70B" w14:textId="77777777" w:rsidR="00BB1E14" w:rsidRPr="003C0201" w:rsidRDefault="00BB1E14" w:rsidP="00344378">
            <w:pPr>
              <w:jc w:val="left"/>
            </w:pPr>
            <w:r w:rsidRPr="003C0201">
              <w:t>5</w:t>
            </w:r>
          </w:p>
        </w:tc>
        <w:tc>
          <w:tcPr>
            <w:tcW w:w="830" w:type="dxa"/>
            <w:noWrap/>
            <w:hideMark/>
          </w:tcPr>
          <w:p w14:paraId="223828C8" w14:textId="77777777" w:rsidR="00BB1E14" w:rsidRPr="003C0201" w:rsidRDefault="00BB1E14" w:rsidP="00344378">
            <w:pPr>
              <w:jc w:val="left"/>
            </w:pPr>
            <w:r w:rsidRPr="003C0201">
              <w:t> </w:t>
            </w:r>
          </w:p>
        </w:tc>
        <w:tc>
          <w:tcPr>
            <w:tcW w:w="902" w:type="dxa"/>
            <w:noWrap/>
            <w:hideMark/>
          </w:tcPr>
          <w:p w14:paraId="5F813494" w14:textId="77777777" w:rsidR="00BB1E14" w:rsidRPr="003C0201" w:rsidRDefault="00BB1E14" w:rsidP="00344378">
            <w:r w:rsidRPr="003C0201">
              <w:t> </w:t>
            </w:r>
          </w:p>
        </w:tc>
      </w:tr>
      <w:tr w:rsidR="00BB1E14" w:rsidRPr="003C0201" w14:paraId="5A9EEE1B" w14:textId="77777777" w:rsidTr="00344378">
        <w:trPr>
          <w:trHeight w:val="300"/>
        </w:trPr>
        <w:tc>
          <w:tcPr>
            <w:tcW w:w="10932" w:type="dxa"/>
            <w:noWrap/>
            <w:hideMark/>
          </w:tcPr>
          <w:p w14:paraId="5AC810E9" w14:textId="77777777" w:rsidR="00BB1E14" w:rsidRPr="003C0201" w:rsidRDefault="00BB1E14" w:rsidP="00344378">
            <w:r w:rsidRPr="003C0201">
              <w:t>S68</w:t>
            </w:r>
          </w:p>
        </w:tc>
        <w:tc>
          <w:tcPr>
            <w:tcW w:w="3234" w:type="dxa"/>
            <w:noWrap/>
            <w:hideMark/>
          </w:tcPr>
          <w:p w14:paraId="483DB18E" w14:textId="77777777" w:rsidR="00BB1E14" w:rsidRPr="003C0201" w:rsidRDefault="00BB1E14" w:rsidP="00344378">
            <w:r w:rsidRPr="003C0201">
              <w:t>A1</w:t>
            </w:r>
          </w:p>
        </w:tc>
        <w:tc>
          <w:tcPr>
            <w:tcW w:w="813" w:type="dxa"/>
            <w:noWrap/>
            <w:hideMark/>
          </w:tcPr>
          <w:p w14:paraId="01D1788B" w14:textId="77777777" w:rsidR="00BB1E14" w:rsidRPr="003C0201" w:rsidRDefault="00BB1E14" w:rsidP="00344378">
            <w:pPr>
              <w:jc w:val="left"/>
            </w:pPr>
            <w:r w:rsidRPr="003C0201">
              <w:t>10</w:t>
            </w:r>
          </w:p>
        </w:tc>
        <w:tc>
          <w:tcPr>
            <w:tcW w:w="830" w:type="dxa"/>
            <w:noWrap/>
            <w:hideMark/>
          </w:tcPr>
          <w:p w14:paraId="5C0A2BCF" w14:textId="77777777" w:rsidR="00BB1E14" w:rsidRPr="003C0201" w:rsidRDefault="00BB1E14" w:rsidP="00344378">
            <w:pPr>
              <w:jc w:val="left"/>
            </w:pPr>
            <w:r w:rsidRPr="003C0201">
              <w:t> </w:t>
            </w:r>
          </w:p>
        </w:tc>
        <w:tc>
          <w:tcPr>
            <w:tcW w:w="902" w:type="dxa"/>
            <w:noWrap/>
            <w:hideMark/>
          </w:tcPr>
          <w:p w14:paraId="0D3F90B3" w14:textId="77777777" w:rsidR="00BB1E14" w:rsidRPr="003C0201" w:rsidRDefault="00BB1E14" w:rsidP="00344378">
            <w:r w:rsidRPr="003C0201">
              <w:t> </w:t>
            </w:r>
          </w:p>
        </w:tc>
      </w:tr>
      <w:tr w:rsidR="00BB1E14" w:rsidRPr="003C0201" w14:paraId="44E577AF" w14:textId="77777777" w:rsidTr="00344378">
        <w:trPr>
          <w:trHeight w:val="300"/>
        </w:trPr>
        <w:tc>
          <w:tcPr>
            <w:tcW w:w="10932" w:type="dxa"/>
            <w:noWrap/>
            <w:hideMark/>
          </w:tcPr>
          <w:p w14:paraId="1E215BCD" w14:textId="77777777" w:rsidR="00BB1E14" w:rsidRPr="003C0201" w:rsidRDefault="00BB1E14" w:rsidP="00344378">
            <w:r w:rsidRPr="003C0201">
              <w:t>S68</w:t>
            </w:r>
          </w:p>
        </w:tc>
        <w:tc>
          <w:tcPr>
            <w:tcW w:w="3234" w:type="dxa"/>
            <w:noWrap/>
            <w:hideMark/>
          </w:tcPr>
          <w:p w14:paraId="00CB80B9" w14:textId="77777777" w:rsidR="00BB1E14" w:rsidRPr="003C0201" w:rsidRDefault="00BB1E14" w:rsidP="00344378">
            <w:r w:rsidRPr="003C0201">
              <w:t>A2</w:t>
            </w:r>
          </w:p>
        </w:tc>
        <w:tc>
          <w:tcPr>
            <w:tcW w:w="813" w:type="dxa"/>
            <w:noWrap/>
            <w:hideMark/>
          </w:tcPr>
          <w:p w14:paraId="1A15E3FE" w14:textId="77777777" w:rsidR="00BB1E14" w:rsidRPr="003C0201" w:rsidRDefault="00BB1E14" w:rsidP="00344378">
            <w:pPr>
              <w:jc w:val="left"/>
            </w:pPr>
            <w:r w:rsidRPr="003C0201">
              <w:t>20</w:t>
            </w:r>
          </w:p>
        </w:tc>
        <w:tc>
          <w:tcPr>
            <w:tcW w:w="830" w:type="dxa"/>
            <w:noWrap/>
            <w:hideMark/>
          </w:tcPr>
          <w:p w14:paraId="54D85640" w14:textId="77777777" w:rsidR="00BB1E14" w:rsidRPr="003C0201" w:rsidRDefault="00BB1E14" w:rsidP="00344378">
            <w:pPr>
              <w:jc w:val="left"/>
            </w:pPr>
            <w:r w:rsidRPr="003C0201">
              <w:t> </w:t>
            </w:r>
          </w:p>
        </w:tc>
        <w:tc>
          <w:tcPr>
            <w:tcW w:w="902" w:type="dxa"/>
            <w:noWrap/>
            <w:hideMark/>
          </w:tcPr>
          <w:p w14:paraId="0A71A577" w14:textId="77777777" w:rsidR="00BB1E14" w:rsidRPr="003C0201" w:rsidRDefault="00BB1E14" w:rsidP="00344378">
            <w:r w:rsidRPr="003C0201">
              <w:t> </w:t>
            </w:r>
          </w:p>
        </w:tc>
      </w:tr>
      <w:tr w:rsidR="00BB1E14" w:rsidRPr="003C0201" w14:paraId="54F7B6C0" w14:textId="77777777" w:rsidTr="00344378">
        <w:trPr>
          <w:trHeight w:val="300"/>
        </w:trPr>
        <w:tc>
          <w:tcPr>
            <w:tcW w:w="10932" w:type="dxa"/>
            <w:noWrap/>
            <w:hideMark/>
          </w:tcPr>
          <w:p w14:paraId="322D49EB" w14:textId="77777777" w:rsidR="00BB1E14" w:rsidRPr="003C0201" w:rsidRDefault="00BB1E14" w:rsidP="00344378">
            <w:r w:rsidRPr="003C0201">
              <w:t>S68</w:t>
            </w:r>
          </w:p>
        </w:tc>
        <w:tc>
          <w:tcPr>
            <w:tcW w:w="3234" w:type="dxa"/>
            <w:noWrap/>
            <w:hideMark/>
          </w:tcPr>
          <w:p w14:paraId="0E7991F1" w14:textId="77777777" w:rsidR="00BB1E14" w:rsidRPr="003C0201" w:rsidRDefault="00BB1E14" w:rsidP="00344378">
            <w:r w:rsidRPr="003C0201">
              <w:t>A3</w:t>
            </w:r>
          </w:p>
        </w:tc>
        <w:tc>
          <w:tcPr>
            <w:tcW w:w="813" w:type="dxa"/>
            <w:noWrap/>
            <w:hideMark/>
          </w:tcPr>
          <w:p w14:paraId="68E08EA9" w14:textId="77777777" w:rsidR="00BB1E14" w:rsidRPr="003C0201" w:rsidRDefault="00BB1E14" w:rsidP="00344378">
            <w:pPr>
              <w:jc w:val="left"/>
            </w:pPr>
            <w:r w:rsidRPr="003C0201">
              <w:t>10</w:t>
            </w:r>
          </w:p>
        </w:tc>
        <w:tc>
          <w:tcPr>
            <w:tcW w:w="830" w:type="dxa"/>
            <w:noWrap/>
            <w:hideMark/>
          </w:tcPr>
          <w:p w14:paraId="09CDC782" w14:textId="77777777" w:rsidR="00BB1E14" w:rsidRPr="003C0201" w:rsidRDefault="00BB1E14" w:rsidP="00344378">
            <w:pPr>
              <w:jc w:val="left"/>
            </w:pPr>
            <w:r w:rsidRPr="003C0201">
              <w:t> </w:t>
            </w:r>
          </w:p>
        </w:tc>
        <w:tc>
          <w:tcPr>
            <w:tcW w:w="902" w:type="dxa"/>
            <w:noWrap/>
            <w:hideMark/>
          </w:tcPr>
          <w:p w14:paraId="366B7F19" w14:textId="77777777" w:rsidR="00BB1E14" w:rsidRPr="003C0201" w:rsidRDefault="00BB1E14" w:rsidP="00344378">
            <w:r w:rsidRPr="003C0201">
              <w:t> </w:t>
            </w:r>
          </w:p>
        </w:tc>
      </w:tr>
      <w:tr w:rsidR="00BB1E14" w:rsidRPr="003C0201" w14:paraId="45B857B6" w14:textId="77777777" w:rsidTr="00344378">
        <w:trPr>
          <w:trHeight w:val="300"/>
        </w:trPr>
        <w:tc>
          <w:tcPr>
            <w:tcW w:w="10932" w:type="dxa"/>
            <w:noWrap/>
            <w:hideMark/>
          </w:tcPr>
          <w:p w14:paraId="3E2AC755" w14:textId="77777777" w:rsidR="00BB1E14" w:rsidRPr="003C0201" w:rsidRDefault="00BB1E14" w:rsidP="00344378">
            <w:r w:rsidRPr="003C0201">
              <w:t>S68</w:t>
            </w:r>
          </w:p>
        </w:tc>
        <w:tc>
          <w:tcPr>
            <w:tcW w:w="3234" w:type="dxa"/>
            <w:noWrap/>
            <w:hideMark/>
          </w:tcPr>
          <w:p w14:paraId="0A2DCAB8" w14:textId="77777777" w:rsidR="00BB1E14" w:rsidRPr="003C0201" w:rsidRDefault="00BB1E14" w:rsidP="00344378">
            <w:r w:rsidRPr="003C0201">
              <w:t>A3.5</w:t>
            </w:r>
          </w:p>
        </w:tc>
        <w:tc>
          <w:tcPr>
            <w:tcW w:w="813" w:type="dxa"/>
            <w:noWrap/>
            <w:hideMark/>
          </w:tcPr>
          <w:p w14:paraId="19C6A939" w14:textId="77777777" w:rsidR="00BB1E14" w:rsidRPr="003C0201" w:rsidRDefault="00BB1E14" w:rsidP="00344378">
            <w:pPr>
              <w:jc w:val="left"/>
            </w:pPr>
            <w:r w:rsidRPr="003C0201">
              <w:t>5</w:t>
            </w:r>
          </w:p>
        </w:tc>
        <w:tc>
          <w:tcPr>
            <w:tcW w:w="830" w:type="dxa"/>
            <w:noWrap/>
            <w:hideMark/>
          </w:tcPr>
          <w:p w14:paraId="7556A1E8" w14:textId="77777777" w:rsidR="00BB1E14" w:rsidRPr="003C0201" w:rsidRDefault="00BB1E14" w:rsidP="00344378">
            <w:pPr>
              <w:jc w:val="left"/>
            </w:pPr>
            <w:r w:rsidRPr="003C0201">
              <w:t> </w:t>
            </w:r>
          </w:p>
        </w:tc>
        <w:tc>
          <w:tcPr>
            <w:tcW w:w="902" w:type="dxa"/>
            <w:noWrap/>
            <w:hideMark/>
          </w:tcPr>
          <w:p w14:paraId="178E35F3" w14:textId="77777777" w:rsidR="00BB1E14" w:rsidRPr="003C0201" w:rsidRDefault="00BB1E14" w:rsidP="00344378">
            <w:r w:rsidRPr="003C0201">
              <w:t> </w:t>
            </w:r>
          </w:p>
        </w:tc>
      </w:tr>
      <w:tr w:rsidR="00BB1E14" w:rsidRPr="003C0201" w14:paraId="1C778A94" w14:textId="77777777" w:rsidTr="00344378">
        <w:trPr>
          <w:trHeight w:val="300"/>
        </w:trPr>
        <w:tc>
          <w:tcPr>
            <w:tcW w:w="10932" w:type="dxa"/>
            <w:noWrap/>
            <w:hideMark/>
          </w:tcPr>
          <w:p w14:paraId="4C09AFF1" w14:textId="77777777" w:rsidR="00BB1E14" w:rsidRPr="003C0201" w:rsidRDefault="00BB1E14" w:rsidP="00344378">
            <w:r w:rsidRPr="003C0201">
              <w:t>S14</w:t>
            </w:r>
          </w:p>
        </w:tc>
        <w:tc>
          <w:tcPr>
            <w:tcW w:w="3234" w:type="dxa"/>
            <w:noWrap/>
            <w:hideMark/>
          </w:tcPr>
          <w:p w14:paraId="2AAF8DB0" w14:textId="77777777" w:rsidR="00BB1E14" w:rsidRPr="003C0201" w:rsidRDefault="00BB1E14" w:rsidP="00344378">
            <w:r w:rsidRPr="003C0201">
              <w:t>B2</w:t>
            </w:r>
          </w:p>
        </w:tc>
        <w:tc>
          <w:tcPr>
            <w:tcW w:w="813" w:type="dxa"/>
            <w:noWrap/>
            <w:hideMark/>
          </w:tcPr>
          <w:p w14:paraId="2BDB6A50" w14:textId="77777777" w:rsidR="00BB1E14" w:rsidRPr="003C0201" w:rsidRDefault="00BB1E14" w:rsidP="00344378">
            <w:pPr>
              <w:jc w:val="left"/>
            </w:pPr>
            <w:r w:rsidRPr="003C0201">
              <w:t>50</w:t>
            </w:r>
          </w:p>
        </w:tc>
        <w:tc>
          <w:tcPr>
            <w:tcW w:w="830" w:type="dxa"/>
            <w:noWrap/>
            <w:hideMark/>
          </w:tcPr>
          <w:p w14:paraId="1B8A3C95" w14:textId="77777777" w:rsidR="00BB1E14" w:rsidRPr="003C0201" w:rsidRDefault="00BB1E14" w:rsidP="00344378">
            <w:pPr>
              <w:jc w:val="left"/>
            </w:pPr>
            <w:r w:rsidRPr="003C0201">
              <w:t> </w:t>
            </w:r>
          </w:p>
        </w:tc>
        <w:tc>
          <w:tcPr>
            <w:tcW w:w="902" w:type="dxa"/>
            <w:noWrap/>
            <w:hideMark/>
          </w:tcPr>
          <w:p w14:paraId="2142D87A" w14:textId="77777777" w:rsidR="00BB1E14" w:rsidRPr="003C0201" w:rsidRDefault="00BB1E14" w:rsidP="00344378">
            <w:r w:rsidRPr="003C0201">
              <w:t> </w:t>
            </w:r>
          </w:p>
        </w:tc>
      </w:tr>
      <w:tr w:rsidR="00BB1E14" w:rsidRPr="003C0201" w14:paraId="6333461F" w14:textId="77777777" w:rsidTr="00344378">
        <w:trPr>
          <w:trHeight w:val="300"/>
        </w:trPr>
        <w:tc>
          <w:tcPr>
            <w:tcW w:w="10932" w:type="dxa"/>
            <w:noWrap/>
            <w:hideMark/>
          </w:tcPr>
          <w:p w14:paraId="310C0378" w14:textId="77777777" w:rsidR="00BB1E14" w:rsidRPr="003C0201" w:rsidRDefault="00BB1E14" w:rsidP="00344378">
            <w:r w:rsidRPr="003C0201">
              <w:t>V12</w:t>
            </w:r>
          </w:p>
        </w:tc>
        <w:tc>
          <w:tcPr>
            <w:tcW w:w="3234" w:type="dxa"/>
            <w:noWrap/>
            <w:hideMark/>
          </w:tcPr>
          <w:p w14:paraId="34EDD2CF" w14:textId="77777777" w:rsidR="00BB1E14" w:rsidRPr="003C0201" w:rsidRDefault="00BB1E14" w:rsidP="00344378">
            <w:r w:rsidRPr="003C0201">
              <w:t>B2</w:t>
            </w:r>
          </w:p>
        </w:tc>
        <w:tc>
          <w:tcPr>
            <w:tcW w:w="813" w:type="dxa"/>
            <w:noWrap/>
            <w:hideMark/>
          </w:tcPr>
          <w:p w14:paraId="22BD1C3A" w14:textId="77777777" w:rsidR="00BB1E14" w:rsidRPr="003C0201" w:rsidRDefault="00BB1E14" w:rsidP="00344378">
            <w:pPr>
              <w:jc w:val="left"/>
            </w:pPr>
            <w:r w:rsidRPr="003C0201">
              <w:t>50</w:t>
            </w:r>
          </w:p>
        </w:tc>
        <w:tc>
          <w:tcPr>
            <w:tcW w:w="830" w:type="dxa"/>
            <w:noWrap/>
            <w:hideMark/>
          </w:tcPr>
          <w:p w14:paraId="4BF0AC6B" w14:textId="77777777" w:rsidR="00BB1E14" w:rsidRPr="003C0201" w:rsidRDefault="00BB1E14" w:rsidP="00344378">
            <w:pPr>
              <w:jc w:val="left"/>
            </w:pPr>
            <w:r w:rsidRPr="003C0201">
              <w:t> </w:t>
            </w:r>
          </w:p>
        </w:tc>
        <w:tc>
          <w:tcPr>
            <w:tcW w:w="902" w:type="dxa"/>
            <w:noWrap/>
            <w:hideMark/>
          </w:tcPr>
          <w:p w14:paraId="6B136C6B" w14:textId="77777777" w:rsidR="00BB1E14" w:rsidRPr="003C0201" w:rsidRDefault="00BB1E14" w:rsidP="00344378">
            <w:r w:rsidRPr="003C0201">
              <w:t> </w:t>
            </w:r>
          </w:p>
        </w:tc>
      </w:tr>
      <w:tr w:rsidR="00BB1E14" w:rsidRPr="003C0201" w14:paraId="11CE7478" w14:textId="77777777" w:rsidTr="00344378">
        <w:trPr>
          <w:trHeight w:val="300"/>
        </w:trPr>
        <w:tc>
          <w:tcPr>
            <w:tcW w:w="10932" w:type="dxa"/>
            <w:noWrap/>
            <w:hideMark/>
          </w:tcPr>
          <w:p w14:paraId="4115F9D7" w14:textId="77777777" w:rsidR="00BB1E14" w:rsidRPr="003C0201" w:rsidRDefault="00BB1E14" w:rsidP="00344378">
            <w:r w:rsidRPr="003C0201">
              <w:t>V14</w:t>
            </w:r>
          </w:p>
        </w:tc>
        <w:tc>
          <w:tcPr>
            <w:tcW w:w="3234" w:type="dxa"/>
            <w:noWrap/>
            <w:hideMark/>
          </w:tcPr>
          <w:p w14:paraId="031E7A23" w14:textId="77777777" w:rsidR="00BB1E14" w:rsidRPr="003C0201" w:rsidRDefault="00BB1E14" w:rsidP="00344378">
            <w:r w:rsidRPr="003C0201">
              <w:t>A1</w:t>
            </w:r>
          </w:p>
        </w:tc>
        <w:tc>
          <w:tcPr>
            <w:tcW w:w="813" w:type="dxa"/>
            <w:noWrap/>
            <w:hideMark/>
          </w:tcPr>
          <w:p w14:paraId="434039B3" w14:textId="77777777" w:rsidR="00BB1E14" w:rsidRPr="003C0201" w:rsidRDefault="00BB1E14" w:rsidP="00344378">
            <w:pPr>
              <w:jc w:val="left"/>
            </w:pPr>
            <w:r w:rsidRPr="003C0201">
              <w:t>10</w:t>
            </w:r>
          </w:p>
        </w:tc>
        <w:tc>
          <w:tcPr>
            <w:tcW w:w="830" w:type="dxa"/>
            <w:noWrap/>
            <w:hideMark/>
          </w:tcPr>
          <w:p w14:paraId="11F26F95" w14:textId="77777777" w:rsidR="00BB1E14" w:rsidRPr="003C0201" w:rsidRDefault="00BB1E14" w:rsidP="00344378">
            <w:pPr>
              <w:jc w:val="left"/>
            </w:pPr>
            <w:r w:rsidRPr="003C0201">
              <w:t> </w:t>
            </w:r>
          </w:p>
        </w:tc>
        <w:tc>
          <w:tcPr>
            <w:tcW w:w="902" w:type="dxa"/>
            <w:noWrap/>
            <w:hideMark/>
          </w:tcPr>
          <w:p w14:paraId="1CAF72A9" w14:textId="77777777" w:rsidR="00BB1E14" w:rsidRPr="003C0201" w:rsidRDefault="00BB1E14" w:rsidP="00344378">
            <w:r w:rsidRPr="003C0201">
              <w:t> </w:t>
            </w:r>
          </w:p>
        </w:tc>
      </w:tr>
      <w:tr w:rsidR="00BB1E14" w:rsidRPr="003C0201" w14:paraId="10704597" w14:textId="77777777" w:rsidTr="00344378">
        <w:trPr>
          <w:trHeight w:val="300"/>
        </w:trPr>
        <w:tc>
          <w:tcPr>
            <w:tcW w:w="10932" w:type="dxa"/>
            <w:noWrap/>
            <w:hideMark/>
          </w:tcPr>
          <w:p w14:paraId="3856E67A" w14:textId="77777777" w:rsidR="00BB1E14" w:rsidRPr="003C0201" w:rsidRDefault="00BB1E14" w:rsidP="00344378">
            <w:r w:rsidRPr="003C0201">
              <w:t>V14</w:t>
            </w:r>
          </w:p>
        </w:tc>
        <w:tc>
          <w:tcPr>
            <w:tcW w:w="3234" w:type="dxa"/>
            <w:noWrap/>
            <w:hideMark/>
          </w:tcPr>
          <w:p w14:paraId="78D4A9B6" w14:textId="77777777" w:rsidR="00BB1E14" w:rsidRPr="003C0201" w:rsidRDefault="00BB1E14" w:rsidP="00344378">
            <w:r w:rsidRPr="003C0201">
              <w:t>A2</w:t>
            </w:r>
          </w:p>
        </w:tc>
        <w:tc>
          <w:tcPr>
            <w:tcW w:w="813" w:type="dxa"/>
            <w:noWrap/>
            <w:hideMark/>
          </w:tcPr>
          <w:p w14:paraId="117FB1B1" w14:textId="77777777" w:rsidR="00BB1E14" w:rsidRPr="003C0201" w:rsidRDefault="00BB1E14" w:rsidP="00344378">
            <w:pPr>
              <w:jc w:val="left"/>
            </w:pPr>
            <w:r w:rsidRPr="003C0201">
              <w:t>20</w:t>
            </w:r>
          </w:p>
        </w:tc>
        <w:tc>
          <w:tcPr>
            <w:tcW w:w="830" w:type="dxa"/>
            <w:noWrap/>
            <w:hideMark/>
          </w:tcPr>
          <w:p w14:paraId="6AD08F77" w14:textId="77777777" w:rsidR="00BB1E14" w:rsidRPr="003C0201" w:rsidRDefault="00BB1E14" w:rsidP="00344378">
            <w:pPr>
              <w:jc w:val="left"/>
            </w:pPr>
            <w:r w:rsidRPr="003C0201">
              <w:t> </w:t>
            </w:r>
          </w:p>
        </w:tc>
        <w:tc>
          <w:tcPr>
            <w:tcW w:w="902" w:type="dxa"/>
            <w:noWrap/>
            <w:hideMark/>
          </w:tcPr>
          <w:p w14:paraId="5E1CC2F6" w14:textId="77777777" w:rsidR="00BB1E14" w:rsidRPr="003C0201" w:rsidRDefault="00BB1E14" w:rsidP="00344378">
            <w:r w:rsidRPr="003C0201">
              <w:t> </w:t>
            </w:r>
          </w:p>
        </w:tc>
      </w:tr>
      <w:tr w:rsidR="00BB1E14" w:rsidRPr="003C0201" w14:paraId="01581096" w14:textId="77777777" w:rsidTr="00344378">
        <w:trPr>
          <w:trHeight w:val="300"/>
        </w:trPr>
        <w:tc>
          <w:tcPr>
            <w:tcW w:w="10932" w:type="dxa"/>
            <w:noWrap/>
            <w:hideMark/>
          </w:tcPr>
          <w:p w14:paraId="3E2A6CC0" w14:textId="77777777" w:rsidR="00BB1E14" w:rsidRPr="003C0201" w:rsidRDefault="00BB1E14" w:rsidP="00344378">
            <w:r w:rsidRPr="003C0201">
              <w:t>V14</w:t>
            </w:r>
          </w:p>
        </w:tc>
        <w:tc>
          <w:tcPr>
            <w:tcW w:w="3234" w:type="dxa"/>
            <w:noWrap/>
            <w:hideMark/>
          </w:tcPr>
          <w:p w14:paraId="7C9AD2BE" w14:textId="77777777" w:rsidR="00BB1E14" w:rsidRPr="003C0201" w:rsidRDefault="00BB1E14" w:rsidP="00344378">
            <w:r w:rsidRPr="003C0201">
              <w:t>A3</w:t>
            </w:r>
          </w:p>
        </w:tc>
        <w:tc>
          <w:tcPr>
            <w:tcW w:w="813" w:type="dxa"/>
            <w:noWrap/>
            <w:hideMark/>
          </w:tcPr>
          <w:p w14:paraId="5A93D0C9" w14:textId="77777777" w:rsidR="00BB1E14" w:rsidRPr="003C0201" w:rsidRDefault="00BB1E14" w:rsidP="00344378">
            <w:pPr>
              <w:jc w:val="left"/>
            </w:pPr>
            <w:r w:rsidRPr="003C0201">
              <w:t>10</w:t>
            </w:r>
          </w:p>
        </w:tc>
        <w:tc>
          <w:tcPr>
            <w:tcW w:w="830" w:type="dxa"/>
            <w:noWrap/>
            <w:hideMark/>
          </w:tcPr>
          <w:p w14:paraId="73BDA255" w14:textId="77777777" w:rsidR="00BB1E14" w:rsidRPr="003C0201" w:rsidRDefault="00BB1E14" w:rsidP="00344378">
            <w:pPr>
              <w:jc w:val="left"/>
            </w:pPr>
            <w:r w:rsidRPr="003C0201">
              <w:t> </w:t>
            </w:r>
          </w:p>
        </w:tc>
        <w:tc>
          <w:tcPr>
            <w:tcW w:w="902" w:type="dxa"/>
            <w:noWrap/>
            <w:hideMark/>
          </w:tcPr>
          <w:p w14:paraId="4D09859F" w14:textId="77777777" w:rsidR="00BB1E14" w:rsidRPr="003C0201" w:rsidRDefault="00BB1E14" w:rsidP="00344378">
            <w:r w:rsidRPr="003C0201">
              <w:t> </w:t>
            </w:r>
          </w:p>
        </w:tc>
      </w:tr>
      <w:tr w:rsidR="00BB1E14" w:rsidRPr="003C0201" w14:paraId="6801B16A" w14:textId="77777777" w:rsidTr="00344378">
        <w:trPr>
          <w:trHeight w:val="300"/>
        </w:trPr>
        <w:tc>
          <w:tcPr>
            <w:tcW w:w="10932" w:type="dxa"/>
            <w:noWrap/>
            <w:hideMark/>
          </w:tcPr>
          <w:p w14:paraId="2A810C95" w14:textId="77777777" w:rsidR="00BB1E14" w:rsidRPr="003C0201" w:rsidRDefault="00BB1E14" w:rsidP="00344378">
            <w:r w:rsidRPr="003C0201">
              <w:t>V17</w:t>
            </w:r>
          </w:p>
        </w:tc>
        <w:tc>
          <w:tcPr>
            <w:tcW w:w="3234" w:type="dxa"/>
            <w:noWrap/>
            <w:hideMark/>
          </w:tcPr>
          <w:p w14:paraId="33CC6B8D" w14:textId="77777777" w:rsidR="00BB1E14" w:rsidRPr="003C0201" w:rsidRDefault="00BB1E14" w:rsidP="00344378">
            <w:r w:rsidRPr="003C0201">
              <w:t>A1</w:t>
            </w:r>
          </w:p>
        </w:tc>
        <w:tc>
          <w:tcPr>
            <w:tcW w:w="813" w:type="dxa"/>
            <w:noWrap/>
            <w:hideMark/>
          </w:tcPr>
          <w:p w14:paraId="4446C0C6" w14:textId="77777777" w:rsidR="00BB1E14" w:rsidRPr="003C0201" w:rsidRDefault="00BB1E14" w:rsidP="00344378">
            <w:pPr>
              <w:jc w:val="left"/>
            </w:pPr>
            <w:r w:rsidRPr="003C0201">
              <w:t>10</w:t>
            </w:r>
          </w:p>
        </w:tc>
        <w:tc>
          <w:tcPr>
            <w:tcW w:w="830" w:type="dxa"/>
            <w:noWrap/>
            <w:hideMark/>
          </w:tcPr>
          <w:p w14:paraId="695E4521" w14:textId="77777777" w:rsidR="00BB1E14" w:rsidRPr="003C0201" w:rsidRDefault="00BB1E14" w:rsidP="00344378">
            <w:pPr>
              <w:jc w:val="left"/>
            </w:pPr>
            <w:r w:rsidRPr="003C0201">
              <w:t> </w:t>
            </w:r>
          </w:p>
        </w:tc>
        <w:tc>
          <w:tcPr>
            <w:tcW w:w="902" w:type="dxa"/>
            <w:noWrap/>
            <w:hideMark/>
          </w:tcPr>
          <w:p w14:paraId="608EF960" w14:textId="77777777" w:rsidR="00BB1E14" w:rsidRPr="003C0201" w:rsidRDefault="00BB1E14" w:rsidP="00344378">
            <w:r w:rsidRPr="003C0201">
              <w:t> </w:t>
            </w:r>
          </w:p>
        </w:tc>
      </w:tr>
      <w:tr w:rsidR="00BB1E14" w:rsidRPr="003C0201" w14:paraId="7022127F" w14:textId="77777777" w:rsidTr="00344378">
        <w:trPr>
          <w:trHeight w:val="300"/>
        </w:trPr>
        <w:tc>
          <w:tcPr>
            <w:tcW w:w="10932" w:type="dxa"/>
            <w:noWrap/>
            <w:hideMark/>
          </w:tcPr>
          <w:p w14:paraId="24000BAC" w14:textId="77777777" w:rsidR="00BB1E14" w:rsidRPr="003C0201" w:rsidRDefault="00BB1E14" w:rsidP="00344378">
            <w:r w:rsidRPr="003C0201">
              <w:t>V17</w:t>
            </w:r>
          </w:p>
        </w:tc>
        <w:tc>
          <w:tcPr>
            <w:tcW w:w="3234" w:type="dxa"/>
            <w:noWrap/>
            <w:hideMark/>
          </w:tcPr>
          <w:p w14:paraId="30CC88FF" w14:textId="77777777" w:rsidR="00BB1E14" w:rsidRPr="003C0201" w:rsidRDefault="00BB1E14" w:rsidP="00344378">
            <w:r w:rsidRPr="003C0201">
              <w:t>A2</w:t>
            </w:r>
          </w:p>
        </w:tc>
        <w:tc>
          <w:tcPr>
            <w:tcW w:w="813" w:type="dxa"/>
            <w:noWrap/>
            <w:hideMark/>
          </w:tcPr>
          <w:p w14:paraId="31B06B5D" w14:textId="77777777" w:rsidR="00BB1E14" w:rsidRPr="003C0201" w:rsidRDefault="00BB1E14" w:rsidP="00344378">
            <w:pPr>
              <w:jc w:val="left"/>
            </w:pPr>
            <w:r w:rsidRPr="003C0201">
              <w:t>20</w:t>
            </w:r>
          </w:p>
        </w:tc>
        <w:tc>
          <w:tcPr>
            <w:tcW w:w="830" w:type="dxa"/>
            <w:noWrap/>
            <w:hideMark/>
          </w:tcPr>
          <w:p w14:paraId="5813A89F" w14:textId="77777777" w:rsidR="00BB1E14" w:rsidRPr="003C0201" w:rsidRDefault="00BB1E14" w:rsidP="00344378">
            <w:pPr>
              <w:jc w:val="left"/>
            </w:pPr>
            <w:r w:rsidRPr="003C0201">
              <w:t> </w:t>
            </w:r>
          </w:p>
        </w:tc>
        <w:tc>
          <w:tcPr>
            <w:tcW w:w="902" w:type="dxa"/>
            <w:noWrap/>
            <w:hideMark/>
          </w:tcPr>
          <w:p w14:paraId="0538D3CD" w14:textId="77777777" w:rsidR="00BB1E14" w:rsidRPr="003C0201" w:rsidRDefault="00BB1E14" w:rsidP="00344378">
            <w:r w:rsidRPr="003C0201">
              <w:t> </w:t>
            </w:r>
          </w:p>
        </w:tc>
      </w:tr>
      <w:tr w:rsidR="00BB1E14" w:rsidRPr="003C0201" w14:paraId="684ED10C" w14:textId="77777777" w:rsidTr="00344378">
        <w:trPr>
          <w:trHeight w:val="300"/>
        </w:trPr>
        <w:tc>
          <w:tcPr>
            <w:tcW w:w="10932" w:type="dxa"/>
            <w:noWrap/>
            <w:hideMark/>
          </w:tcPr>
          <w:p w14:paraId="662C86B9" w14:textId="77777777" w:rsidR="00BB1E14" w:rsidRPr="003C0201" w:rsidRDefault="00BB1E14" w:rsidP="00344378">
            <w:r w:rsidRPr="003C0201">
              <w:t>V17</w:t>
            </w:r>
          </w:p>
        </w:tc>
        <w:tc>
          <w:tcPr>
            <w:tcW w:w="3234" w:type="dxa"/>
            <w:noWrap/>
            <w:hideMark/>
          </w:tcPr>
          <w:p w14:paraId="55395952" w14:textId="77777777" w:rsidR="00BB1E14" w:rsidRPr="003C0201" w:rsidRDefault="00BB1E14" w:rsidP="00344378">
            <w:r w:rsidRPr="003C0201">
              <w:t>A3</w:t>
            </w:r>
          </w:p>
        </w:tc>
        <w:tc>
          <w:tcPr>
            <w:tcW w:w="813" w:type="dxa"/>
            <w:noWrap/>
            <w:hideMark/>
          </w:tcPr>
          <w:p w14:paraId="14249122" w14:textId="77777777" w:rsidR="00BB1E14" w:rsidRPr="003C0201" w:rsidRDefault="00BB1E14" w:rsidP="00344378">
            <w:pPr>
              <w:jc w:val="left"/>
            </w:pPr>
            <w:r w:rsidRPr="003C0201">
              <w:t>10</w:t>
            </w:r>
          </w:p>
        </w:tc>
        <w:tc>
          <w:tcPr>
            <w:tcW w:w="830" w:type="dxa"/>
            <w:noWrap/>
            <w:hideMark/>
          </w:tcPr>
          <w:p w14:paraId="59E07FDF" w14:textId="77777777" w:rsidR="00BB1E14" w:rsidRPr="003C0201" w:rsidRDefault="00BB1E14" w:rsidP="00344378">
            <w:pPr>
              <w:jc w:val="left"/>
            </w:pPr>
            <w:r w:rsidRPr="003C0201">
              <w:t> </w:t>
            </w:r>
          </w:p>
        </w:tc>
        <w:tc>
          <w:tcPr>
            <w:tcW w:w="902" w:type="dxa"/>
            <w:noWrap/>
            <w:hideMark/>
          </w:tcPr>
          <w:p w14:paraId="14966289" w14:textId="77777777" w:rsidR="00BB1E14" w:rsidRPr="003C0201" w:rsidRDefault="00BB1E14" w:rsidP="00344378">
            <w:r w:rsidRPr="003C0201">
              <w:t> </w:t>
            </w:r>
          </w:p>
        </w:tc>
      </w:tr>
      <w:tr w:rsidR="00BB1E14" w:rsidRPr="003C0201" w14:paraId="79FCE29E" w14:textId="77777777" w:rsidTr="00344378">
        <w:trPr>
          <w:trHeight w:val="300"/>
        </w:trPr>
        <w:tc>
          <w:tcPr>
            <w:tcW w:w="10932" w:type="dxa"/>
            <w:noWrap/>
            <w:hideMark/>
          </w:tcPr>
          <w:p w14:paraId="32B6AACD" w14:textId="77777777" w:rsidR="00BB1E14" w:rsidRPr="003C0201" w:rsidRDefault="00BB1E14" w:rsidP="00344378">
            <w:r w:rsidRPr="003C0201">
              <w:t>V66</w:t>
            </w:r>
          </w:p>
        </w:tc>
        <w:tc>
          <w:tcPr>
            <w:tcW w:w="3234" w:type="dxa"/>
            <w:noWrap/>
            <w:hideMark/>
          </w:tcPr>
          <w:p w14:paraId="24C35477" w14:textId="77777777" w:rsidR="00BB1E14" w:rsidRPr="003C0201" w:rsidRDefault="00BB1E14" w:rsidP="00344378">
            <w:r w:rsidRPr="003C0201">
              <w:t>A1</w:t>
            </w:r>
          </w:p>
        </w:tc>
        <w:tc>
          <w:tcPr>
            <w:tcW w:w="813" w:type="dxa"/>
            <w:noWrap/>
            <w:hideMark/>
          </w:tcPr>
          <w:p w14:paraId="748C1279" w14:textId="77777777" w:rsidR="00BB1E14" w:rsidRPr="003C0201" w:rsidRDefault="00BB1E14" w:rsidP="00344378">
            <w:pPr>
              <w:jc w:val="left"/>
            </w:pPr>
            <w:r w:rsidRPr="003C0201">
              <w:t>10</w:t>
            </w:r>
          </w:p>
        </w:tc>
        <w:tc>
          <w:tcPr>
            <w:tcW w:w="830" w:type="dxa"/>
            <w:noWrap/>
            <w:hideMark/>
          </w:tcPr>
          <w:p w14:paraId="3CADA378" w14:textId="77777777" w:rsidR="00BB1E14" w:rsidRPr="003C0201" w:rsidRDefault="00BB1E14" w:rsidP="00344378">
            <w:pPr>
              <w:jc w:val="left"/>
            </w:pPr>
            <w:r w:rsidRPr="003C0201">
              <w:t> </w:t>
            </w:r>
          </w:p>
        </w:tc>
        <w:tc>
          <w:tcPr>
            <w:tcW w:w="902" w:type="dxa"/>
            <w:noWrap/>
            <w:hideMark/>
          </w:tcPr>
          <w:p w14:paraId="6C6501A4" w14:textId="77777777" w:rsidR="00BB1E14" w:rsidRPr="003C0201" w:rsidRDefault="00BB1E14" w:rsidP="00344378">
            <w:r w:rsidRPr="003C0201">
              <w:t> </w:t>
            </w:r>
          </w:p>
        </w:tc>
      </w:tr>
      <w:tr w:rsidR="00BB1E14" w:rsidRPr="003C0201" w14:paraId="3BBF45DC" w14:textId="77777777" w:rsidTr="00344378">
        <w:trPr>
          <w:trHeight w:val="300"/>
        </w:trPr>
        <w:tc>
          <w:tcPr>
            <w:tcW w:w="10932" w:type="dxa"/>
            <w:noWrap/>
            <w:hideMark/>
          </w:tcPr>
          <w:p w14:paraId="758EB2EB" w14:textId="77777777" w:rsidR="00BB1E14" w:rsidRPr="003C0201" w:rsidRDefault="00BB1E14" w:rsidP="00344378">
            <w:r w:rsidRPr="003C0201">
              <w:t>V66</w:t>
            </w:r>
          </w:p>
        </w:tc>
        <w:tc>
          <w:tcPr>
            <w:tcW w:w="3234" w:type="dxa"/>
            <w:noWrap/>
            <w:hideMark/>
          </w:tcPr>
          <w:p w14:paraId="7E72D462" w14:textId="77777777" w:rsidR="00BB1E14" w:rsidRPr="003C0201" w:rsidRDefault="00BB1E14" w:rsidP="00344378">
            <w:r w:rsidRPr="003C0201">
              <w:t>A2</w:t>
            </w:r>
          </w:p>
        </w:tc>
        <w:tc>
          <w:tcPr>
            <w:tcW w:w="813" w:type="dxa"/>
            <w:noWrap/>
            <w:hideMark/>
          </w:tcPr>
          <w:p w14:paraId="164AACEA" w14:textId="77777777" w:rsidR="00BB1E14" w:rsidRPr="003C0201" w:rsidRDefault="00BB1E14" w:rsidP="00344378">
            <w:pPr>
              <w:jc w:val="left"/>
            </w:pPr>
            <w:r w:rsidRPr="003C0201">
              <w:t>20</w:t>
            </w:r>
          </w:p>
        </w:tc>
        <w:tc>
          <w:tcPr>
            <w:tcW w:w="830" w:type="dxa"/>
            <w:noWrap/>
            <w:hideMark/>
          </w:tcPr>
          <w:p w14:paraId="49D8437B" w14:textId="77777777" w:rsidR="00BB1E14" w:rsidRPr="003C0201" w:rsidRDefault="00BB1E14" w:rsidP="00344378">
            <w:pPr>
              <w:jc w:val="left"/>
            </w:pPr>
            <w:r w:rsidRPr="003C0201">
              <w:t> </w:t>
            </w:r>
          </w:p>
        </w:tc>
        <w:tc>
          <w:tcPr>
            <w:tcW w:w="902" w:type="dxa"/>
            <w:noWrap/>
            <w:hideMark/>
          </w:tcPr>
          <w:p w14:paraId="08A1A18D" w14:textId="77777777" w:rsidR="00BB1E14" w:rsidRPr="003C0201" w:rsidRDefault="00BB1E14" w:rsidP="00344378">
            <w:r w:rsidRPr="003C0201">
              <w:t> </w:t>
            </w:r>
          </w:p>
        </w:tc>
      </w:tr>
      <w:tr w:rsidR="00BB1E14" w:rsidRPr="003C0201" w14:paraId="1313DA53" w14:textId="77777777" w:rsidTr="00344378">
        <w:trPr>
          <w:trHeight w:val="300"/>
        </w:trPr>
        <w:tc>
          <w:tcPr>
            <w:tcW w:w="10932" w:type="dxa"/>
            <w:noWrap/>
            <w:hideMark/>
          </w:tcPr>
          <w:p w14:paraId="33E7E622" w14:textId="77777777" w:rsidR="00BB1E14" w:rsidRPr="003C0201" w:rsidRDefault="00BB1E14" w:rsidP="00344378">
            <w:r w:rsidRPr="003C0201">
              <w:t>V66</w:t>
            </w:r>
          </w:p>
        </w:tc>
        <w:tc>
          <w:tcPr>
            <w:tcW w:w="3234" w:type="dxa"/>
            <w:noWrap/>
            <w:hideMark/>
          </w:tcPr>
          <w:p w14:paraId="62747EB1" w14:textId="77777777" w:rsidR="00BB1E14" w:rsidRPr="003C0201" w:rsidRDefault="00BB1E14" w:rsidP="00344378">
            <w:r w:rsidRPr="003C0201">
              <w:t>A3</w:t>
            </w:r>
          </w:p>
        </w:tc>
        <w:tc>
          <w:tcPr>
            <w:tcW w:w="813" w:type="dxa"/>
            <w:noWrap/>
            <w:hideMark/>
          </w:tcPr>
          <w:p w14:paraId="2A2D2C10" w14:textId="77777777" w:rsidR="00BB1E14" w:rsidRPr="003C0201" w:rsidRDefault="00BB1E14" w:rsidP="00344378">
            <w:pPr>
              <w:jc w:val="left"/>
            </w:pPr>
            <w:r w:rsidRPr="003C0201">
              <w:t>10</w:t>
            </w:r>
          </w:p>
        </w:tc>
        <w:tc>
          <w:tcPr>
            <w:tcW w:w="830" w:type="dxa"/>
            <w:noWrap/>
            <w:hideMark/>
          </w:tcPr>
          <w:p w14:paraId="22001A89" w14:textId="77777777" w:rsidR="00BB1E14" w:rsidRPr="003C0201" w:rsidRDefault="00BB1E14" w:rsidP="00344378">
            <w:pPr>
              <w:jc w:val="left"/>
            </w:pPr>
            <w:r w:rsidRPr="003C0201">
              <w:t> </w:t>
            </w:r>
          </w:p>
        </w:tc>
        <w:tc>
          <w:tcPr>
            <w:tcW w:w="902" w:type="dxa"/>
            <w:noWrap/>
            <w:hideMark/>
          </w:tcPr>
          <w:p w14:paraId="7906C080" w14:textId="77777777" w:rsidR="00BB1E14" w:rsidRPr="003C0201" w:rsidRDefault="00BB1E14" w:rsidP="00344378">
            <w:r w:rsidRPr="003C0201">
              <w:t> </w:t>
            </w:r>
          </w:p>
        </w:tc>
      </w:tr>
      <w:tr w:rsidR="00BB1E14" w:rsidRPr="003C0201" w14:paraId="2574BB04" w14:textId="77777777" w:rsidTr="00344378">
        <w:trPr>
          <w:trHeight w:val="300"/>
        </w:trPr>
        <w:tc>
          <w:tcPr>
            <w:tcW w:w="10932" w:type="dxa"/>
            <w:noWrap/>
            <w:hideMark/>
          </w:tcPr>
          <w:p w14:paraId="7BAB6450" w14:textId="77777777" w:rsidR="00BB1E14" w:rsidRPr="003C0201" w:rsidRDefault="00BB1E14" w:rsidP="00344378">
            <w:r w:rsidRPr="003C0201">
              <w:t>V66</w:t>
            </w:r>
          </w:p>
        </w:tc>
        <w:tc>
          <w:tcPr>
            <w:tcW w:w="3234" w:type="dxa"/>
            <w:noWrap/>
            <w:hideMark/>
          </w:tcPr>
          <w:p w14:paraId="793439CF" w14:textId="77777777" w:rsidR="00BB1E14" w:rsidRPr="003C0201" w:rsidRDefault="00BB1E14" w:rsidP="00344378">
            <w:r w:rsidRPr="003C0201">
              <w:t>A3.5</w:t>
            </w:r>
          </w:p>
        </w:tc>
        <w:tc>
          <w:tcPr>
            <w:tcW w:w="813" w:type="dxa"/>
            <w:noWrap/>
            <w:hideMark/>
          </w:tcPr>
          <w:p w14:paraId="639AB801" w14:textId="77777777" w:rsidR="00BB1E14" w:rsidRPr="003C0201" w:rsidRDefault="00BB1E14" w:rsidP="00344378">
            <w:pPr>
              <w:jc w:val="left"/>
            </w:pPr>
            <w:r w:rsidRPr="003C0201">
              <w:t>5</w:t>
            </w:r>
          </w:p>
        </w:tc>
        <w:tc>
          <w:tcPr>
            <w:tcW w:w="830" w:type="dxa"/>
            <w:noWrap/>
            <w:hideMark/>
          </w:tcPr>
          <w:p w14:paraId="4191D74E" w14:textId="77777777" w:rsidR="00BB1E14" w:rsidRPr="003C0201" w:rsidRDefault="00BB1E14" w:rsidP="00344378">
            <w:pPr>
              <w:jc w:val="left"/>
            </w:pPr>
            <w:r w:rsidRPr="003C0201">
              <w:t> </w:t>
            </w:r>
          </w:p>
        </w:tc>
        <w:tc>
          <w:tcPr>
            <w:tcW w:w="902" w:type="dxa"/>
            <w:noWrap/>
            <w:hideMark/>
          </w:tcPr>
          <w:p w14:paraId="12FD961E" w14:textId="77777777" w:rsidR="00BB1E14" w:rsidRPr="003C0201" w:rsidRDefault="00BB1E14" w:rsidP="00344378">
            <w:r w:rsidRPr="003C0201">
              <w:t> </w:t>
            </w:r>
          </w:p>
        </w:tc>
      </w:tr>
      <w:tr w:rsidR="00BB1E14" w:rsidRPr="003C0201" w14:paraId="0AEBB76D" w14:textId="77777777" w:rsidTr="00344378">
        <w:trPr>
          <w:trHeight w:val="300"/>
        </w:trPr>
        <w:tc>
          <w:tcPr>
            <w:tcW w:w="10932" w:type="dxa"/>
            <w:noWrap/>
            <w:hideMark/>
          </w:tcPr>
          <w:p w14:paraId="0A375230" w14:textId="77777777" w:rsidR="00BB1E14" w:rsidRPr="003C0201" w:rsidRDefault="00BB1E14" w:rsidP="00344378">
            <w:r w:rsidRPr="003C0201">
              <w:t> </w:t>
            </w:r>
          </w:p>
        </w:tc>
        <w:tc>
          <w:tcPr>
            <w:tcW w:w="3234" w:type="dxa"/>
            <w:noWrap/>
            <w:hideMark/>
          </w:tcPr>
          <w:p w14:paraId="0758A4BA" w14:textId="77777777" w:rsidR="00BB1E14" w:rsidRPr="003C0201" w:rsidRDefault="00BB1E14" w:rsidP="00344378">
            <w:r w:rsidRPr="003C0201">
              <w:t> </w:t>
            </w:r>
          </w:p>
        </w:tc>
        <w:tc>
          <w:tcPr>
            <w:tcW w:w="813" w:type="dxa"/>
            <w:noWrap/>
            <w:hideMark/>
          </w:tcPr>
          <w:p w14:paraId="6EB42A44" w14:textId="77777777" w:rsidR="00BB1E14" w:rsidRPr="003C0201" w:rsidRDefault="00BB1E14" w:rsidP="00344378">
            <w:r w:rsidRPr="003C0201">
              <w:t> </w:t>
            </w:r>
          </w:p>
        </w:tc>
        <w:tc>
          <w:tcPr>
            <w:tcW w:w="830" w:type="dxa"/>
            <w:noWrap/>
            <w:hideMark/>
          </w:tcPr>
          <w:p w14:paraId="10C66379" w14:textId="77777777" w:rsidR="00BB1E14" w:rsidRPr="003C0201" w:rsidRDefault="00BB1E14" w:rsidP="00344378">
            <w:r w:rsidRPr="003C0201">
              <w:t> </w:t>
            </w:r>
          </w:p>
        </w:tc>
        <w:tc>
          <w:tcPr>
            <w:tcW w:w="902" w:type="dxa"/>
            <w:noWrap/>
            <w:hideMark/>
          </w:tcPr>
          <w:p w14:paraId="25E2DAAC" w14:textId="77777777" w:rsidR="00BB1E14" w:rsidRPr="003C0201" w:rsidRDefault="00BB1E14" w:rsidP="00344378">
            <w:r w:rsidRPr="003C0201">
              <w:t> </w:t>
            </w:r>
          </w:p>
        </w:tc>
      </w:tr>
      <w:tr w:rsidR="00BB1E14" w:rsidRPr="003C0201" w14:paraId="26C38AE7" w14:textId="77777777" w:rsidTr="00344378">
        <w:trPr>
          <w:trHeight w:val="300"/>
        </w:trPr>
        <w:tc>
          <w:tcPr>
            <w:tcW w:w="10932" w:type="dxa"/>
            <w:noWrap/>
            <w:hideMark/>
          </w:tcPr>
          <w:p w14:paraId="0FE89A41" w14:textId="77777777" w:rsidR="00BB1E14" w:rsidRPr="003C0201" w:rsidRDefault="00BB1E14" w:rsidP="00344378">
            <w:r w:rsidRPr="003C0201">
              <w:t xml:space="preserve">LOWER ANTERIOR TEETH </w:t>
            </w:r>
          </w:p>
        </w:tc>
        <w:tc>
          <w:tcPr>
            <w:tcW w:w="3234" w:type="dxa"/>
            <w:noWrap/>
            <w:hideMark/>
          </w:tcPr>
          <w:p w14:paraId="6972784B" w14:textId="77777777" w:rsidR="00BB1E14" w:rsidRPr="003C0201" w:rsidRDefault="00BB1E14" w:rsidP="00344378">
            <w:r w:rsidRPr="003C0201">
              <w:t> </w:t>
            </w:r>
          </w:p>
        </w:tc>
        <w:tc>
          <w:tcPr>
            <w:tcW w:w="813" w:type="dxa"/>
            <w:noWrap/>
            <w:hideMark/>
          </w:tcPr>
          <w:p w14:paraId="677DB66D" w14:textId="77777777" w:rsidR="00BB1E14" w:rsidRPr="003C0201" w:rsidRDefault="00BB1E14" w:rsidP="00344378">
            <w:r w:rsidRPr="003C0201">
              <w:t> </w:t>
            </w:r>
          </w:p>
        </w:tc>
        <w:tc>
          <w:tcPr>
            <w:tcW w:w="830" w:type="dxa"/>
            <w:noWrap/>
            <w:hideMark/>
          </w:tcPr>
          <w:p w14:paraId="5CCC63FD" w14:textId="77777777" w:rsidR="00BB1E14" w:rsidRPr="003C0201" w:rsidRDefault="00BB1E14" w:rsidP="00344378">
            <w:r w:rsidRPr="003C0201">
              <w:t> </w:t>
            </w:r>
          </w:p>
        </w:tc>
        <w:tc>
          <w:tcPr>
            <w:tcW w:w="902" w:type="dxa"/>
            <w:noWrap/>
            <w:hideMark/>
          </w:tcPr>
          <w:p w14:paraId="2824CC6F" w14:textId="77777777" w:rsidR="00BB1E14" w:rsidRPr="003C0201" w:rsidRDefault="00BB1E14" w:rsidP="00344378">
            <w:r w:rsidRPr="003C0201">
              <w:t> </w:t>
            </w:r>
          </w:p>
        </w:tc>
      </w:tr>
      <w:tr w:rsidR="00BB1E14" w:rsidRPr="003C0201" w14:paraId="4D084003" w14:textId="77777777" w:rsidTr="00344378">
        <w:trPr>
          <w:trHeight w:val="300"/>
        </w:trPr>
        <w:tc>
          <w:tcPr>
            <w:tcW w:w="10932" w:type="dxa"/>
            <w:noWrap/>
            <w:hideMark/>
          </w:tcPr>
          <w:p w14:paraId="36B48BD2" w14:textId="77777777" w:rsidR="00BB1E14" w:rsidRPr="003C0201" w:rsidRDefault="00BB1E14" w:rsidP="00344378">
            <w:r w:rsidRPr="003C0201">
              <w:t>I42</w:t>
            </w:r>
          </w:p>
        </w:tc>
        <w:tc>
          <w:tcPr>
            <w:tcW w:w="3234" w:type="dxa"/>
            <w:noWrap/>
            <w:hideMark/>
          </w:tcPr>
          <w:p w14:paraId="4764D134" w14:textId="77777777" w:rsidR="00BB1E14" w:rsidRPr="003C0201" w:rsidRDefault="00BB1E14" w:rsidP="00344378">
            <w:r w:rsidRPr="003C0201">
              <w:t>B2</w:t>
            </w:r>
          </w:p>
        </w:tc>
        <w:tc>
          <w:tcPr>
            <w:tcW w:w="813" w:type="dxa"/>
            <w:noWrap/>
            <w:hideMark/>
          </w:tcPr>
          <w:p w14:paraId="01BA9089" w14:textId="77777777" w:rsidR="00BB1E14" w:rsidRPr="003C0201" w:rsidRDefault="00BB1E14" w:rsidP="00344378">
            <w:pPr>
              <w:jc w:val="left"/>
            </w:pPr>
            <w:r w:rsidRPr="003C0201">
              <w:t>150</w:t>
            </w:r>
          </w:p>
        </w:tc>
        <w:tc>
          <w:tcPr>
            <w:tcW w:w="830" w:type="dxa"/>
            <w:noWrap/>
            <w:hideMark/>
          </w:tcPr>
          <w:p w14:paraId="6D4786AC" w14:textId="77777777" w:rsidR="00BB1E14" w:rsidRPr="003C0201" w:rsidRDefault="00BB1E14" w:rsidP="00344378">
            <w:pPr>
              <w:jc w:val="left"/>
            </w:pPr>
            <w:r w:rsidRPr="003C0201">
              <w:t> </w:t>
            </w:r>
          </w:p>
        </w:tc>
        <w:tc>
          <w:tcPr>
            <w:tcW w:w="902" w:type="dxa"/>
            <w:noWrap/>
            <w:hideMark/>
          </w:tcPr>
          <w:p w14:paraId="6C066973" w14:textId="77777777" w:rsidR="00BB1E14" w:rsidRPr="003C0201" w:rsidRDefault="00BB1E14" w:rsidP="00344378">
            <w:r w:rsidRPr="003C0201">
              <w:t> </w:t>
            </w:r>
          </w:p>
        </w:tc>
      </w:tr>
      <w:tr w:rsidR="00BB1E14" w:rsidRPr="003C0201" w14:paraId="23936FB4" w14:textId="77777777" w:rsidTr="00344378">
        <w:trPr>
          <w:trHeight w:val="300"/>
        </w:trPr>
        <w:tc>
          <w:tcPr>
            <w:tcW w:w="10932" w:type="dxa"/>
            <w:noWrap/>
            <w:hideMark/>
          </w:tcPr>
          <w:p w14:paraId="508C87D5" w14:textId="77777777" w:rsidR="00BB1E14" w:rsidRPr="003C0201" w:rsidRDefault="00BB1E14" w:rsidP="00344378">
            <w:r w:rsidRPr="003C0201">
              <w:t>I42</w:t>
            </w:r>
          </w:p>
        </w:tc>
        <w:tc>
          <w:tcPr>
            <w:tcW w:w="3234" w:type="dxa"/>
            <w:noWrap/>
            <w:hideMark/>
          </w:tcPr>
          <w:p w14:paraId="3A43E0ED" w14:textId="77777777" w:rsidR="00BB1E14" w:rsidRPr="003C0201" w:rsidRDefault="00BB1E14" w:rsidP="00344378">
            <w:r w:rsidRPr="003C0201">
              <w:t>A1</w:t>
            </w:r>
          </w:p>
        </w:tc>
        <w:tc>
          <w:tcPr>
            <w:tcW w:w="813" w:type="dxa"/>
            <w:noWrap/>
            <w:hideMark/>
          </w:tcPr>
          <w:p w14:paraId="5918C92D" w14:textId="77777777" w:rsidR="00BB1E14" w:rsidRPr="003C0201" w:rsidRDefault="00BB1E14" w:rsidP="00344378">
            <w:pPr>
              <w:jc w:val="left"/>
            </w:pPr>
            <w:r w:rsidRPr="003C0201">
              <w:t>10</w:t>
            </w:r>
          </w:p>
        </w:tc>
        <w:tc>
          <w:tcPr>
            <w:tcW w:w="830" w:type="dxa"/>
            <w:noWrap/>
            <w:hideMark/>
          </w:tcPr>
          <w:p w14:paraId="26EA9E76" w14:textId="77777777" w:rsidR="00BB1E14" w:rsidRPr="003C0201" w:rsidRDefault="00BB1E14" w:rsidP="00344378">
            <w:pPr>
              <w:jc w:val="left"/>
            </w:pPr>
            <w:r w:rsidRPr="003C0201">
              <w:t> </w:t>
            </w:r>
          </w:p>
        </w:tc>
        <w:tc>
          <w:tcPr>
            <w:tcW w:w="902" w:type="dxa"/>
            <w:noWrap/>
            <w:hideMark/>
          </w:tcPr>
          <w:p w14:paraId="11CDE9EA" w14:textId="77777777" w:rsidR="00BB1E14" w:rsidRPr="003C0201" w:rsidRDefault="00BB1E14" w:rsidP="00344378">
            <w:r w:rsidRPr="003C0201">
              <w:t> </w:t>
            </w:r>
          </w:p>
        </w:tc>
      </w:tr>
      <w:tr w:rsidR="00BB1E14" w:rsidRPr="003C0201" w14:paraId="5E59CC10" w14:textId="77777777" w:rsidTr="00344378">
        <w:trPr>
          <w:trHeight w:val="300"/>
        </w:trPr>
        <w:tc>
          <w:tcPr>
            <w:tcW w:w="10932" w:type="dxa"/>
            <w:noWrap/>
            <w:hideMark/>
          </w:tcPr>
          <w:p w14:paraId="6A3120FB" w14:textId="77777777" w:rsidR="00BB1E14" w:rsidRPr="003C0201" w:rsidRDefault="00BB1E14" w:rsidP="00344378">
            <w:r w:rsidRPr="003C0201">
              <w:lastRenderedPageBreak/>
              <w:t>I42</w:t>
            </w:r>
          </w:p>
        </w:tc>
        <w:tc>
          <w:tcPr>
            <w:tcW w:w="3234" w:type="dxa"/>
            <w:noWrap/>
            <w:hideMark/>
          </w:tcPr>
          <w:p w14:paraId="79CB4028" w14:textId="77777777" w:rsidR="00BB1E14" w:rsidRPr="003C0201" w:rsidRDefault="00BB1E14" w:rsidP="00344378">
            <w:r w:rsidRPr="003C0201">
              <w:t>A2</w:t>
            </w:r>
          </w:p>
        </w:tc>
        <w:tc>
          <w:tcPr>
            <w:tcW w:w="813" w:type="dxa"/>
            <w:noWrap/>
            <w:hideMark/>
          </w:tcPr>
          <w:p w14:paraId="05692BDB" w14:textId="77777777" w:rsidR="00BB1E14" w:rsidRPr="003C0201" w:rsidRDefault="00BB1E14" w:rsidP="00344378">
            <w:pPr>
              <w:jc w:val="left"/>
            </w:pPr>
            <w:r w:rsidRPr="003C0201">
              <w:t>20</w:t>
            </w:r>
          </w:p>
        </w:tc>
        <w:tc>
          <w:tcPr>
            <w:tcW w:w="830" w:type="dxa"/>
            <w:noWrap/>
            <w:hideMark/>
          </w:tcPr>
          <w:p w14:paraId="2EC424A3" w14:textId="77777777" w:rsidR="00BB1E14" w:rsidRPr="003C0201" w:rsidRDefault="00BB1E14" w:rsidP="00344378">
            <w:pPr>
              <w:jc w:val="left"/>
            </w:pPr>
            <w:r w:rsidRPr="003C0201">
              <w:t> </w:t>
            </w:r>
          </w:p>
        </w:tc>
        <w:tc>
          <w:tcPr>
            <w:tcW w:w="902" w:type="dxa"/>
            <w:noWrap/>
            <w:hideMark/>
          </w:tcPr>
          <w:p w14:paraId="35BE3DE8" w14:textId="77777777" w:rsidR="00BB1E14" w:rsidRPr="003C0201" w:rsidRDefault="00BB1E14" w:rsidP="00344378">
            <w:r w:rsidRPr="003C0201">
              <w:t> </w:t>
            </w:r>
          </w:p>
        </w:tc>
      </w:tr>
      <w:tr w:rsidR="00BB1E14" w:rsidRPr="003C0201" w14:paraId="36D53478" w14:textId="77777777" w:rsidTr="00344378">
        <w:trPr>
          <w:trHeight w:val="300"/>
        </w:trPr>
        <w:tc>
          <w:tcPr>
            <w:tcW w:w="10932" w:type="dxa"/>
            <w:noWrap/>
            <w:hideMark/>
          </w:tcPr>
          <w:p w14:paraId="35F67966" w14:textId="77777777" w:rsidR="00BB1E14" w:rsidRPr="003C0201" w:rsidRDefault="00BB1E14" w:rsidP="00344378">
            <w:r w:rsidRPr="003C0201">
              <w:t>I42</w:t>
            </w:r>
          </w:p>
        </w:tc>
        <w:tc>
          <w:tcPr>
            <w:tcW w:w="3234" w:type="dxa"/>
            <w:noWrap/>
            <w:hideMark/>
          </w:tcPr>
          <w:p w14:paraId="4B9C13FF" w14:textId="77777777" w:rsidR="00BB1E14" w:rsidRPr="003C0201" w:rsidRDefault="00BB1E14" w:rsidP="00344378">
            <w:r w:rsidRPr="003C0201">
              <w:t>A3</w:t>
            </w:r>
          </w:p>
        </w:tc>
        <w:tc>
          <w:tcPr>
            <w:tcW w:w="813" w:type="dxa"/>
            <w:noWrap/>
            <w:hideMark/>
          </w:tcPr>
          <w:p w14:paraId="3DB80497" w14:textId="77777777" w:rsidR="00BB1E14" w:rsidRPr="003C0201" w:rsidRDefault="00BB1E14" w:rsidP="00344378">
            <w:pPr>
              <w:jc w:val="left"/>
            </w:pPr>
            <w:r w:rsidRPr="003C0201">
              <w:t>10</w:t>
            </w:r>
          </w:p>
        </w:tc>
        <w:tc>
          <w:tcPr>
            <w:tcW w:w="830" w:type="dxa"/>
            <w:noWrap/>
            <w:hideMark/>
          </w:tcPr>
          <w:p w14:paraId="5794DE5C" w14:textId="77777777" w:rsidR="00BB1E14" w:rsidRPr="003C0201" w:rsidRDefault="00BB1E14" w:rsidP="00344378">
            <w:pPr>
              <w:jc w:val="left"/>
            </w:pPr>
            <w:r w:rsidRPr="003C0201">
              <w:t> </w:t>
            </w:r>
          </w:p>
        </w:tc>
        <w:tc>
          <w:tcPr>
            <w:tcW w:w="902" w:type="dxa"/>
            <w:noWrap/>
            <w:hideMark/>
          </w:tcPr>
          <w:p w14:paraId="05235088" w14:textId="77777777" w:rsidR="00BB1E14" w:rsidRPr="003C0201" w:rsidRDefault="00BB1E14" w:rsidP="00344378">
            <w:r w:rsidRPr="003C0201">
              <w:t> </w:t>
            </w:r>
          </w:p>
        </w:tc>
      </w:tr>
      <w:tr w:rsidR="00BB1E14" w:rsidRPr="003C0201" w14:paraId="76E16271" w14:textId="77777777" w:rsidTr="00344378">
        <w:trPr>
          <w:trHeight w:val="300"/>
        </w:trPr>
        <w:tc>
          <w:tcPr>
            <w:tcW w:w="10932" w:type="dxa"/>
            <w:noWrap/>
            <w:hideMark/>
          </w:tcPr>
          <w:p w14:paraId="2C4AA8E0" w14:textId="77777777" w:rsidR="00BB1E14" w:rsidRPr="003C0201" w:rsidRDefault="00BB1E14" w:rsidP="00344378">
            <w:r w:rsidRPr="003C0201">
              <w:t>I46</w:t>
            </w:r>
          </w:p>
        </w:tc>
        <w:tc>
          <w:tcPr>
            <w:tcW w:w="3234" w:type="dxa"/>
            <w:noWrap/>
            <w:hideMark/>
          </w:tcPr>
          <w:p w14:paraId="473D6594" w14:textId="77777777" w:rsidR="00BB1E14" w:rsidRPr="003C0201" w:rsidRDefault="00BB1E14" w:rsidP="00344378">
            <w:r w:rsidRPr="003C0201">
              <w:t>B2</w:t>
            </w:r>
          </w:p>
        </w:tc>
        <w:tc>
          <w:tcPr>
            <w:tcW w:w="813" w:type="dxa"/>
            <w:noWrap/>
            <w:hideMark/>
          </w:tcPr>
          <w:p w14:paraId="196EAE31" w14:textId="77777777" w:rsidR="00BB1E14" w:rsidRPr="003C0201" w:rsidRDefault="00BB1E14" w:rsidP="00344378">
            <w:pPr>
              <w:jc w:val="left"/>
            </w:pPr>
            <w:r w:rsidRPr="003C0201">
              <w:t>80</w:t>
            </w:r>
          </w:p>
        </w:tc>
        <w:tc>
          <w:tcPr>
            <w:tcW w:w="830" w:type="dxa"/>
            <w:noWrap/>
            <w:hideMark/>
          </w:tcPr>
          <w:p w14:paraId="461D55F5" w14:textId="77777777" w:rsidR="00BB1E14" w:rsidRPr="003C0201" w:rsidRDefault="00BB1E14" w:rsidP="00344378">
            <w:pPr>
              <w:jc w:val="left"/>
            </w:pPr>
            <w:r w:rsidRPr="003C0201">
              <w:t> </w:t>
            </w:r>
          </w:p>
        </w:tc>
        <w:tc>
          <w:tcPr>
            <w:tcW w:w="902" w:type="dxa"/>
            <w:noWrap/>
            <w:hideMark/>
          </w:tcPr>
          <w:p w14:paraId="6E776EC5" w14:textId="77777777" w:rsidR="00BB1E14" w:rsidRPr="003C0201" w:rsidRDefault="00BB1E14" w:rsidP="00344378">
            <w:r w:rsidRPr="003C0201">
              <w:t> </w:t>
            </w:r>
          </w:p>
        </w:tc>
      </w:tr>
      <w:tr w:rsidR="00BB1E14" w:rsidRPr="003C0201" w14:paraId="136294B5" w14:textId="77777777" w:rsidTr="00344378">
        <w:trPr>
          <w:trHeight w:val="300"/>
        </w:trPr>
        <w:tc>
          <w:tcPr>
            <w:tcW w:w="10932" w:type="dxa"/>
            <w:noWrap/>
            <w:hideMark/>
          </w:tcPr>
          <w:p w14:paraId="3F8A7207" w14:textId="77777777" w:rsidR="00BB1E14" w:rsidRPr="003C0201" w:rsidRDefault="00BB1E14" w:rsidP="00344378">
            <w:r w:rsidRPr="003C0201">
              <w:t>I46</w:t>
            </w:r>
          </w:p>
        </w:tc>
        <w:tc>
          <w:tcPr>
            <w:tcW w:w="3234" w:type="dxa"/>
            <w:noWrap/>
            <w:hideMark/>
          </w:tcPr>
          <w:p w14:paraId="3D453C74" w14:textId="77777777" w:rsidR="00BB1E14" w:rsidRPr="003C0201" w:rsidRDefault="00BB1E14" w:rsidP="00344378">
            <w:r w:rsidRPr="003C0201">
              <w:t>A1</w:t>
            </w:r>
          </w:p>
        </w:tc>
        <w:tc>
          <w:tcPr>
            <w:tcW w:w="813" w:type="dxa"/>
            <w:noWrap/>
            <w:hideMark/>
          </w:tcPr>
          <w:p w14:paraId="242CF3AD" w14:textId="77777777" w:rsidR="00BB1E14" w:rsidRPr="003C0201" w:rsidRDefault="00BB1E14" w:rsidP="00344378">
            <w:pPr>
              <w:jc w:val="left"/>
            </w:pPr>
            <w:r w:rsidRPr="003C0201">
              <w:t>10</w:t>
            </w:r>
          </w:p>
        </w:tc>
        <w:tc>
          <w:tcPr>
            <w:tcW w:w="830" w:type="dxa"/>
            <w:noWrap/>
            <w:hideMark/>
          </w:tcPr>
          <w:p w14:paraId="6B8CFCE7" w14:textId="77777777" w:rsidR="00BB1E14" w:rsidRPr="003C0201" w:rsidRDefault="00BB1E14" w:rsidP="00344378">
            <w:pPr>
              <w:jc w:val="left"/>
            </w:pPr>
            <w:r w:rsidRPr="003C0201">
              <w:t> </w:t>
            </w:r>
          </w:p>
        </w:tc>
        <w:tc>
          <w:tcPr>
            <w:tcW w:w="902" w:type="dxa"/>
            <w:noWrap/>
            <w:hideMark/>
          </w:tcPr>
          <w:p w14:paraId="1ACF0795" w14:textId="77777777" w:rsidR="00BB1E14" w:rsidRPr="003C0201" w:rsidRDefault="00BB1E14" w:rsidP="00344378">
            <w:r w:rsidRPr="003C0201">
              <w:t> </w:t>
            </w:r>
          </w:p>
        </w:tc>
      </w:tr>
      <w:tr w:rsidR="00BB1E14" w:rsidRPr="003C0201" w14:paraId="4C5D4DDB" w14:textId="77777777" w:rsidTr="00344378">
        <w:trPr>
          <w:trHeight w:val="300"/>
        </w:trPr>
        <w:tc>
          <w:tcPr>
            <w:tcW w:w="10932" w:type="dxa"/>
            <w:noWrap/>
            <w:hideMark/>
          </w:tcPr>
          <w:p w14:paraId="47EF925C" w14:textId="77777777" w:rsidR="00BB1E14" w:rsidRPr="003C0201" w:rsidRDefault="00BB1E14" w:rsidP="00344378">
            <w:r w:rsidRPr="003C0201">
              <w:t>I46</w:t>
            </w:r>
          </w:p>
        </w:tc>
        <w:tc>
          <w:tcPr>
            <w:tcW w:w="3234" w:type="dxa"/>
            <w:noWrap/>
            <w:hideMark/>
          </w:tcPr>
          <w:p w14:paraId="4CCEAC83" w14:textId="77777777" w:rsidR="00BB1E14" w:rsidRPr="003C0201" w:rsidRDefault="00BB1E14" w:rsidP="00344378">
            <w:r w:rsidRPr="003C0201">
              <w:t>A2</w:t>
            </w:r>
          </w:p>
        </w:tc>
        <w:tc>
          <w:tcPr>
            <w:tcW w:w="813" w:type="dxa"/>
            <w:noWrap/>
            <w:hideMark/>
          </w:tcPr>
          <w:p w14:paraId="2FBCF64E" w14:textId="77777777" w:rsidR="00BB1E14" w:rsidRPr="003C0201" w:rsidRDefault="00BB1E14" w:rsidP="00344378">
            <w:pPr>
              <w:jc w:val="left"/>
            </w:pPr>
            <w:r w:rsidRPr="003C0201">
              <w:t>10</w:t>
            </w:r>
          </w:p>
        </w:tc>
        <w:tc>
          <w:tcPr>
            <w:tcW w:w="830" w:type="dxa"/>
            <w:noWrap/>
            <w:hideMark/>
          </w:tcPr>
          <w:p w14:paraId="7F41EA92" w14:textId="77777777" w:rsidR="00BB1E14" w:rsidRPr="003C0201" w:rsidRDefault="00BB1E14" w:rsidP="00344378">
            <w:pPr>
              <w:jc w:val="left"/>
            </w:pPr>
            <w:r w:rsidRPr="003C0201">
              <w:t> </w:t>
            </w:r>
          </w:p>
        </w:tc>
        <w:tc>
          <w:tcPr>
            <w:tcW w:w="902" w:type="dxa"/>
            <w:noWrap/>
            <w:hideMark/>
          </w:tcPr>
          <w:p w14:paraId="1ED0D3E2" w14:textId="77777777" w:rsidR="00BB1E14" w:rsidRPr="003C0201" w:rsidRDefault="00BB1E14" w:rsidP="00344378">
            <w:r w:rsidRPr="003C0201">
              <w:t> </w:t>
            </w:r>
          </w:p>
        </w:tc>
      </w:tr>
      <w:tr w:rsidR="00BB1E14" w:rsidRPr="003C0201" w14:paraId="3ECEFA91" w14:textId="77777777" w:rsidTr="00344378">
        <w:trPr>
          <w:trHeight w:val="300"/>
        </w:trPr>
        <w:tc>
          <w:tcPr>
            <w:tcW w:w="10932" w:type="dxa"/>
            <w:noWrap/>
            <w:hideMark/>
          </w:tcPr>
          <w:p w14:paraId="3280B2B6" w14:textId="77777777" w:rsidR="00BB1E14" w:rsidRPr="003C0201" w:rsidRDefault="00BB1E14" w:rsidP="00344378">
            <w:r w:rsidRPr="003C0201">
              <w:t>I46</w:t>
            </w:r>
          </w:p>
        </w:tc>
        <w:tc>
          <w:tcPr>
            <w:tcW w:w="3234" w:type="dxa"/>
            <w:noWrap/>
            <w:hideMark/>
          </w:tcPr>
          <w:p w14:paraId="0E54B607" w14:textId="77777777" w:rsidR="00BB1E14" w:rsidRPr="003C0201" w:rsidRDefault="00BB1E14" w:rsidP="00344378">
            <w:r w:rsidRPr="003C0201">
              <w:t>A3</w:t>
            </w:r>
          </w:p>
        </w:tc>
        <w:tc>
          <w:tcPr>
            <w:tcW w:w="813" w:type="dxa"/>
            <w:noWrap/>
            <w:hideMark/>
          </w:tcPr>
          <w:p w14:paraId="62D7F013" w14:textId="77777777" w:rsidR="00BB1E14" w:rsidRPr="003C0201" w:rsidRDefault="00BB1E14" w:rsidP="00344378">
            <w:pPr>
              <w:jc w:val="left"/>
            </w:pPr>
            <w:r w:rsidRPr="003C0201">
              <w:t>10</w:t>
            </w:r>
          </w:p>
        </w:tc>
        <w:tc>
          <w:tcPr>
            <w:tcW w:w="830" w:type="dxa"/>
            <w:noWrap/>
            <w:hideMark/>
          </w:tcPr>
          <w:p w14:paraId="1121F853" w14:textId="77777777" w:rsidR="00BB1E14" w:rsidRPr="003C0201" w:rsidRDefault="00BB1E14" w:rsidP="00344378">
            <w:pPr>
              <w:jc w:val="left"/>
            </w:pPr>
            <w:r w:rsidRPr="003C0201">
              <w:t> </w:t>
            </w:r>
          </w:p>
        </w:tc>
        <w:tc>
          <w:tcPr>
            <w:tcW w:w="902" w:type="dxa"/>
            <w:noWrap/>
            <w:hideMark/>
          </w:tcPr>
          <w:p w14:paraId="5F403F73" w14:textId="77777777" w:rsidR="00BB1E14" w:rsidRPr="003C0201" w:rsidRDefault="00BB1E14" w:rsidP="00344378">
            <w:r w:rsidRPr="003C0201">
              <w:t> </w:t>
            </w:r>
          </w:p>
        </w:tc>
      </w:tr>
      <w:tr w:rsidR="00BB1E14" w:rsidRPr="003C0201" w14:paraId="0A3B33B2" w14:textId="77777777" w:rsidTr="00344378">
        <w:trPr>
          <w:trHeight w:val="300"/>
        </w:trPr>
        <w:tc>
          <w:tcPr>
            <w:tcW w:w="10932" w:type="dxa"/>
            <w:noWrap/>
            <w:hideMark/>
          </w:tcPr>
          <w:p w14:paraId="256F53B6" w14:textId="77777777" w:rsidR="00BB1E14" w:rsidRPr="003C0201" w:rsidRDefault="00BB1E14" w:rsidP="00344378">
            <w:r w:rsidRPr="003C0201">
              <w:t>I13</w:t>
            </w:r>
          </w:p>
        </w:tc>
        <w:tc>
          <w:tcPr>
            <w:tcW w:w="3234" w:type="dxa"/>
            <w:noWrap/>
            <w:hideMark/>
          </w:tcPr>
          <w:p w14:paraId="3AEB2816" w14:textId="77777777" w:rsidR="00BB1E14" w:rsidRPr="003C0201" w:rsidRDefault="00BB1E14" w:rsidP="00344378">
            <w:r w:rsidRPr="003C0201">
              <w:t>B2</w:t>
            </w:r>
          </w:p>
        </w:tc>
        <w:tc>
          <w:tcPr>
            <w:tcW w:w="813" w:type="dxa"/>
            <w:noWrap/>
            <w:hideMark/>
          </w:tcPr>
          <w:p w14:paraId="6A6DABF5" w14:textId="77777777" w:rsidR="00BB1E14" w:rsidRPr="003C0201" w:rsidRDefault="00BB1E14" w:rsidP="00344378">
            <w:pPr>
              <w:jc w:val="left"/>
            </w:pPr>
            <w:r w:rsidRPr="003C0201">
              <w:t>50</w:t>
            </w:r>
          </w:p>
        </w:tc>
        <w:tc>
          <w:tcPr>
            <w:tcW w:w="830" w:type="dxa"/>
            <w:noWrap/>
            <w:hideMark/>
          </w:tcPr>
          <w:p w14:paraId="0C6AB94A" w14:textId="77777777" w:rsidR="00BB1E14" w:rsidRPr="003C0201" w:rsidRDefault="00BB1E14" w:rsidP="00344378">
            <w:pPr>
              <w:jc w:val="left"/>
            </w:pPr>
            <w:r w:rsidRPr="003C0201">
              <w:t> </w:t>
            </w:r>
          </w:p>
        </w:tc>
        <w:tc>
          <w:tcPr>
            <w:tcW w:w="902" w:type="dxa"/>
            <w:noWrap/>
            <w:hideMark/>
          </w:tcPr>
          <w:p w14:paraId="7552F2D8" w14:textId="77777777" w:rsidR="00BB1E14" w:rsidRPr="003C0201" w:rsidRDefault="00BB1E14" w:rsidP="00344378">
            <w:r w:rsidRPr="003C0201">
              <w:t> </w:t>
            </w:r>
          </w:p>
        </w:tc>
      </w:tr>
      <w:tr w:rsidR="00BB1E14" w:rsidRPr="003C0201" w14:paraId="51B8F8B3" w14:textId="77777777" w:rsidTr="00344378">
        <w:trPr>
          <w:trHeight w:val="300"/>
        </w:trPr>
        <w:tc>
          <w:tcPr>
            <w:tcW w:w="10932" w:type="dxa"/>
            <w:noWrap/>
            <w:hideMark/>
          </w:tcPr>
          <w:p w14:paraId="1C3AE472" w14:textId="77777777" w:rsidR="00BB1E14" w:rsidRPr="003C0201" w:rsidRDefault="00BB1E14" w:rsidP="00344378">
            <w:r w:rsidRPr="003C0201">
              <w:t>V5</w:t>
            </w:r>
          </w:p>
        </w:tc>
        <w:tc>
          <w:tcPr>
            <w:tcW w:w="3234" w:type="dxa"/>
            <w:noWrap/>
            <w:hideMark/>
          </w:tcPr>
          <w:p w14:paraId="1A5AA669" w14:textId="77777777" w:rsidR="00BB1E14" w:rsidRPr="003C0201" w:rsidRDefault="00BB1E14" w:rsidP="00344378">
            <w:r w:rsidRPr="003C0201">
              <w:t>B2</w:t>
            </w:r>
          </w:p>
        </w:tc>
        <w:tc>
          <w:tcPr>
            <w:tcW w:w="813" w:type="dxa"/>
            <w:noWrap/>
            <w:hideMark/>
          </w:tcPr>
          <w:p w14:paraId="22AEB814" w14:textId="77777777" w:rsidR="00BB1E14" w:rsidRPr="003C0201" w:rsidRDefault="00BB1E14" w:rsidP="00344378">
            <w:pPr>
              <w:jc w:val="left"/>
            </w:pPr>
            <w:r w:rsidRPr="003C0201">
              <w:t>20</w:t>
            </w:r>
          </w:p>
        </w:tc>
        <w:tc>
          <w:tcPr>
            <w:tcW w:w="830" w:type="dxa"/>
            <w:noWrap/>
            <w:hideMark/>
          </w:tcPr>
          <w:p w14:paraId="23D89801" w14:textId="77777777" w:rsidR="00BB1E14" w:rsidRPr="003C0201" w:rsidRDefault="00BB1E14" w:rsidP="00344378">
            <w:pPr>
              <w:jc w:val="left"/>
            </w:pPr>
            <w:r w:rsidRPr="003C0201">
              <w:t> </w:t>
            </w:r>
          </w:p>
        </w:tc>
        <w:tc>
          <w:tcPr>
            <w:tcW w:w="902" w:type="dxa"/>
            <w:noWrap/>
            <w:hideMark/>
          </w:tcPr>
          <w:p w14:paraId="474C35CE" w14:textId="77777777" w:rsidR="00BB1E14" w:rsidRPr="003C0201" w:rsidRDefault="00BB1E14" w:rsidP="00344378">
            <w:r w:rsidRPr="003C0201">
              <w:t> </w:t>
            </w:r>
          </w:p>
        </w:tc>
      </w:tr>
      <w:tr w:rsidR="00BB1E14" w:rsidRPr="003C0201" w14:paraId="44933822" w14:textId="77777777" w:rsidTr="00344378">
        <w:trPr>
          <w:trHeight w:val="300"/>
        </w:trPr>
        <w:tc>
          <w:tcPr>
            <w:tcW w:w="10932" w:type="dxa"/>
            <w:noWrap/>
            <w:hideMark/>
          </w:tcPr>
          <w:p w14:paraId="4029D533" w14:textId="77777777" w:rsidR="00BB1E14" w:rsidRPr="003C0201" w:rsidRDefault="00BB1E14" w:rsidP="00344378">
            <w:r w:rsidRPr="003C0201">
              <w:t>V5</w:t>
            </w:r>
          </w:p>
        </w:tc>
        <w:tc>
          <w:tcPr>
            <w:tcW w:w="3234" w:type="dxa"/>
            <w:noWrap/>
            <w:hideMark/>
          </w:tcPr>
          <w:p w14:paraId="1FE4EE21" w14:textId="77777777" w:rsidR="00BB1E14" w:rsidRPr="003C0201" w:rsidRDefault="00BB1E14" w:rsidP="00344378">
            <w:r w:rsidRPr="003C0201">
              <w:t>A2</w:t>
            </w:r>
          </w:p>
        </w:tc>
        <w:tc>
          <w:tcPr>
            <w:tcW w:w="813" w:type="dxa"/>
            <w:noWrap/>
            <w:hideMark/>
          </w:tcPr>
          <w:p w14:paraId="2C903158" w14:textId="77777777" w:rsidR="00BB1E14" w:rsidRPr="003C0201" w:rsidRDefault="00BB1E14" w:rsidP="00344378">
            <w:pPr>
              <w:jc w:val="left"/>
            </w:pPr>
            <w:r w:rsidRPr="003C0201">
              <w:t>10</w:t>
            </w:r>
          </w:p>
        </w:tc>
        <w:tc>
          <w:tcPr>
            <w:tcW w:w="830" w:type="dxa"/>
            <w:noWrap/>
            <w:hideMark/>
          </w:tcPr>
          <w:p w14:paraId="32C1D024" w14:textId="77777777" w:rsidR="00BB1E14" w:rsidRPr="003C0201" w:rsidRDefault="00BB1E14" w:rsidP="00344378">
            <w:pPr>
              <w:jc w:val="left"/>
            </w:pPr>
            <w:r w:rsidRPr="003C0201">
              <w:t> </w:t>
            </w:r>
          </w:p>
        </w:tc>
        <w:tc>
          <w:tcPr>
            <w:tcW w:w="902" w:type="dxa"/>
            <w:noWrap/>
            <w:hideMark/>
          </w:tcPr>
          <w:p w14:paraId="505AC061" w14:textId="77777777" w:rsidR="00BB1E14" w:rsidRPr="003C0201" w:rsidRDefault="00BB1E14" w:rsidP="00344378">
            <w:r w:rsidRPr="003C0201">
              <w:t> </w:t>
            </w:r>
          </w:p>
        </w:tc>
      </w:tr>
      <w:tr w:rsidR="00BB1E14" w:rsidRPr="003C0201" w14:paraId="2DDCA09A" w14:textId="77777777" w:rsidTr="00344378">
        <w:trPr>
          <w:trHeight w:val="300"/>
        </w:trPr>
        <w:tc>
          <w:tcPr>
            <w:tcW w:w="10932" w:type="dxa"/>
            <w:noWrap/>
            <w:hideMark/>
          </w:tcPr>
          <w:p w14:paraId="5EDD4398" w14:textId="77777777" w:rsidR="00BB1E14" w:rsidRPr="003C0201" w:rsidRDefault="00BB1E14" w:rsidP="00344378">
            <w:r w:rsidRPr="003C0201">
              <w:t>V5</w:t>
            </w:r>
          </w:p>
        </w:tc>
        <w:tc>
          <w:tcPr>
            <w:tcW w:w="3234" w:type="dxa"/>
            <w:noWrap/>
            <w:hideMark/>
          </w:tcPr>
          <w:p w14:paraId="697716DA" w14:textId="77777777" w:rsidR="00BB1E14" w:rsidRPr="003C0201" w:rsidRDefault="00BB1E14" w:rsidP="00344378">
            <w:r w:rsidRPr="003C0201">
              <w:t>A3</w:t>
            </w:r>
          </w:p>
        </w:tc>
        <w:tc>
          <w:tcPr>
            <w:tcW w:w="813" w:type="dxa"/>
            <w:noWrap/>
            <w:hideMark/>
          </w:tcPr>
          <w:p w14:paraId="18B493F9" w14:textId="77777777" w:rsidR="00BB1E14" w:rsidRPr="003C0201" w:rsidRDefault="00BB1E14" w:rsidP="00344378">
            <w:pPr>
              <w:jc w:val="left"/>
            </w:pPr>
            <w:r w:rsidRPr="003C0201">
              <w:t>10</w:t>
            </w:r>
          </w:p>
        </w:tc>
        <w:tc>
          <w:tcPr>
            <w:tcW w:w="830" w:type="dxa"/>
            <w:noWrap/>
            <w:hideMark/>
          </w:tcPr>
          <w:p w14:paraId="629D64B6" w14:textId="77777777" w:rsidR="00BB1E14" w:rsidRPr="003C0201" w:rsidRDefault="00BB1E14" w:rsidP="00344378">
            <w:pPr>
              <w:jc w:val="left"/>
            </w:pPr>
            <w:r w:rsidRPr="003C0201">
              <w:t> </w:t>
            </w:r>
          </w:p>
        </w:tc>
        <w:tc>
          <w:tcPr>
            <w:tcW w:w="902" w:type="dxa"/>
            <w:noWrap/>
            <w:hideMark/>
          </w:tcPr>
          <w:p w14:paraId="4B2D8F3B" w14:textId="77777777" w:rsidR="00BB1E14" w:rsidRPr="003C0201" w:rsidRDefault="00BB1E14" w:rsidP="00344378">
            <w:r w:rsidRPr="003C0201">
              <w:t> </w:t>
            </w:r>
          </w:p>
        </w:tc>
      </w:tr>
      <w:tr w:rsidR="00BB1E14" w:rsidRPr="003C0201" w14:paraId="7D3D2B82" w14:textId="77777777" w:rsidTr="00344378">
        <w:trPr>
          <w:trHeight w:val="300"/>
        </w:trPr>
        <w:tc>
          <w:tcPr>
            <w:tcW w:w="10932" w:type="dxa"/>
            <w:noWrap/>
            <w:hideMark/>
          </w:tcPr>
          <w:p w14:paraId="040A0971" w14:textId="77777777" w:rsidR="00BB1E14" w:rsidRPr="003C0201" w:rsidRDefault="00BB1E14" w:rsidP="00344378">
            <w:r w:rsidRPr="003C0201">
              <w:t>V8</w:t>
            </w:r>
          </w:p>
        </w:tc>
        <w:tc>
          <w:tcPr>
            <w:tcW w:w="3234" w:type="dxa"/>
            <w:noWrap/>
            <w:hideMark/>
          </w:tcPr>
          <w:p w14:paraId="1018F132" w14:textId="77777777" w:rsidR="00BB1E14" w:rsidRPr="003C0201" w:rsidRDefault="00BB1E14" w:rsidP="00344378">
            <w:r w:rsidRPr="003C0201">
              <w:t>A1</w:t>
            </w:r>
          </w:p>
        </w:tc>
        <w:tc>
          <w:tcPr>
            <w:tcW w:w="813" w:type="dxa"/>
            <w:noWrap/>
            <w:hideMark/>
          </w:tcPr>
          <w:p w14:paraId="27E9C709" w14:textId="77777777" w:rsidR="00BB1E14" w:rsidRPr="003C0201" w:rsidRDefault="00BB1E14" w:rsidP="00344378">
            <w:pPr>
              <w:jc w:val="left"/>
            </w:pPr>
            <w:r w:rsidRPr="003C0201">
              <w:t>10</w:t>
            </w:r>
          </w:p>
        </w:tc>
        <w:tc>
          <w:tcPr>
            <w:tcW w:w="830" w:type="dxa"/>
            <w:noWrap/>
            <w:hideMark/>
          </w:tcPr>
          <w:p w14:paraId="4E855CC4" w14:textId="77777777" w:rsidR="00BB1E14" w:rsidRPr="003C0201" w:rsidRDefault="00BB1E14" w:rsidP="00344378">
            <w:pPr>
              <w:jc w:val="left"/>
            </w:pPr>
            <w:r w:rsidRPr="003C0201">
              <w:t> </w:t>
            </w:r>
          </w:p>
        </w:tc>
        <w:tc>
          <w:tcPr>
            <w:tcW w:w="902" w:type="dxa"/>
            <w:noWrap/>
            <w:hideMark/>
          </w:tcPr>
          <w:p w14:paraId="6D44A364" w14:textId="77777777" w:rsidR="00BB1E14" w:rsidRPr="003C0201" w:rsidRDefault="00BB1E14" w:rsidP="00344378">
            <w:r w:rsidRPr="003C0201">
              <w:t> </w:t>
            </w:r>
          </w:p>
        </w:tc>
      </w:tr>
      <w:tr w:rsidR="00BB1E14" w:rsidRPr="003C0201" w14:paraId="5B48175E" w14:textId="77777777" w:rsidTr="00344378">
        <w:trPr>
          <w:trHeight w:val="300"/>
        </w:trPr>
        <w:tc>
          <w:tcPr>
            <w:tcW w:w="10932" w:type="dxa"/>
            <w:noWrap/>
            <w:hideMark/>
          </w:tcPr>
          <w:p w14:paraId="2EBB27EB" w14:textId="77777777" w:rsidR="00BB1E14" w:rsidRPr="003C0201" w:rsidRDefault="00BB1E14" w:rsidP="00344378">
            <w:r w:rsidRPr="003C0201">
              <w:t>V8</w:t>
            </w:r>
          </w:p>
        </w:tc>
        <w:tc>
          <w:tcPr>
            <w:tcW w:w="3234" w:type="dxa"/>
            <w:noWrap/>
            <w:hideMark/>
          </w:tcPr>
          <w:p w14:paraId="5CF7286D" w14:textId="77777777" w:rsidR="00BB1E14" w:rsidRPr="003C0201" w:rsidRDefault="00BB1E14" w:rsidP="00344378">
            <w:r w:rsidRPr="003C0201">
              <w:t>A2</w:t>
            </w:r>
          </w:p>
        </w:tc>
        <w:tc>
          <w:tcPr>
            <w:tcW w:w="813" w:type="dxa"/>
            <w:noWrap/>
            <w:hideMark/>
          </w:tcPr>
          <w:p w14:paraId="10D6D76F" w14:textId="77777777" w:rsidR="00BB1E14" w:rsidRPr="003C0201" w:rsidRDefault="00BB1E14" w:rsidP="00344378">
            <w:pPr>
              <w:jc w:val="left"/>
            </w:pPr>
            <w:r w:rsidRPr="003C0201">
              <w:t>20</w:t>
            </w:r>
          </w:p>
        </w:tc>
        <w:tc>
          <w:tcPr>
            <w:tcW w:w="830" w:type="dxa"/>
            <w:noWrap/>
            <w:hideMark/>
          </w:tcPr>
          <w:p w14:paraId="1D137E24" w14:textId="77777777" w:rsidR="00BB1E14" w:rsidRPr="003C0201" w:rsidRDefault="00BB1E14" w:rsidP="00344378">
            <w:pPr>
              <w:jc w:val="left"/>
            </w:pPr>
            <w:r w:rsidRPr="003C0201">
              <w:t> </w:t>
            </w:r>
          </w:p>
        </w:tc>
        <w:tc>
          <w:tcPr>
            <w:tcW w:w="902" w:type="dxa"/>
            <w:noWrap/>
            <w:hideMark/>
          </w:tcPr>
          <w:p w14:paraId="0FDAE321" w14:textId="77777777" w:rsidR="00BB1E14" w:rsidRPr="003C0201" w:rsidRDefault="00BB1E14" w:rsidP="00344378">
            <w:r w:rsidRPr="003C0201">
              <w:t> </w:t>
            </w:r>
          </w:p>
        </w:tc>
      </w:tr>
      <w:tr w:rsidR="00BB1E14" w:rsidRPr="003C0201" w14:paraId="1C9AC592" w14:textId="77777777" w:rsidTr="00344378">
        <w:trPr>
          <w:trHeight w:val="300"/>
        </w:trPr>
        <w:tc>
          <w:tcPr>
            <w:tcW w:w="10932" w:type="dxa"/>
            <w:noWrap/>
            <w:hideMark/>
          </w:tcPr>
          <w:p w14:paraId="77B55BB2" w14:textId="77777777" w:rsidR="00BB1E14" w:rsidRPr="003C0201" w:rsidRDefault="00BB1E14" w:rsidP="00344378">
            <w:r w:rsidRPr="003C0201">
              <w:t>V8</w:t>
            </w:r>
          </w:p>
        </w:tc>
        <w:tc>
          <w:tcPr>
            <w:tcW w:w="3234" w:type="dxa"/>
            <w:noWrap/>
            <w:hideMark/>
          </w:tcPr>
          <w:p w14:paraId="038BA0BF" w14:textId="77777777" w:rsidR="00BB1E14" w:rsidRPr="003C0201" w:rsidRDefault="00BB1E14" w:rsidP="00344378">
            <w:r w:rsidRPr="003C0201">
              <w:t>A3</w:t>
            </w:r>
          </w:p>
        </w:tc>
        <w:tc>
          <w:tcPr>
            <w:tcW w:w="813" w:type="dxa"/>
            <w:noWrap/>
            <w:hideMark/>
          </w:tcPr>
          <w:p w14:paraId="1EA27437" w14:textId="77777777" w:rsidR="00BB1E14" w:rsidRPr="003C0201" w:rsidRDefault="00BB1E14" w:rsidP="00344378">
            <w:pPr>
              <w:jc w:val="left"/>
            </w:pPr>
            <w:r w:rsidRPr="003C0201">
              <w:t>10</w:t>
            </w:r>
          </w:p>
        </w:tc>
        <w:tc>
          <w:tcPr>
            <w:tcW w:w="830" w:type="dxa"/>
            <w:noWrap/>
            <w:hideMark/>
          </w:tcPr>
          <w:p w14:paraId="595117A1" w14:textId="77777777" w:rsidR="00BB1E14" w:rsidRPr="003C0201" w:rsidRDefault="00BB1E14" w:rsidP="00344378">
            <w:pPr>
              <w:jc w:val="left"/>
            </w:pPr>
            <w:r w:rsidRPr="003C0201">
              <w:t> </w:t>
            </w:r>
          </w:p>
        </w:tc>
        <w:tc>
          <w:tcPr>
            <w:tcW w:w="902" w:type="dxa"/>
            <w:noWrap/>
            <w:hideMark/>
          </w:tcPr>
          <w:p w14:paraId="1704576E" w14:textId="77777777" w:rsidR="00BB1E14" w:rsidRPr="003C0201" w:rsidRDefault="00BB1E14" w:rsidP="00344378">
            <w:r w:rsidRPr="003C0201">
              <w:t> </w:t>
            </w:r>
          </w:p>
        </w:tc>
      </w:tr>
      <w:tr w:rsidR="00BB1E14" w:rsidRPr="003C0201" w14:paraId="67570324" w14:textId="77777777" w:rsidTr="00344378">
        <w:trPr>
          <w:trHeight w:val="300"/>
        </w:trPr>
        <w:tc>
          <w:tcPr>
            <w:tcW w:w="10932" w:type="dxa"/>
            <w:noWrap/>
            <w:hideMark/>
          </w:tcPr>
          <w:p w14:paraId="789A24C3" w14:textId="77777777" w:rsidR="00BB1E14" w:rsidRPr="003C0201" w:rsidRDefault="00BB1E14" w:rsidP="00344378">
            <w:r w:rsidRPr="003C0201">
              <w:t>V8</w:t>
            </w:r>
          </w:p>
        </w:tc>
        <w:tc>
          <w:tcPr>
            <w:tcW w:w="3234" w:type="dxa"/>
            <w:noWrap/>
            <w:hideMark/>
          </w:tcPr>
          <w:p w14:paraId="4C814BEB" w14:textId="77777777" w:rsidR="00BB1E14" w:rsidRPr="003C0201" w:rsidRDefault="00BB1E14" w:rsidP="00344378">
            <w:r w:rsidRPr="003C0201">
              <w:t>A3.5</w:t>
            </w:r>
          </w:p>
        </w:tc>
        <w:tc>
          <w:tcPr>
            <w:tcW w:w="813" w:type="dxa"/>
            <w:noWrap/>
            <w:hideMark/>
          </w:tcPr>
          <w:p w14:paraId="174A529C" w14:textId="77777777" w:rsidR="00BB1E14" w:rsidRPr="003C0201" w:rsidRDefault="00BB1E14" w:rsidP="00344378">
            <w:pPr>
              <w:jc w:val="left"/>
            </w:pPr>
            <w:r w:rsidRPr="003C0201">
              <w:t>5</w:t>
            </w:r>
          </w:p>
        </w:tc>
        <w:tc>
          <w:tcPr>
            <w:tcW w:w="830" w:type="dxa"/>
            <w:noWrap/>
            <w:hideMark/>
          </w:tcPr>
          <w:p w14:paraId="194FF527" w14:textId="77777777" w:rsidR="00BB1E14" w:rsidRPr="003C0201" w:rsidRDefault="00BB1E14" w:rsidP="00344378">
            <w:pPr>
              <w:jc w:val="left"/>
            </w:pPr>
            <w:r w:rsidRPr="003C0201">
              <w:t> </w:t>
            </w:r>
          </w:p>
        </w:tc>
        <w:tc>
          <w:tcPr>
            <w:tcW w:w="902" w:type="dxa"/>
            <w:noWrap/>
            <w:hideMark/>
          </w:tcPr>
          <w:p w14:paraId="2B7CA1C6" w14:textId="77777777" w:rsidR="00BB1E14" w:rsidRPr="003C0201" w:rsidRDefault="00BB1E14" w:rsidP="00344378">
            <w:r w:rsidRPr="003C0201">
              <w:t> </w:t>
            </w:r>
          </w:p>
        </w:tc>
      </w:tr>
      <w:tr w:rsidR="00BB1E14" w:rsidRPr="003C0201" w14:paraId="49531E42" w14:textId="77777777" w:rsidTr="00344378">
        <w:trPr>
          <w:trHeight w:val="300"/>
        </w:trPr>
        <w:tc>
          <w:tcPr>
            <w:tcW w:w="10932" w:type="dxa"/>
            <w:noWrap/>
            <w:hideMark/>
          </w:tcPr>
          <w:p w14:paraId="10207098" w14:textId="77777777" w:rsidR="00BB1E14" w:rsidRPr="003C0201" w:rsidRDefault="00BB1E14" w:rsidP="00344378">
            <w:r w:rsidRPr="003C0201">
              <w:t>i67</w:t>
            </w:r>
          </w:p>
        </w:tc>
        <w:tc>
          <w:tcPr>
            <w:tcW w:w="3234" w:type="dxa"/>
            <w:noWrap/>
            <w:hideMark/>
          </w:tcPr>
          <w:p w14:paraId="478C3C01" w14:textId="77777777" w:rsidR="00BB1E14" w:rsidRPr="003C0201" w:rsidRDefault="00BB1E14" w:rsidP="00344378">
            <w:r w:rsidRPr="003C0201">
              <w:t>A1</w:t>
            </w:r>
          </w:p>
        </w:tc>
        <w:tc>
          <w:tcPr>
            <w:tcW w:w="813" w:type="dxa"/>
            <w:noWrap/>
            <w:hideMark/>
          </w:tcPr>
          <w:p w14:paraId="69E6C276" w14:textId="77777777" w:rsidR="00BB1E14" w:rsidRPr="003C0201" w:rsidRDefault="00BB1E14" w:rsidP="00344378">
            <w:pPr>
              <w:jc w:val="left"/>
            </w:pPr>
            <w:r w:rsidRPr="003C0201">
              <w:t>10</w:t>
            </w:r>
          </w:p>
        </w:tc>
        <w:tc>
          <w:tcPr>
            <w:tcW w:w="830" w:type="dxa"/>
            <w:noWrap/>
            <w:hideMark/>
          </w:tcPr>
          <w:p w14:paraId="54BF0960" w14:textId="77777777" w:rsidR="00BB1E14" w:rsidRPr="003C0201" w:rsidRDefault="00BB1E14" w:rsidP="00344378">
            <w:pPr>
              <w:jc w:val="left"/>
            </w:pPr>
            <w:r w:rsidRPr="003C0201">
              <w:t> </w:t>
            </w:r>
          </w:p>
        </w:tc>
        <w:tc>
          <w:tcPr>
            <w:tcW w:w="902" w:type="dxa"/>
            <w:noWrap/>
            <w:hideMark/>
          </w:tcPr>
          <w:p w14:paraId="3FD77FEB" w14:textId="77777777" w:rsidR="00BB1E14" w:rsidRPr="003C0201" w:rsidRDefault="00BB1E14" w:rsidP="00344378">
            <w:r w:rsidRPr="003C0201">
              <w:t> </w:t>
            </w:r>
          </w:p>
        </w:tc>
      </w:tr>
      <w:tr w:rsidR="00BB1E14" w:rsidRPr="003C0201" w14:paraId="38AD1444" w14:textId="77777777" w:rsidTr="00344378">
        <w:trPr>
          <w:trHeight w:val="300"/>
        </w:trPr>
        <w:tc>
          <w:tcPr>
            <w:tcW w:w="10932" w:type="dxa"/>
            <w:noWrap/>
            <w:hideMark/>
          </w:tcPr>
          <w:p w14:paraId="14BC932F" w14:textId="77777777" w:rsidR="00BB1E14" w:rsidRPr="003C0201" w:rsidRDefault="00BB1E14" w:rsidP="00344378">
            <w:r w:rsidRPr="003C0201">
              <w:t>i67</w:t>
            </w:r>
          </w:p>
        </w:tc>
        <w:tc>
          <w:tcPr>
            <w:tcW w:w="3234" w:type="dxa"/>
            <w:noWrap/>
            <w:hideMark/>
          </w:tcPr>
          <w:p w14:paraId="2167374F" w14:textId="77777777" w:rsidR="00BB1E14" w:rsidRPr="003C0201" w:rsidRDefault="00BB1E14" w:rsidP="00344378">
            <w:r w:rsidRPr="003C0201">
              <w:t>A2</w:t>
            </w:r>
          </w:p>
        </w:tc>
        <w:tc>
          <w:tcPr>
            <w:tcW w:w="813" w:type="dxa"/>
            <w:noWrap/>
            <w:hideMark/>
          </w:tcPr>
          <w:p w14:paraId="0FC1A53F" w14:textId="77777777" w:rsidR="00BB1E14" w:rsidRPr="003C0201" w:rsidRDefault="00BB1E14" w:rsidP="00344378">
            <w:pPr>
              <w:jc w:val="left"/>
            </w:pPr>
            <w:r w:rsidRPr="003C0201">
              <w:t>30</w:t>
            </w:r>
          </w:p>
        </w:tc>
        <w:tc>
          <w:tcPr>
            <w:tcW w:w="830" w:type="dxa"/>
            <w:noWrap/>
            <w:hideMark/>
          </w:tcPr>
          <w:p w14:paraId="12ED29AC" w14:textId="77777777" w:rsidR="00BB1E14" w:rsidRPr="003C0201" w:rsidRDefault="00BB1E14" w:rsidP="00344378">
            <w:pPr>
              <w:jc w:val="left"/>
            </w:pPr>
            <w:r w:rsidRPr="003C0201">
              <w:t> </w:t>
            </w:r>
          </w:p>
        </w:tc>
        <w:tc>
          <w:tcPr>
            <w:tcW w:w="902" w:type="dxa"/>
            <w:noWrap/>
            <w:hideMark/>
          </w:tcPr>
          <w:p w14:paraId="2F645F69" w14:textId="77777777" w:rsidR="00BB1E14" w:rsidRPr="003C0201" w:rsidRDefault="00BB1E14" w:rsidP="00344378">
            <w:r w:rsidRPr="003C0201">
              <w:t> </w:t>
            </w:r>
          </w:p>
        </w:tc>
      </w:tr>
      <w:tr w:rsidR="00BB1E14" w:rsidRPr="003C0201" w14:paraId="59D7EF1F" w14:textId="77777777" w:rsidTr="00344378">
        <w:trPr>
          <w:trHeight w:val="300"/>
        </w:trPr>
        <w:tc>
          <w:tcPr>
            <w:tcW w:w="10932" w:type="dxa"/>
            <w:noWrap/>
            <w:hideMark/>
          </w:tcPr>
          <w:p w14:paraId="62EF355D" w14:textId="77777777" w:rsidR="00BB1E14" w:rsidRPr="003C0201" w:rsidRDefault="00BB1E14" w:rsidP="00344378">
            <w:r w:rsidRPr="003C0201">
              <w:t>i67</w:t>
            </w:r>
          </w:p>
        </w:tc>
        <w:tc>
          <w:tcPr>
            <w:tcW w:w="3234" w:type="dxa"/>
            <w:noWrap/>
            <w:hideMark/>
          </w:tcPr>
          <w:p w14:paraId="0DDF27A0" w14:textId="77777777" w:rsidR="00BB1E14" w:rsidRPr="003C0201" w:rsidRDefault="00BB1E14" w:rsidP="00344378">
            <w:r w:rsidRPr="003C0201">
              <w:t>A3</w:t>
            </w:r>
          </w:p>
        </w:tc>
        <w:tc>
          <w:tcPr>
            <w:tcW w:w="813" w:type="dxa"/>
            <w:noWrap/>
            <w:hideMark/>
          </w:tcPr>
          <w:p w14:paraId="44FFDBBF" w14:textId="77777777" w:rsidR="00BB1E14" w:rsidRPr="003C0201" w:rsidRDefault="00BB1E14" w:rsidP="00344378">
            <w:pPr>
              <w:jc w:val="left"/>
            </w:pPr>
            <w:r w:rsidRPr="003C0201">
              <w:t>30</w:t>
            </w:r>
          </w:p>
        </w:tc>
        <w:tc>
          <w:tcPr>
            <w:tcW w:w="830" w:type="dxa"/>
            <w:noWrap/>
            <w:hideMark/>
          </w:tcPr>
          <w:p w14:paraId="269E1830" w14:textId="77777777" w:rsidR="00BB1E14" w:rsidRPr="003C0201" w:rsidRDefault="00BB1E14" w:rsidP="00344378">
            <w:pPr>
              <w:jc w:val="left"/>
            </w:pPr>
            <w:r w:rsidRPr="003C0201">
              <w:t> </w:t>
            </w:r>
          </w:p>
        </w:tc>
        <w:tc>
          <w:tcPr>
            <w:tcW w:w="902" w:type="dxa"/>
            <w:noWrap/>
            <w:hideMark/>
          </w:tcPr>
          <w:p w14:paraId="1A12AF33" w14:textId="77777777" w:rsidR="00BB1E14" w:rsidRPr="003C0201" w:rsidRDefault="00BB1E14" w:rsidP="00344378">
            <w:r w:rsidRPr="003C0201">
              <w:t> </w:t>
            </w:r>
          </w:p>
        </w:tc>
      </w:tr>
      <w:tr w:rsidR="00BB1E14" w:rsidRPr="003C0201" w14:paraId="35D413D7" w14:textId="77777777" w:rsidTr="00344378">
        <w:trPr>
          <w:trHeight w:val="300"/>
        </w:trPr>
        <w:tc>
          <w:tcPr>
            <w:tcW w:w="10932" w:type="dxa"/>
            <w:noWrap/>
            <w:hideMark/>
          </w:tcPr>
          <w:p w14:paraId="4BFD6FEC" w14:textId="77777777" w:rsidR="00BB1E14" w:rsidRPr="003C0201" w:rsidRDefault="00BB1E14" w:rsidP="00344378">
            <w:r w:rsidRPr="003C0201">
              <w:t>i67</w:t>
            </w:r>
          </w:p>
        </w:tc>
        <w:tc>
          <w:tcPr>
            <w:tcW w:w="3234" w:type="dxa"/>
            <w:noWrap/>
            <w:hideMark/>
          </w:tcPr>
          <w:p w14:paraId="54BB8DA5" w14:textId="77777777" w:rsidR="00BB1E14" w:rsidRPr="003C0201" w:rsidRDefault="00BB1E14" w:rsidP="00344378">
            <w:r w:rsidRPr="003C0201">
              <w:t>A3.5</w:t>
            </w:r>
          </w:p>
        </w:tc>
        <w:tc>
          <w:tcPr>
            <w:tcW w:w="813" w:type="dxa"/>
            <w:noWrap/>
            <w:hideMark/>
          </w:tcPr>
          <w:p w14:paraId="3A35D5C6" w14:textId="77777777" w:rsidR="00BB1E14" w:rsidRPr="003C0201" w:rsidRDefault="00BB1E14" w:rsidP="00344378">
            <w:pPr>
              <w:jc w:val="left"/>
            </w:pPr>
            <w:r w:rsidRPr="003C0201">
              <w:t>5</w:t>
            </w:r>
          </w:p>
        </w:tc>
        <w:tc>
          <w:tcPr>
            <w:tcW w:w="830" w:type="dxa"/>
            <w:noWrap/>
            <w:hideMark/>
          </w:tcPr>
          <w:p w14:paraId="3E56D6CF" w14:textId="77777777" w:rsidR="00BB1E14" w:rsidRPr="003C0201" w:rsidRDefault="00BB1E14" w:rsidP="00344378">
            <w:pPr>
              <w:jc w:val="left"/>
            </w:pPr>
            <w:r w:rsidRPr="003C0201">
              <w:t> </w:t>
            </w:r>
          </w:p>
        </w:tc>
        <w:tc>
          <w:tcPr>
            <w:tcW w:w="902" w:type="dxa"/>
            <w:noWrap/>
            <w:hideMark/>
          </w:tcPr>
          <w:p w14:paraId="247BA0C9" w14:textId="77777777" w:rsidR="00BB1E14" w:rsidRPr="003C0201" w:rsidRDefault="00BB1E14" w:rsidP="00344378">
            <w:r w:rsidRPr="003C0201">
              <w:t> </w:t>
            </w:r>
          </w:p>
        </w:tc>
      </w:tr>
      <w:tr w:rsidR="00BB1E14" w:rsidRPr="003C0201" w14:paraId="4599EB62" w14:textId="77777777" w:rsidTr="00344378">
        <w:trPr>
          <w:trHeight w:val="300"/>
        </w:trPr>
        <w:tc>
          <w:tcPr>
            <w:tcW w:w="10932" w:type="dxa"/>
            <w:noWrap/>
            <w:hideMark/>
          </w:tcPr>
          <w:p w14:paraId="2409EA43" w14:textId="77777777" w:rsidR="00BB1E14" w:rsidRPr="003C0201" w:rsidRDefault="00BB1E14" w:rsidP="00344378">
            <w:r w:rsidRPr="003C0201">
              <w:t>I68</w:t>
            </w:r>
          </w:p>
        </w:tc>
        <w:tc>
          <w:tcPr>
            <w:tcW w:w="3234" w:type="dxa"/>
            <w:noWrap/>
            <w:hideMark/>
          </w:tcPr>
          <w:p w14:paraId="2B6CC6EF" w14:textId="77777777" w:rsidR="00BB1E14" w:rsidRPr="003C0201" w:rsidRDefault="00BB1E14" w:rsidP="00344378">
            <w:r w:rsidRPr="003C0201">
              <w:t>A2</w:t>
            </w:r>
          </w:p>
        </w:tc>
        <w:tc>
          <w:tcPr>
            <w:tcW w:w="813" w:type="dxa"/>
            <w:noWrap/>
            <w:hideMark/>
          </w:tcPr>
          <w:p w14:paraId="07189A51" w14:textId="77777777" w:rsidR="00BB1E14" w:rsidRPr="003C0201" w:rsidRDefault="00BB1E14" w:rsidP="00344378">
            <w:pPr>
              <w:jc w:val="left"/>
            </w:pPr>
            <w:r w:rsidRPr="003C0201">
              <w:t>20</w:t>
            </w:r>
          </w:p>
        </w:tc>
        <w:tc>
          <w:tcPr>
            <w:tcW w:w="830" w:type="dxa"/>
            <w:noWrap/>
            <w:hideMark/>
          </w:tcPr>
          <w:p w14:paraId="55E4C095" w14:textId="77777777" w:rsidR="00BB1E14" w:rsidRPr="003C0201" w:rsidRDefault="00BB1E14" w:rsidP="00344378">
            <w:pPr>
              <w:jc w:val="left"/>
            </w:pPr>
            <w:r w:rsidRPr="003C0201">
              <w:t> </w:t>
            </w:r>
          </w:p>
        </w:tc>
        <w:tc>
          <w:tcPr>
            <w:tcW w:w="902" w:type="dxa"/>
            <w:noWrap/>
            <w:hideMark/>
          </w:tcPr>
          <w:p w14:paraId="43BD05F2" w14:textId="77777777" w:rsidR="00BB1E14" w:rsidRPr="003C0201" w:rsidRDefault="00BB1E14" w:rsidP="00344378">
            <w:r w:rsidRPr="003C0201">
              <w:t> </w:t>
            </w:r>
          </w:p>
        </w:tc>
      </w:tr>
      <w:tr w:rsidR="00BB1E14" w:rsidRPr="003C0201" w14:paraId="3D776225" w14:textId="77777777" w:rsidTr="00344378">
        <w:trPr>
          <w:trHeight w:val="300"/>
        </w:trPr>
        <w:tc>
          <w:tcPr>
            <w:tcW w:w="10932" w:type="dxa"/>
            <w:noWrap/>
            <w:hideMark/>
          </w:tcPr>
          <w:p w14:paraId="3CE7D99B" w14:textId="77777777" w:rsidR="00BB1E14" w:rsidRPr="003C0201" w:rsidRDefault="00BB1E14" w:rsidP="00344378">
            <w:r w:rsidRPr="003C0201">
              <w:t>I68</w:t>
            </w:r>
          </w:p>
        </w:tc>
        <w:tc>
          <w:tcPr>
            <w:tcW w:w="3234" w:type="dxa"/>
            <w:noWrap/>
            <w:hideMark/>
          </w:tcPr>
          <w:p w14:paraId="2593E255" w14:textId="77777777" w:rsidR="00BB1E14" w:rsidRPr="003C0201" w:rsidRDefault="00BB1E14" w:rsidP="00344378">
            <w:r w:rsidRPr="003C0201">
              <w:t>A3</w:t>
            </w:r>
          </w:p>
        </w:tc>
        <w:tc>
          <w:tcPr>
            <w:tcW w:w="813" w:type="dxa"/>
            <w:noWrap/>
            <w:hideMark/>
          </w:tcPr>
          <w:p w14:paraId="355E943F" w14:textId="77777777" w:rsidR="00BB1E14" w:rsidRPr="003C0201" w:rsidRDefault="00BB1E14" w:rsidP="00344378">
            <w:pPr>
              <w:jc w:val="left"/>
            </w:pPr>
            <w:r w:rsidRPr="003C0201">
              <w:t>10</w:t>
            </w:r>
          </w:p>
        </w:tc>
        <w:tc>
          <w:tcPr>
            <w:tcW w:w="830" w:type="dxa"/>
            <w:noWrap/>
            <w:hideMark/>
          </w:tcPr>
          <w:p w14:paraId="086A05AA" w14:textId="77777777" w:rsidR="00BB1E14" w:rsidRPr="003C0201" w:rsidRDefault="00BB1E14" w:rsidP="00344378">
            <w:pPr>
              <w:jc w:val="left"/>
            </w:pPr>
            <w:r w:rsidRPr="003C0201">
              <w:t> </w:t>
            </w:r>
          </w:p>
        </w:tc>
        <w:tc>
          <w:tcPr>
            <w:tcW w:w="902" w:type="dxa"/>
            <w:noWrap/>
            <w:hideMark/>
          </w:tcPr>
          <w:p w14:paraId="6667F6E3" w14:textId="77777777" w:rsidR="00BB1E14" w:rsidRPr="003C0201" w:rsidRDefault="00BB1E14" w:rsidP="00344378">
            <w:r w:rsidRPr="003C0201">
              <w:t> </w:t>
            </w:r>
          </w:p>
        </w:tc>
      </w:tr>
      <w:tr w:rsidR="00BB1E14" w:rsidRPr="003C0201" w14:paraId="55EC59DD" w14:textId="77777777" w:rsidTr="00344378">
        <w:trPr>
          <w:trHeight w:val="300"/>
        </w:trPr>
        <w:tc>
          <w:tcPr>
            <w:tcW w:w="10932" w:type="dxa"/>
            <w:noWrap/>
            <w:hideMark/>
          </w:tcPr>
          <w:p w14:paraId="27FCECB3" w14:textId="77777777" w:rsidR="00BB1E14" w:rsidRPr="003C0201" w:rsidRDefault="00BB1E14" w:rsidP="00344378">
            <w:r w:rsidRPr="003C0201">
              <w:t>I68</w:t>
            </w:r>
          </w:p>
        </w:tc>
        <w:tc>
          <w:tcPr>
            <w:tcW w:w="3234" w:type="dxa"/>
            <w:noWrap/>
            <w:hideMark/>
          </w:tcPr>
          <w:p w14:paraId="2D115EE7" w14:textId="77777777" w:rsidR="00BB1E14" w:rsidRPr="003C0201" w:rsidRDefault="00BB1E14" w:rsidP="00344378">
            <w:r w:rsidRPr="003C0201">
              <w:t>A3.5</w:t>
            </w:r>
          </w:p>
        </w:tc>
        <w:tc>
          <w:tcPr>
            <w:tcW w:w="813" w:type="dxa"/>
            <w:noWrap/>
            <w:hideMark/>
          </w:tcPr>
          <w:p w14:paraId="0E728F86" w14:textId="77777777" w:rsidR="00BB1E14" w:rsidRPr="003C0201" w:rsidRDefault="00BB1E14" w:rsidP="00344378">
            <w:pPr>
              <w:jc w:val="left"/>
            </w:pPr>
            <w:r w:rsidRPr="003C0201">
              <w:t>5</w:t>
            </w:r>
          </w:p>
        </w:tc>
        <w:tc>
          <w:tcPr>
            <w:tcW w:w="830" w:type="dxa"/>
            <w:noWrap/>
            <w:hideMark/>
          </w:tcPr>
          <w:p w14:paraId="5BF8C5B8" w14:textId="77777777" w:rsidR="00BB1E14" w:rsidRPr="003C0201" w:rsidRDefault="00BB1E14" w:rsidP="00344378">
            <w:pPr>
              <w:jc w:val="left"/>
            </w:pPr>
            <w:r w:rsidRPr="003C0201">
              <w:t> </w:t>
            </w:r>
          </w:p>
        </w:tc>
        <w:tc>
          <w:tcPr>
            <w:tcW w:w="902" w:type="dxa"/>
            <w:noWrap/>
            <w:hideMark/>
          </w:tcPr>
          <w:p w14:paraId="71C60CF7" w14:textId="77777777" w:rsidR="00BB1E14" w:rsidRPr="003C0201" w:rsidRDefault="00BB1E14" w:rsidP="00344378">
            <w:r w:rsidRPr="003C0201">
              <w:t> </w:t>
            </w:r>
          </w:p>
        </w:tc>
      </w:tr>
      <w:tr w:rsidR="00BB1E14" w:rsidRPr="003C0201" w14:paraId="08414FE4" w14:textId="77777777" w:rsidTr="00344378">
        <w:trPr>
          <w:trHeight w:val="300"/>
        </w:trPr>
        <w:tc>
          <w:tcPr>
            <w:tcW w:w="10932" w:type="dxa"/>
            <w:noWrap/>
            <w:hideMark/>
          </w:tcPr>
          <w:p w14:paraId="6740501F" w14:textId="77777777" w:rsidR="00BB1E14" w:rsidRPr="003C0201" w:rsidRDefault="00BB1E14" w:rsidP="00344378">
            <w:r w:rsidRPr="003C0201">
              <w:t> </w:t>
            </w:r>
          </w:p>
        </w:tc>
        <w:tc>
          <w:tcPr>
            <w:tcW w:w="3234" w:type="dxa"/>
            <w:noWrap/>
            <w:hideMark/>
          </w:tcPr>
          <w:p w14:paraId="294E9120" w14:textId="77777777" w:rsidR="00BB1E14" w:rsidRPr="003C0201" w:rsidRDefault="00BB1E14" w:rsidP="00344378">
            <w:r w:rsidRPr="003C0201">
              <w:t> </w:t>
            </w:r>
          </w:p>
        </w:tc>
        <w:tc>
          <w:tcPr>
            <w:tcW w:w="813" w:type="dxa"/>
            <w:noWrap/>
            <w:hideMark/>
          </w:tcPr>
          <w:p w14:paraId="462246A0" w14:textId="77777777" w:rsidR="00BB1E14" w:rsidRPr="003C0201" w:rsidRDefault="00BB1E14" w:rsidP="00344378">
            <w:r w:rsidRPr="003C0201">
              <w:t> </w:t>
            </w:r>
          </w:p>
        </w:tc>
        <w:tc>
          <w:tcPr>
            <w:tcW w:w="830" w:type="dxa"/>
            <w:noWrap/>
            <w:hideMark/>
          </w:tcPr>
          <w:p w14:paraId="2BFC4556" w14:textId="77777777" w:rsidR="00BB1E14" w:rsidRPr="003C0201" w:rsidRDefault="00BB1E14" w:rsidP="00344378">
            <w:r w:rsidRPr="003C0201">
              <w:t> </w:t>
            </w:r>
          </w:p>
        </w:tc>
        <w:tc>
          <w:tcPr>
            <w:tcW w:w="902" w:type="dxa"/>
            <w:noWrap/>
            <w:hideMark/>
          </w:tcPr>
          <w:p w14:paraId="07FCCC96" w14:textId="77777777" w:rsidR="00BB1E14" w:rsidRPr="003C0201" w:rsidRDefault="00BB1E14" w:rsidP="00344378">
            <w:r w:rsidRPr="003C0201">
              <w:t> </w:t>
            </w:r>
          </w:p>
        </w:tc>
      </w:tr>
      <w:tr w:rsidR="00BB1E14" w:rsidRPr="003C0201" w14:paraId="0F8C0DAB" w14:textId="77777777" w:rsidTr="00344378">
        <w:trPr>
          <w:trHeight w:val="300"/>
        </w:trPr>
        <w:tc>
          <w:tcPr>
            <w:tcW w:w="10932" w:type="dxa"/>
            <w:noWrap/>
            <w:hideMark/>
          </w:tcPr>
          <w:p w14:paraId="4CA2968C" w14:textId="77777777" w:rsidR="00BB1E14" w:rsidRPr="003C0201" w:rsidRDefault="00BB1E14" w:rsidP="00344378">
            <w:r w:rsidRPr="003C0201">
              <w:t xml:space="preserve">UPPER POSTERIOR TEETH </w:t>
            </w:r>
          </w:p>
        </w:tc>
        <w:tc>
          <w:tcPr>
            <w:tcW w:w="3234" w:type="dxa"/>
            <w:noWrap/>
            <w:hideMark/>
          </w:tcPr>
          <w:p w14:paraId="147665F5" w14:textId="77777777" w:rsidR="00BB1E14" w:rsidRPr="003C0201" w:rsidRDefault="00BB1E14" w:rsidP="00344378">
            <w:r w:rsidRPr="003C0201">
              <w:t> </w:t>
            </w:r>
          </w:p>
        </w:tc>
        <w:tc>
          <w:tcPr>
            <w:tcW w:w="813" w:type="dxa"/>
            <w:noWrap/>
            <w:hideMark/>
          </w:tcPr>
          <w:p w14:paraId="1D322D77" w14:textId="77777777" w:rsidR="00BB1E14" w:rsidRPr="003C0201" w:rsidRDefault="00BB1E14" w:rsidP="00344378">
            <w:r w:rsidRPr="003C0201">
              <w:t> </w:t>
            </w:r>
          </w:p>
        </w:tc>
        <w:tc>
          <w:tcPr>
            <w:tcW w:w="830" w:type="dxa"/>
            <w:noWrap/>
            <w:hideMark/>
          </w:tcPr>
          <w:p w14:paraId="2906F052" w14:textId="77777777" w:rsidR="00BB1E14" w:rsidRPr="003C0201" w:rsidRDefault="00BB1E14" w:rsidP="00344378">
            <w:r w:rsidRPr="003C0201">
              <w:t> </w:t>
            </w:r>
          </w:p>
        </w:tc>
        <w:tc>
          <w:tcPr>
            <w:tcW w:w="902" w:type="dxa"/>
            <w:noWrap/>
            <w:hideMark/>
          </w:tcPr>
          <w:p w14:paraId="0A3E3536" w14:textId="77777777" w:rsidR="00BB1E14" w:rsidRPr="003C0201" w:rsidRDefault="00BB1E14" w:rsidP="00344378">
            <w:r w:rsidRPr="003C0201">
              <w:t> </w:t>
            </w:r>
          </w:p>
        </w:tc>
      </w:tr>
      <w:tr w:rsidR="00BB1E14" w:rsidRPr="003C0201" w14:paraId="69C5E3B9" w14:textId="77777777" w:rsidTr="00344378">
        <w:trPr>
          <w:trHeight w:val="300"/>
        </w:trPr>
        <w:tc>
          <w:tcPr>
            <w:tcW w:w="10932" w:type="dxa"/>
            <w:noWrap/>
            <w:hideMark/>
          </w:tcPr>
          <w:p w14:paraId="0AF523AE" w14:textId="77777777" w:rsidR="00BB1E14" w:rsidRPr="003C0201" w:rsidRDefault="00BB1E14" w:rsidP="00344378">
            <w:r w:rsidRPr="003C0201">
              <w:t>P5</w:t>
            </w:r>
          </w:p>
        </w:tc>
        <w:tc>
          <w:tcPr>
            <w:tcW w:w="3234" w:type="dxa"/>
            <w:noWrap/>
            <w:hideMark/>
          </w:tcPr>
          <w:p w14:paraId="7966736B" w14:textId="77777777" w:rsidR="00BB1E14" w:rsidRPr="003C0201" w:rsidRDefault="00BB1E14" w:rsidP="00344378">
            <w:r w:rsidRPr="003C0201">
              <w:t>B2</w:t>
            </w:r>
          </w:p>
        </w:tc>
        <w:tc>
          <w:tcPr>
            <w:tcW w:w="813" w:type="dxa"/>
            <w:noWrap/>
            <w:hideMark/>
          </w:tcPr>
          <w:p w14:paraId="6A66CC53" w14:textId="77777777" w:rsidR="00BB1E14" w:rsidRPr="003C0201" w:rsidRDefault="00BB1E14" w:rsidP="00344378">
            <w:pPr>
              <w:jc w:val="left"/>
            </w:pPr>
            <w:r w:rsidRPr="003C0201">
              <w:t>100</w:t>
            </w:r>
          </w:p>
        </w:tc>
        <w:tc>
          <w:tcPr>
            <w:tcW w:w="830" w:type="dxa"/>
            <w:noWrap/>
            <w:hideMark/>
          </w:tcPr>
          <w:p w14:paraId="04B9811F" w14:textId="77777777" w:rsidR="00BB1E14" w:rsidRPr="003C0201" w:rsidRDefault="00BB1E14" w:rsidP="00344378">
            <w:pPr>
              <w:jc w:val="left"/>
            </w:pPr>
            <w:r w:rsidRPr="003C0201">
              <w:t> </w:t>
            </w:r>
          </w:p>
        </w:tc>
        <w:tc>
          <w:tcPr>
            <w:tcW w:w="902" w:type="dxa"/>
            <w:noWrap/>
            <w:hideMark/>
          </w:tcPr>
          <w:p w14:paraId="5B9B2421" w14:textId="77777777" w:rsidR="00BB1E14" w:rsidRPr="003C0201" w:rsidRDefault="00BB1E14" w:rsidP="00344378">
            <w:r w:rsidRPr="003C0201">
              <w:t> </w:t>
            </w:r>
          </w:p>
        </w:tc>
      </w:tr>
      <w:tr w:rsidR="00BB1E14" w:rsidRPr="003C0201" w14:paraId="02CFA448" w14:textId="77777777" w:rsidTr="00344378">
        <w:trPr>
          <w:trHeight w:val="300"/>
        </w:trPr>
        <w:tc>
          <w:tcPr>
            <w:tcW w:w="10932" w:type="dxa"/>
            <w:noWrap/>
            <w:hideMark/>
          </w:tcPr>
          <w:p w14:paraId="67BE12F6" w14:textId="77777777" w:rsidR="00BB1E14" w:rsidRPr="003C0201" w:rsidRDefault="00BB1E14" w:rsidP="00344378">
            <w:r w:rsidRPr="003C0201">
              <w:t>P3</w:t>
            </w:r>
          </w:p>
        </w:tc>
        <w:tc>
          <w:tcPr>
            <w:tcW w:w="3234" w:type="dxa"/>
            <w:noWrap/>
            <w:hideMark/>
          </w:tcPr>
          <w:p w14:paraId="01EA50A5" w14:textId="77777777" w:rsidR="00BB1E14" w:rsidRPr="003C0201" w:rsidRDefault="00BB1E14" w:rsidP="00344378">
            <w:r w:rsidRPr="003C0201">
              <w:t>B2</w:t>
            </w:r>
          </w:p>
        </w:tc>
        <w:tc>
          <w:tcPr>
            <w:tcW w:w="813" w:type="dxa"/>
            <w:noWrap/>
            <w:hideMark/>
          </w:tcPr>
          <w:p w14:paraId="1524854A" w14:textId="77777777" w:rsidR="00BB1E14" w:rsidRPr="003C0201" w:rsidRDefault="00BB1E14" w:rsidP="00344378">
            <w:pPr>
              <w:jc w:val="left"/>
            </w:pPr>
            <w:r w:rsidRPr="003C0201">
              <w:t>100</w:t>
            </w:r>
          </w:p>
        </w:tc>
        <w:tc>
          <w:tcPr>
            <w:tcW w:w="830" w:type="dxa"/>
            <w:noWrap/>
            <w:hideMark/>
          </w:tcPr>
          <w:p w14:paraId="351A15F8" w14:textId="77777777" w:rsidR="00BB1E14" w:rsidRPr="003C0201" w:rsidRDefault="00BB1E14" w:rsidP="00344378">
            <w:pPr>
              <w:jc w:val="left"/>
            </w:pPr>
            <w:r w:rsidRPr="003C0201">
              <w:t> </w:t>
            </w:r>
          </w:p>
        </w:tc>
        <w:tc>
          <w:tcPr>
            <w:tcW w:w="902" w:type="dxa"/>
            <w:noWrap/>
            <w:hideMark/>
          </w:tcPr>
          <w:p w14:paraId="44C98A68" w14:textId="77777777" w:rsidR="00BB1E14" w:rsidRPr="003C0201" w:rsidRDefault="00BB1E14" w:rsidP="00344378">
            <w:r w:rsidRPr="003C0201">
              <w:t> </w:t>
            </w:r>
          </w:p>
        </w:tc>
      </w:tr>
      <w:tr w:rsidR="00BB1E14" w:rsidRPr="003C0201" w14:paraId="2303D5B0" w14:textId="77777777" w:rsidTr="00344378">
        <w:trPr>
          <w:trHeight w:val="300"/>
        </w:trPr>
        <w:tc>
          <w:tcPr>
            <w:tcW w:w="10932" w:type="dxa"/>
            <w:noWrap/>
            <w:hideMark/>
          </w:tcPr>
          <w:p w14:paraId="72DE123B" w14:textId="77777777" w:rsidR="00BB1E14" w:rsidRPr="003C0201" w:rsidRDefault="00BB1E14" w:rsidP="00344378">
            <w:r w:rsidRPr="003C0201">
              <w:t>D35</w:t>
            </w:r>
          </w:p>
        </w:tc>
        <w:tc>
          <w:tcPr>
            <w:tcW w:w="3234" w:type="dxa"/>
            <w:noWrap/>
            <w:hideMark/>
          </w:tcPr>
          <w:p w14:paraId="4C6E447E" w14:textId="77777777" w:rsidR="00BB1E14" w:rsidRPr="003C0201" w:rsidRDefault="00BB1E14" w:rsidP="00344378">
            <w:r w:rsidRPr="003C0201">
              <w:t>B2</w:t>
            </w:r>
          </w:p>
        </w:tc>
        <w:tc>
          <w:tcPr>
            <w:tcW w:w="813" w:type="dxa"/>
            <w:noWrap/>
            <w:hideMark/>
          </w:tcPr>
          <w:p w14:paraId="3D466546" w14:textId="77777777" w:rsidR="00BB1E14" w:rsidRPr="003C0201" w:rsidRDefault="00BB1E14" w:rsidP="00344378">
            <w:pPr>
              <w:jc w:val="left"/>
            </w:pPr>
            <w:r w:rsidRPr="003C0201">
              <w:t>100</w:t>
            </w:r>
          </w:p>
        </w:tc>
        <w:tc>
          <w:tcPr>
            <w:tcW w:w="830" w:type="dxa"/>
            <w:noWrap/>
            <w:hideMark/>
          </w:tcPr>
          <w:p w14:paraId="50A7FD8E" w14:textId="77777777" w:rsidR="00BB1E14" w:rsidRPr="003C0201" w:rsidRDefault="00BB1E14" w:rsidP="00344378">
            <w:pPr>
              <w:jc w:val="left"/>
            </w:pPr>
            <w:r w:rsidRPr="003C0201">
              <w:t> </w:t>
            </w:r>
          </w:p>
        </w:tc>
        <w:tc>
          <w:tcPr>
            <w:tcW w:w="902" w:type="dxa"/>
            <w:noWrap/>
            <w:hideMark/>
          </w:tcPr>
          <w:p w14:paraId="57B7033B" w14:textId="77777777" w:rsidR="00BB1E14" w:rsidRPr="003C0201" w:rsidRDefault="00BB1E14" w:rsidP="00344378">
            <w:r w:rsidRPr="003C0201">
              <w:t> </w:t>
            </w:r>
          </w:p>
        </w:tc>
      </w:tr>
      <w:tr w:rsidR="00BB1E14" w:rsidRPr="003C0201" w14:paraId="0DCAD2BC" w14:textId="77777777" w:rsidTr="00344378">
        <w:trPr>
          <w:trHeight w:val="300"/>
        </w:trPr>
        <w:tc>
          <w:tcPr>
            <w:tcW w:w="10932" w:type="dxa"/>
            <w:noWrap/>
            <w:hideMark/>
          </w:tcPr>
          <w:p w14:paraId="65297FF3" w14:textId="77777777" w:rsidR="00BB1E14" w:rsidRPr="003C0201" w:rsidRDefault="00BB1E14" w:rsidP="00344378">
            <w:r w:rsidRPr="003C0201">
              <w:t>D35</w:t>
            </w:r>
          </w:p>
        </w:tc>
        <w:tc>
          <w:tcPr>
            <w:tcW w:w="3234" w:type="dxa"/>
            <w:noWrap/>
            <w:hideMark/>
          </w:tcPr>
          <w:p w14:paraId="041E8444" w14:textId="77777777" w:rsidR="00BB1E14" w:rsidRPr="003C0201" w:rsidRDefault="00BB1E14" w:rsidP="00344378">
            <w:r w:rsidRPr="003C0201">
              <w:t>A2</w:t>
            </w:r>
          </w:p>
        </w:tc>
        <w:tc>
          <w:tcPr>
            <w:tcW w:w="813" w:type="dxa"/>
            <w:noWrap/>
            <w:hideMark/>
          </w:tcPr>
          <w:p w14:paraId="21C4E944" w14:textId="77777777" w:rsidR="00BB1E14" w:rsidRPr="003C0201" w:rsidRDefault="00BB1E14" w:rsidP="00344378">
            <w:pPr>
              <w:jc w:val="left"/>
            </w:pPr>
            <w:r w:rsidRPr="003C0201">
              <w:t>25</w:t>
            </w:r>
          </w:p>
        </w:tc>
        <w:tc>
          <w:tcPr>
            <w:tcW w:w="830" w:type="dxa"/>
            <w:noWrap/>
            <w:hideMark/>
          </w:tcPr>
          <w:p w14:paraId="1A3590E6" w14:textId="77777777" w:rsidR="00BB1E14" w:rsidRPr="003C0201" w:rsidRDefault="00BB1E14" w:rsidP="00344378">
            <w:pPr>
              <w:jc w:val="left"/>
            </w:pPr>
            <w:r w:rsidRPr="003C0201">
              <w:t> </w:t>
            </w:r>
          </w:p>
        </w:tc>
        <w:tc>
          <w:tcPr>
            <w:tcW w:w="902" w:type="dxa"/>
            <w:noWrap/>
            <w:hideMark/>
          </w:tcPr>
          <w:p w14:paraId="14048E11" w14:textId="77777777" w:rsidR="00BB1E14" w:rsidRPr="003C0201" w:rsidRDefault="00BB1E14" w:rsidP="00344378">
            <w:r w:rsidRPr="003C0201">
              <w:t> </w:t>
            </w:r>
          </w:p>
        </w:tc>
      </w:tr>
      <w:tr w:rsidR="00BB1E14" w:rsidRPr="003C0201" w14:paraId="25D34F88" w14:textId="77777777" w:rsidTr="00344378">
        <w:trPr>
          <w:trHeight w:val="300"/>
        </w:trPr>
        <w:tc>
          <w:tcPr>
            <w:tcW w:w="10932" w:type="dxa"/>
            <w:noWrap/>
            <w:hideMark/>
          </w:tcPr>
          <w:p w14:paraId="39031E62" w14:textId="77777777" w:rsidR="00BB1E14" w:rsidRPr="003C0201" w:rsidRDefault="00BB1E14" w:rsidP="00344378">
            <w:r w:rsidRPr="003C0201">
              <w:t>D35</w:t>
            </w:r>
          </w:p>
        </w:tc>
        <w:tc>
          <w:tcPr>
            <w:tcW w:w="3234" w:type="dxa"/>
            <w:noWrap/>
            <w:hideMark/>
          </w:tcPr>
          <w:p w14:paraId="47B17642" w14:textId="77777777" w:rsidR="00BB1E14" w:rsidRPr="003C0201" w:rsidRDefault="00BB1E14" w:rsidP="00344378">
            <w:r w:rsidRPr="003C0201">
              <w:t>A3</w:t>
            </w:r>
          </w:p>
        </w:tc>
        <w:tc>
          <w:tcPr>
            <w:tcW w:w="813" w:type="dxa"/>
            <w:noWrap/>
            <w:hideMark/>
          </w:tcPr>
          <w:p w14:paraId="7E12A7F3" w14:textId="77777777" w:rsidR="00BB1E14" w:rsidRPr="003C0201" w:rsidRDefault="00BB1E14" w:rsidP="00344378">
            <w:pPr>
              <w:jc w:val="left"/>
            </w:pPr>
            <w:r w:rsidRPr="003C0201">
              <w:t>25</w:t>
            </w:r>
          </w:p>
        </w:tc>
        <w:tc>
          <w:tcPr>
            <w:tcW w:w="830" w:type="dxa"/>
            <w:noWrap/>
            <w:hideMark/>
          </w:tcPr>
          <w:p w14:paraId="2CC21DA6" w14:textId="77777777" w:rsidR="00BB1E14" w:rsidRPr="003C0201" w:rsidRDefault="00BB1E14" w:rsidP="00344378">
            <w:pPr>
              <w:jc w:val="left"/>
            </w:pPr>
            <w:r w:rsidRPr="003C0201">
              <w:t> </w:t>
            </w:r>
          </w:p>
        </w:tc>
        <w:tc>
          <w:tcPr>
            <w:tcW w:w="902" w:type="dxa"/>
            <w:noWrap/>
            <w:hideMark/>
          </w:tcPr>
          <w:p w14:paraId="2DF83343" w14:textId="77777777" w:rsidR="00BB1E14" w:rsidRPr="003C0201" w:rsidRDefault="00BB1E14" w:rsidP="00344378">
            <w:r w:rsidRPr="003C0201">
              <w:t> </w:t>
            </w:r>
          </w:p>
        </w:tc>
      </w:tr>
      <w:tr w:rsidR="00BB1E14" w:rsidRPr="003C0201" w14:paraId="1290A67D" w14:textId="77777777" w:rsidTr="00344378">
        <w:trPr>
          <w:trHeight w:val="300"/>
        </w:trPr>
        <w:tc>
          <w:tcPr>
            <w:tcW w:w="10932" w:type="dxa"/>
            <w:noWrap/>
            <w:hideMark/>
          </w:tcPr>
          <w:p w14:paraId="369EE51B" w14:textId="77777777" w:rsidR="00BB1E14" w:rsidRPr="003C0201" w:rsidRDefault="00BB1E14" w:rsidP="00344378">
            <w:r w:rsidRPr="003C0201">
              <w:t>D39</w:t>
            </w:r>
          </w:p>
        </w:tc>
        <w:tc>
          <w:tcPr>
            <w:tcW w:w="3234" w:type="dxa"/>
            <w:noWrap/>
            <w:hideMark/>
          </w:tcPr>
          <w:p w14:paraId="08C80857" w14:textId="77777777" w:rsidR="00BB1E14" w:rsidRPr="003C0201" w:rsidRDefault="00BB1E14" w:rsidP="00344378">
            <w:r w:rsidRPr="003C0201">
              <w:t>A2</w:t>
            </w:r>
          </w:p>
        </w:tc>
        <w:tc>
          <w:tcPr>
            <w:tcW w:w="813" w:type="dxa"/>
            <w:noWrap/>
            <w:hideMark/>
          </w:tcPr>
          <w:p w14:paraId="7CF4A8AD" w14:textId="77777777" w:rsidR="00BB1E14" w:rsidRPr="003C0201" w:rsidRDefault="00BB1E14" w:rsidP="00344378">
            <w:pPr>
              <w:jc w:val="left"/>
            </w:pPr>
            <w:r w:rsidRPr="003C0201">
              <w:t>20</w:t>
            </w:r>
          </w:p>
        </w:tc>
        <w:tc>
          <w:tcPr>
            <w:tcW w:w="830" w:type="dxa"/>
            <w:noWrap/>
            <w:hideMark/>
          </w:tcPr>
          <w:p w14:paraId="50F7E218" w14:textId="77777777" w:rsidR="00BB1E14" w:rsidRPr="003C0201" w:rsidRDefault="00BB1E14" w:rsidP="00344378">
            <w:pPr>
              <w:jc w:val="left"/>
            </w:pPr>
            <w:r w:rsidRPr="003C0201">
              <w:t> </w:t>
            </w:r>
          </w:p>
        </w:tc>
        <w:tc>
          <w:tcPr>
            <w:tcW w:w="902" w:type="dxa"/>
            <w:noWrap/>
            <w:hideMark/>
          </w:tcPr>
          <w:p w14:paraId="50A98643" w14:textId="77777777" w:rsidR="00BB1E14" w:rsidRPr="003C0201" w:rsidRDefault="00BB1E14" w:rsidP="00344378">
            <w:r w:rsidRPr="003C0201">
              <w:t> </w:t>
            </w:r>
          </w:p>
        </w:tc>
      </w:tr>
      <w:tr w:rsidR="00BB1E14" w:rsidRPr="003C0201" w14:paraId="57941898" w14:textId="77777777" w:rsidTr="00344378">
        <w:trPr>
          <w:trHeight w:val="300"/>
        </w:trPr>
        <w:tc>
          <w:tcPr>
            <w:tcW w:w="10932" w:type="dxa"/>
            <w:noWrap/>
            <w:hideMark/>
          </w:tcPr>
          <w:p w14:paraId="524FBD56" w14:textId="77777777" w:rsidR="00BB1E14" w:rsidRPr="003C0201" w:rsidRDefault="00BB1E14" w:rsidP="00344378">
            <w:r w:rsidRPr="003C0201">
              <w:t>D39</w:t>
            </w:r>
          </w:p>
        </w:tc>
        <w:tc>
          <w:tcPr>
            <w:tcW w:w="3234" w:type="dxa"/>
            <w:noWrap/>
            <w:hideMark/>
          </w:tcPr>
          <w:p w14:paraId="581F615C" w14:textId="77777777" w:rsidR="00BB1E14" w:rsidRPr="003C0201" w:rsidRDefault="00BB1E14" w:rsidP="00344378">
            <w:r w:rsidRPr="003C0201">
              <w:t>A3</w:t>
            </w:r>
          </w:p>
        </w:tc>
        <w:tc>
          <w:tcPr>
            <w:tcW w:w="813" w:type="dxa"/>
            <w:noWrap/>
            <w:hideMark/>
          </w:tcPr>
          <w:p w14:paraId="46E6ED73" w14:textId="77777777" w:rsidR="00BB1E14" w:rsidRPr="003C0201" w:rsidRDefault="00BB1E14" w:rsidP="00344378">
            <w:pPr>
              <w:jc w:val="left"/>
            </w:pPr>
            <w:r w:rsidRPr="003C0201">
              <w:t>20</w:t>
            </w:r>
          </w:p>
        </w:tc>
        <w:tc>
          <w:tcPr>
            <w:tcW w:w="830" w:type="dxa"/>
            <w:noWrap/>
            <w:hideMark/>
          </w:tcPr>
          <w:p w14:paraId="24302541" w14:textId="77777777" w:rsidR="00BB1E14" w:rsidRPr="003C0201" w:rsidRDefault="00BB1E14" w:rsidP="00344378">
            <w:pPr>
              <w:jc w:val="left"/>
            </w:pPr>
            <w:r w:rsidRPr="003C0201">
              <w:t> </w:t>
            </w:r>
          </w:p>
        </w:tc>
        <w:tc>
          <w:tcPr>
            <w:tcW w:w="902" w:type="dxa"/>
            <w:noWrap/>
            <w:hideMark/>
          </w:tcPr>
          <w:p w14:paraId="6611E53C" w14:textId="77777777" w:rsidR="00BB1E14" w:rsidRPr="003C0201" w:rsidRDefault="00BB1E14" w:rsidP="00344378">
            <w:r w:rsidRPr="003C0201">
              <w:t> </w:t>
            </w:r>
          </w:p>
        </w:tc>
      </w:tr>
      <w:tr w:rsidR="00BB1E14" w:rsidRPr="003C0201" w14:paraId="493F3110" w14:textId="77777777" w:rsidTr="00344378">
        <w:trPr>
          <w:trHeight w:val="300"/>
        </w:trPr>
        <w:tc>
          <w:tcPr>
            <w:tcW w:w="10932" w:type="dxa"/>
            <w:noWrap/>
            <w:hideMark/>
          </w:tcPr>
          <w:p w14:paraId="67806B57" w14:textId="77777777" w:rsidR="00BB1E14" w:rsidRPr="003C0201" w:rsidRDefault="00BB1E14" w:rsidP="00344378">
            <w:r w:rsidRPr="003C0201">
              <w:t>D39</w:t>
            </w:r>
          </w:p>
        </w:tc>
        <w:tc>
          <w:tcPr>
            <w:tcW w:w="3234" w:type="dxa"/>
            <w:noWrap/>
            <w:hideMark/>
          </w:tcPr>
          <w:p w14:paraId="44A2C691" w14:textId="77777777" w:rsidR="00BB1E14" w:rsidRPr="003C0201" w:rsidRDefault="00BB1E14" w:rsidP="00344378">
            <w:r w:rsidRPr="003C0201">
              <w:t>A3.5</w:t>
            </w:r>
          </w:p>
        </w:tc>
        <w:tc>
          <w:tcPr>
            <w:tcW w:w="813" w:type="dxa"/>
            <w:noWrap/>
            <w:hideMark/>
          </w:tcPr>
          <w:p w14:paraId="33A879F9" w14:textId="77777777" w:rsidR="00BB1E14" w:rsidRPr="003C0201" w:rsidRDefault="00BB1E14" w:rsidP="00344378">
            <w:pPr>
              <w:jc w:val="left"/>
            </w:pPr>
            <w:r w:rsidRPr="003C0201">
              <w:t>10</w:t>
            </w:r>
          </w:p>
        </w:tc>
        <w:tc>
          <w:tcPr>
            <w:tcW w:w="830" w:type="dxa"/>
            <w:noWrap/>
            <w:hideMark/>
          </w:tcPr>
          <w:p w14:paraId="615C225E" w14:textId="77777777" w:rsidR="00BB1E14" w:rsidRPr="003C0201" w:rsidRDefault="00BB1E14" w:rsidP="00344378">
            <w:pPr>
              <w:jc w:val="left"/>
            </w:pPr>
            <w:r w:rsidRPr="003C0201">
              <w:t> </w:t>
            </w:r>
          </w:p>
        </w:tc>
        <w:tc>
          <w:tcPr>
            <w:tcW w:w="902" w:type="dxa"/>
            <w:noWrap/>
            <w:hideMark/>
          </w:tcPr>
          <w:p w14:paraId="269F52FB" w14:textId="77777777" w:rsidR="00BB1E14" w:rsidRPr="003C0201" w:rsidRDefault="00BB1E14" w:rsidP="00344378">
            <w:r w:rsidRPr="003C0201">
              <w:t> </w:t>
            </w:r>
          </w:p>
        </w:tc>
      </w:tr>
      <w:tr w:rsidR="00BB1E14" w:rsidRPr="003C0201" w14:paraId="4DF5CAD3" w14:textId="77777777" w:rsidTr="00344378">
        <w:trPr>
          <w:trHeight w:val="300"/>
        </w:trPr>
        <w:tc>
          <w:tcPr>
            <w:tcW w:w="10932" w:type="dxa"/>
            <w:noWrap/>
            <w:hideMark/>
          </w:tcPr>
          <w:p w14:paraId="184A1067" w14:textId="77777777" w:rsidR="00BB1E14" w:rsidRPr="003C0201" w:rsidRDefault="00BB1E14" w:rsidP="00344378">
            <w:r w:rsidRPr="003C0201">
              <w:t> </w:t>
            </w:r>
          </w:p>
        </w:tc>
        <w:tc>
          <w:tcPr>
            <w:tcW w:w="3234" w:type="dxa"/>
            <w:noWrap/>
            <w:hideMark/>
          </w:tcPr>
          <w:p w14:paraId="6C63EDDF" w14:textId="77777777" w:rsidR="00BB1E14" w:rsidRPr="003C0201" w:rsidRDefault="00BB1E14" w:rsidP="00344378">
            <w:r w:rsidRPr="003C0201">
              <w:t> </w:t>
            </w:r>
          </w:p>
        </w:tc>
        <w:tc>
          <w:tcPr>
            <w:tcW w:w="813" w:type="dxa"/>
            <w:noWrap/>
            <w:hideMark/>
          </w:tcPr>
          <w:p w14:paraId="50A97587" w14:textId="77777777" w:rsidR="00BB1E14" w:rsidRPr="003C0201" w:rsidRDefault="00BB1E14" w:rsidP="00344378">
            <w:r w:rsidRPr="003C0201">
              <w:t> </w:t>
            </w:r>
          </w:p>
        </w:tc>
        <w:tc>
          <w:tcPr>
            <w:tcW w:w="830" w:type="dxa"/>
            <w:noWrap/>
            <w:hideMark/>
          </w:tcPr>
          <w:p w14:paraId="100E9D14" w14:textId="77777777" w:rsidR="00BB1E14" w:rsidRPr="003C0201" w:rsidRDefault="00BB1E14" w:rsidP="00344378">
            <w:r w:rsidRPr="003C0201">
              <w:t> </w:t>
            </w:r>
          </w:p>
        </w:tc>
        <w:tc>
          <w:tcPr>
            <w:tcW w:w="902" w:type="dxa"/>
            <w:noWrap/>
            <w:hideMark/>
          </w:tcPr>
          <w:p w14:paraId="1BACC45C" w14:textId="77777777" w:rsidR="00BB1E14" w:rsidRPr="003C0201" w:rsidRDefault="00BB1E14" w:rsidP="00344378">
            <w:r w:rsidRPr="003C0201">
              <w:t> </w:t>
            </w:r>
          </w:p>
        </w:tc>
      </w:tr>
      <w:tr w:rsidR="00BB1E14" w:rsidRPr="003C0201" w14:paraId="4EA2B7EE" w14:textId="77777777" w:rsidTr="00344378">
        <w:trPr>
          <w:trHeight w:val="300"/>
        </w:trPr>
        <w:tc>
          <w:tcPr>
            <w:tcW w:w="10932" w:type="dxa"/>
            <w:noWrap/>
            <w:hideMark/>
          </w:tcPr>
          <w:p w14:paraId="6972CC7A" w14:textId="77777777" w:rsidR="00BB1E14" w:rsidRPr="003C0201" w:rsidRDefault="00BB1E14" w:rsidP="00344378">
            <w:r w:rsidRPr="003C0201">
              <w:lastRenderedPageBreak/>
              <w:t>LOWER POSTERIOR TEETH</w:t>
            </w:r>
          </w:p>
        </w:tc>
        <w:tc>
          <w:tcPr>
            <w:tcW w:w="3234" w:type="dxa"/>
            <w:noWrap/>
            <w:hideMark/>
          </w:tcPr>
          <w:p w14:paraId="741B5DA0" w14:textId="77777777" w:rsidR="00BB1E14" w:rsidRPr="003C0201" w:rsidRDefault="00BB1E14" w:rsidP="00344378">
            <w:r w:rsidRPr="003C0201">
              <w:t> </w:t>
            </w:r>
          </w:p>
        </w:tc>
        <w:tc>
          <w:tcPr>
            <w:tcW w:w="813" w:type="dxa"/>
            <w:noWrap/>
            <w:hideMark/>
          </w:tcPr>
          <w:p w14:paraId="58E3C640" w14:textId="77777777" w:rsidR="00BB1E14" w:rsidRPr="003C0201" w:rsidRDefault="00BB1E14" w:rsidP="00344378">
            <w:r w:rsidRPr="003C0201">
              <w:t> </w:t>
            </w:r>
          </w:p>
        </w:tc>
        <w:tc>
          <w:tcPr>
            <w:tcW w:w="830" w:type="dxa"/>
            <w:noWrap/>
            <w:hideMark/>
          </w:tcPr>
          <w:p w14:paraId="35395A4B" w14:textId="77777777" w:rsidR="00BB1E14" w:rsidRPr="003C0201" w:rsidRDefault="00BB1E14" w:rsidP="00344378">
            <w:r w:rsidRPr="003C0201">
              <w:t> </w:t>
            </w:r>
          </w:p>
        </w:tc>
        <w:tc>
          <w:tcPr>
            <w:tcW w:w="902" w:type="dxa"/>
            <w:noWrap/>
            <w:hideMark/>
          </w:tcPr>
          <w:p w14:paraId="7449CF4D" w14:textId="77777777" w:rsidR="00BB1E14" w:rsidRPr="003C0201" w:rsidRDefault="00BB1E14" w:rsidP="00344378">
            <w:r w:rsidRPr="003C0201">
              <w:t> </w:t>
            </w:r>
          </w:p>
        </w:tc>
      </w:tr>
      <w:tr w:rsidR="00BB1E14" w:rsidRPr="003C0201" w14:paraId="5886C9CF" w14:textId="77777777" w:rsidTr="00344378">
        <w:trPr>
          <w:trHeight w:val="300"/>
        </w:trPr>
        <w:tc>
          <w:tcPr>
            <w:tcW w:w="10932" w:type="dxa"/>
            <w:noWrap/>
            <w:hideMark/>
          </w:tcPr>
          <w:p w14:paraId="53770225" w14:textId="77777777" w:rsidR="00BB1E14" w:rsidRPr="003C0201" w:rsidRDefault="00BB1E14" w:rsidP="00344378">
            <w:r w:rsidRPr="003C0201">
              <w:t>P5</w:t>
            </w:r>
          </w:p>
        </w:tc>
        <w:tc>
          <w:tcPr>
            <w:tcW w:w="3234" w:type="dxa"/>
            <w:noWrap/>
            <w:hideMark/>
          </w:tcPr>
          <w:p w14:paraId="179A39BC" w14:textId="77777777" w:rsidR="00BB1E14" w:rsidRPr="003C0201" w:rsidRDefault="00BB1E14" w:rsidP="00344378">
            <w:r w:rsidRPr="003C0201">
              <w:t>B2</w:t>
            </w:r>
          </w:p>
        </w:tc>
        <w:tc>
          <w:tcPr>
            <w:tcW w:w="813" w:type="dxa"/>
            <w:noWrap/>
            <w:hideMark/>
          </w:tcPr>
          <w:p w14:paraId="12A5912E" w14:textId="77777777" w:rsidR="00BB1E14" w:rsidRPr="003C0201" w:rsidRDefault="00BB1E14" w:rsidP="00344378">
            <w:pPr>
              <w:jc w:val="left"/>
            </w:pPr>
            <w:r w:rsidRPr="003C0201">
              <w:t>50</w:t>
            </w:r>
          </w:p>
        </w:tc>
        <w:tc>
          <w:tcPr>
            <w:tcW w:w="830" w:type="dxa"/>
            <w:noWrap/>
            <w:hideMark/>
          </w:tcPr>
          <w:p w14:paraId="74BF47CE" w14:textId="77777777" w:rsidR="00BB1E14" w:rsidRPr="003C0201" w:rsidRDefault="00BB1E14" w:rsidP="00344378">
            <w:pPr>
              <w:jc w:val="left"/>
            </w:pPr>
            <w:r w:rsidRPr="003C0201">
              <w:t> </w:t>
            </w:r>
          </w:p>
        </w:tc>
        <w:tc>
          <w:tcPr>
            <w:tcW w:w="902" w:type="dxa"/>
            <w:noWrap/>
            <w:hideMark/>
          </w:tcPr>
          <w:p w14:paraId="6932AF95" w14:textId="77777777" w:rsidR="00BB1E14" w:rsidRPr="003C0201" w:rsidRDefault="00BB1E14" w:rsidP="00344378">
            <w:r w:rsidRPr="003C0201">
              <w:t> </w:t>
            </w:r>
          </w:p>
        </w:tc>
      </w:tr>
      <w:tr w:rsidR="00BB1E14" w:rsidRPr="003C0201" w14:paraId="46BAC679" w14:textId="77777777" w:rsidTr="00344378">
        <w:trPr>
          <w:trHeight w:val="300"/>
        </w:trPr>
        <w:tc>
          <w:tcPr>
            <w:tcW w:w="10932" w:type="dxa"/>
            <w:noWrap/>
            <w:hideMark/>
          </w:tcPr>
          <w:p w14:paraId="45F8EC81" w14:textId="77777777" w:rsidR="00BB1E14" w:rsidRPr="003C0201" w:rsidRDefault="00BB1E14" w:rsidP="00344378">
            <w:r w:rsidRPr="003C0201">
              <w:t>P3</w:t>
            </w:r>
          </w:p>
        </w:tc>
        <w:tc>
          <w:tcPr>
            <w:tcW w:w="3234" w:type="dxa"/>
            <w:noWrap/>
            <w:hideMark/>
          </w:tcPr>
          <w:p w14:paraId="7995F6B0" w14:textId="77777777" w:rsidR="00BB1E14" w:rsidRPr="003C0201" w:rsidRDefault="00BB1E14" w:rsidP="00344378">
            <w:r w:rsidRPr="003C0201">
              <w:t>B2</w:t>
            </w:r>
          </w:p>
        </w:tc>
        <w:tc>
          <w:tcPr>
            <w:tcW w:w="813" w:type="dxa"/>
            <w:noWrap/>
            <w:hideMark/>
          </w:tcPr>
          <w:p w14:paraId="0925B860" w14:textId="77777777" w:rsidR="00BB1E14" w:rsidRPr="003C0201" w:rsidRDefault="00BB1E14" w:rsidP="00344378">
            <w:pPr>
              <w:jc w:val="left"/>
            </w:pPr>
            <w:r w:rsidRPr="003C0201">
              <w:t>150</w:t>
            </w:r>
          </w:p>
        </w:tc>
        <w:tc>
          <w:tcPr>
            <w:tcW w:w="830" w:type="dxa"/>
            <w:noWrap/>
            <w:hideMark/>
          </w:tcPr>
          <w:p w14:paraId="071EE6DD" w14:textId="77777777" w:rsidR="00BB1E14" w:rsidRPr="003C0201" w:rsidRDefault="00BB1E14" w:rsidP="00344378">
            <w:pPr>
              <w:jc w:val="left"/>
            </w:pPr>
            <w:r w:rsidRPr="003C0201">
              <w:t> </w:t>
            </w:r>
          </w:p>
        </w:tc>
        <w:tc>
          <w:tcPr>
            <w:tcW w:w="902" w:type="dxa"/>
            <w:noWrap/>
            <w:hideMark/>
          </w:tcPr>
          <w:p w14:paraId="478B514D" w14:textId="77777777" w:rsidR="00BB1E14" w:rsidRPr="003C0201" w:rsidRDefault="00BB1E14" w:rsidP="00344378">
            <w:r w:rsidRPr="003C0201">
              <w:t> </w:t>
            </w:r>
          </w:p>
        </w:tc>
      </w:tr>
      <w:tr w:rsidR="00BB1E14" w:rsidRPr="003C0201" w14:paraId="409AD73E" w14:textId="77777777" w:rsidTr="00344378">
        <w:trPr>
          <w:trHeight w:val="300"/>
        </w:trPr>
        <w:tc>
          <w:tcPr>
            <w:tcW w:w="10932" w:type="dxa"/>
            <w:noWrap/>
            <w:hideMark/>
          </w:tcPr>
          <w:p w14:paraId="065CDF16" w14:textId="77777777" w:rsidR="00BB1E14" w:rsidRPr="003C0201" w:rsidRDefault="00BB1E14" w:rsidP="00344378">
            <w:r w:rsidRPr="003C0201">
              <w:t>D35</w:t>
            </w:r>
          </w:p>
        </w:tc>
        <w:tc>
          <w:tcPr>
            <w:tcW w:w="3234" w:type="dxa"/>
            <w:noWrap/>
            <w:hideMark/>
          </w:tcPr>
          <w:p w14:paraId="33E6FB47" w14:textId="77777777" w:rsidR="00BB1E14" w:rsidRPr="003C0201" w:rsidRDefault="00BB1E14" w:rsidP="00344378">
            <w:r w:rsidRPr="003C0201">
              <w:t>B2</w:t>
            </w:r>
          </w:p>
        </w:tc>
        <w:tc>
          <w:tcPr>
            <w:tcW w:w="813" w:type="dxa"/>
            <w:noWrap/>
            <w:hideMark/>
          </w:tcPr>
          <w:p w14:paraId="3F4293AE" w14:textId="77777777" w:rsidR="00BB1E14" w:rsidRPr="003C0201" w:rsidRDefault="00BB1E14" w:rsidP="00344378">
            <w:pPr>
              <w:jc w:val="left"/>
            </w:pPr>
            <w:r w:rsidRPr="003C0201">
              <w:t>100</w:t>
            </w:r>
          </w:p>
        </w:tc>
        <w:tc>
          <w:tcPr>
            <w:tcW w:w="830" w:type="dxa"/>
            <w:noWrap/>
            <w:hideMark/>
          </w:tcPr>
          <w:p w14:paraId="78285F96" w14:textId="77777777" w:rsidR="00BB1E14" w:rsidRPr="003C0201" w:rsidRDefault="00BB1E14" w:rsidP="00344378">
            <w:pPr>
              <w:jc w:val="left"/>
            </w:pPr>
            <w:r w:rsidRPr="003C0201">
              <w:t> </w:t>
            </w:r>
          </w:p>
        </w:tc>
        <w:tc>
          <w:tcPr>
            <w:tcW w:w="902" w:type="dxa"/>
            <w:noWrap/>
            <w:hideMark/>
          </w:tcPr>
          <w:p w14:paraId="3FE7F47B" w14:textId="77777777" w:rsidR="00BB1E14" w:rsidRPr="003C0201" w:rsidRDefault="00BB1E14" w:rsidP="00344378">
            <w:r w:rsidRPr="003C0201">
              <w:t> </w:t>
            </w:r>
          </w:p>
        </w:tc>
      </w:tr>
      <w:tr w:rsidR="00BB1E14" w:rsidRPr="003C0201" w14:paraId="79B9D576" w14:textId="77777777" w:rsidTr="00344378">
        <w:trPr>
          <w:trHeight w:val="300"/>
        </w:trPr>
        <w:tc>
          <w:tcPr>
            <w:tcW w:w="10932" w:type="dxa"/>
            <w:noWrap/>
            <w:hideMark/>
          </w:tcPr>
          <w:p w14:paraId="0F404715" w14:textId="77777777" w:rsidR="00BB1E14" w:rsidRPr="003C0201" w:rsidRDefault="00BB1E14" w:rsidP="00344378">
            <w:r w:rsidRPr="003C0201">
              <w:t>D35</w:t>
            </w:r>
          </w:p>
        </w:tc>
        <w:tc>
          <w:tcPr>
            <w:tcW w:w="3234" w:type="dxa"/>
            <w:noWrap/>
            <w:hideMark/>
          </w:tcPr>
          <w:p w14:paraId="2FF3B723" w14:textId="77777777" w:rsidR="00BB1E14" w:rsidRPr="003C0201" w:rsidRDefault="00BB1E14" w:rsidP="00344378">
            <w:r w:rsidRPr="003C0201">
              <w:t>A2</w:t>
            </w:r>
          </w:p>
        </w:tc>
        <w:tc>
          <w:tcPr>
            <w:tcW w:w="813" w:type="dxa"/>
            <w:noWrap/>
            <w:hideMark/>
          </w:tcPr>
          <w:p w14:paraId="33C590A2" w14:textId="77777777" w:rsidR="00BB1E14" w:rsidRPr="003C0201" w:rsidRDefault="00BB1E14" w:rsidP="00344378">
            <w:pPr>
              <w:jc w:val="left"/>
            </w:pPr>
            <w:r w:rsidRPr="003C0201">
              <w:t>25</w:t>
            </w:r>
          </w:p>
        </w:tc>
        <w:tc>
          <w:tcPr>
            <w:tcW w:w="830" w:type="dxa"/>
            <w:noWrap/>
            <w:hideMark/>
          </w:tcPr>
          <w:p w14:paraId="3D4A654D" w14:textId="77777777" w:rsidR="00BB1E14" w:rsidRPr="003C0201" w:rsidRDefault="00BB1E14" w:rsidP="00344378">
            <w:pPr>
              <w:jc w:val="left"/>
            </w:pPr>
            <w:r w:rsidRPr="003C0201">
              <w:t> </w:t>
            </w:r>
          </w:p>
        </w:tc>
        <w:tc>
          <w:tcPr>
            <w:tcW w:w="902" w:type="dxa"/>
            <w:noWrap/>
            <w:hideMark/>
          </w:tcPr>
          <w:p w14:paraId="6A1D1BA1" w14:textId="77777777" w:rsidR="00BB1E14" w:rsidRPr="003C0201" w:rsidRDefault="00BB1E14" w:rsidP="00344378">
            <w:r w:rsidRPr="003C0201">
              <w:t> </w:t>
            </w:r>
          </w:p>
        </w:tc>
      </w:tr>
      <w:tr w:rsidR="00BB1E14" w:rsidRPr="003C0201" w14:paraId="6E518A78" w14:textId="77777777" w:rsidTr="00344378">
        <w:trPr>
          <w:trHeight w:val="300"/>
        </w:trPr>
        <w:tc>
          <w:tcPr>
            <w:tcW w:w="10932" w:type="dxa"/>
            <w:noWrap/>
            <w:hideMark/>
          </w:tcPr>
          <w:p w14:paraId="693F183C" w14:textId="77777777" w:rsidR="00BB1E14" w:rsidRPr="003C0201" w:rsidRDefault="00BB1E14" w:rsidP="00344378">
            <w:r w:rsidRPr="003C0201">
              <w:t>D35</w:t>
            </w:r>
          </w:p>
        </w:tc>
        <w:tc>
          <w:tcPr>
            <w:tcW w:w="3234" w:type="dxa"/>
            <w:noWrap/>
            <w:hideMark/>
          </w:tcPr>
          <w:p w14:paraId="3491A61E" w14:textId="77777777" w:rsidR="00BB1E14" w:rsidRPr="003C0201" w:rsidRDefault="00BB1E14" w:rsidP="00344378">
            <w:r w:rsidRPr="003C0201">
              <w:t>A3</w:t>
            </w:r>
          </w:p>
        </w:tc>
        <w:tc>
          <w:tcPr>
            <w:tcW w:w="813" w:type="dxa"/>
            <w:noWrap/>
            <w:hideMark/>
          </w:tcPr>
          <w:p w14:paraId="529E8B17" w14:textId="77777777" w:rsidR="00BB1E14" w:rsidRPr="003C0201" w:rsidRDefault="00BB1E14" w:rsidP="00344378">
            <w:pPr>
              <w:jc w:val="left"/>
            </w:pPr>
            <w:r w:rsidRPr="003C0201">
              <w:t>25</w:t>
            </w:r>
          </w:p>
        </w:tc>
        <w:tc>
          <w:tcPr>
            <w:tcW w:w="830" w:type="dxa"/>
            <w:noWrap/>
            <w:hideMark/>
          </w:tcPr>
          <w:p w14:paraId="274AC20E" w14:textId="77777777" w:rsidR="00BB1E14" w:rsidRPr="003C0201" w:rsidRDefault="00BB1E14" w:rsidP="00344378">
            <w:pPr>
              <w:jc w:val="left"/>
            </w:pPr>
            <w:r w:rsidRPr="003C0201">
              <w:t> </w:t>
            </w:r>
          </w:p>
        </w:tc>
        <w:tc>
          <w:tcPr>
            <w:tcW w:w="902" w:type="dxa"/>
            <w:noWrap/>
            <w:hideMark/>
          </w:tcPr>
          <w:p w14:paraId="7A035E9C" w14:textId="77777777" w:rsidR="00BB1E14" w:rsidRPr="003C0201" w:rsidRDefault="00BB1E14" w:rsidP="00344378">
            <w:r w:rsidRPr="003C0201">
              <w:t> </w:t>
            </w:r>
          </w:p>
        </w:tc>
      </w:tr>
      <w:tr w:rsidR="00BB1E14" w:rsidRPr="003C0201" w14:paraId="24AA55D0" w14:textId="77777777" w:rsidTr="00344378">
        <w:trPr>
          <w:trHeight w:val="300"/>
        </w:trPr>
        <w:tc>
          <w:tcPr>
            <w:tcW w:w="10932" w:type="dxa"/>
            <w:noWrap/>
            <w:hideMark/>
          </w:tcPr>
          <w:p w14:paraId="493A0AEA" w14:textId="77777777" w:rsidR="00BB1E14" w:rsidRPr="003C0201" w:rsidRDefault="00BB1E14" w:rsidP="00344378">
            <w:r w:rsidRPr="003C0201">
              <w:t>D39</w:t>
            </w:r>
          </w:p>
        </w:tc>
        <w:tc>
          <w:tcPr>
            <w:tcW w:w="3234" w:type="dxa"/>
            <w:noWrap/>
            <w:hideMark/>
          </w:tcPr>
          <w:p w14:paraId="52C18D72" w14:textId="77777777" w:rsidR="00BB1E14" w:rsidRPr="003C0201" w:rsidRDefault="00BB1E14" w:rsidP="00344378">
            <w:r w:rsidRPr="003C0201">
              <w:t>A2</w:t>
            </w:r>
          </w:p>
        </w:tc>
        <w:tc>
          <w:tcPr>
            <w:tcW w:w="813" w:type="dxa"/>
            <w:noWrap/>
            <w:hideMark/>
          </w:tcPr>
          <w:p w14:paraId="665C3178" w14:textId="77777777" w:rsidR="00BB1E14" w:rsidRPr="003C0201" w:rsidRDefault="00BB1E14" w:rsidP="00344378">
            <w:pPr>
              <w:jc w:val="left"/>
            </w:pPr>
            <w:r w:rsidRPr="003C0201">
              <w:t>20</w:t>
            </w:r>
          </w:p>
        </w:tc>
        <w:tc>
          <w:tcPr>
            <w:tcW w:w="830" w:type="dxa"/>
            <w:noWrap/>
            <w:hideMark/>
          </w:tcPr>
          <w:p w14:paraId="79E2A760" w14:textId="77777777" w:rsidR="00BB1E14" w:rsidRPr="003C0201" w:rsidRDefault="00BB1E14" w:rsidP="00344378">
            <w:pPr>
              <w:jc w:val="left"/>
            </w:pPr>
            <w:r w:rsidRPr="003C0201">
              <w:t> </w:t>
            </w:r>
          </w:p>
        </w:tc>
        <w:tc>
          <w:tcPr>
            <w:tcW w:w="902" w:type="dxa"/>
            <w:noWrap/>
            <w:hideMark/>
          </w:tcPr>
          <w:p w14:paraId="073C0577" w14:textId="77777777" w:rsidR="00BB1E14" w:rsidRPr="003C0201" w:rsidRDefault="00BB1E14" w:rsidP="00344378">
            <w:r w:rsidRPr="003C0201">
              <w:t> </w:t>
            </w:r>
          </w:p>
        </w:tc>
      </w:tr>
      <w:tr w:rsidR="00BB1E14" w:rsidRPr="003C0201" w14:paraId="002AD2E5" w14:textId="77777777" w:rsidTr="00344378">
        <w:trPr>
          <w:trHeight w:val="300"/>
        </w:trPr>
        <w:tc>
          <w:tcPr>
            <w:tcW w:w="10932" w:type="dxa"/>
            <w:noWrap/>
            <w:hideMark/>
          </w:tcPr>
          <w:p w14:paraId="35AACD27" w14:textId="77777777" w:rsidR="00BB1E14" w:rsidRPr="003C0201" w:rsidRDefault="00BB1E14" w:rsidP="00344378">
            <w:r w:rsidRPr="003C0201">
              <w:t>D39</w:t>
            </w:r>
          </w:p>
        </w:tc>
        <w:tc>
          <w:tcPr>
            <w:tcW w:w="3234" w:type="dxa"/>
            <w:noWrap/>
            <w:hideMark/>
          </w:tcPr>
          <w:p w14:paraId="748D1AAB" w14:textId="77777777" w:rsidR="00BB1E14" w:rsidRPr="003C0201" w:rsidRDefault="00BB1E14" w:rsidP="00344378">
            <w:r w:rsidRPr="003C0201">
              <w:t>A3</w:t>
            </w:r>
          </w:p>
        </w:tc>
        <w:tc>
          <w:tcPr>
            <w:tcW w:w="813" w:type="dxa"/>
            <w:noWrap/>
            <w:hideMark/>
          </w:tcPr>
          <w:p w14:paraId="64451997" w14:textId="77777777" w:rsidR="00BB1E14" w:rsidRPr="003C0201" w:rsidRDefault="00BB1E14" w:rsidP="00344378">
            <w:pPr>
              <w:jc w:val="left"/>
            </w:pPr>
            <w:r w:rsidRPr="003C0201">
              <w:t>20</w:t>
            </w:r>
          </w:p>
        </w:tc>
        <w:tc>
          <w:tcPr>
            <w:tcW w:w="830" w:type="dxa"/>
            <w:noWrap/>
            <w:hideMark/>
          </w:tcPr>
          <w:p w14:paraId="49F39F47" w14:textId="77777777" w:rsidR="00BB1E14" w:rsidRPr="003C0201" w:rsidRDefault="00BB1E14" w:rsidP="00344378">
            <w:pPr>
              <w:jc w:val="left"/>
            </w:pPr>
            <w:r w:rsidRPr="003C0201">
              <w:t> </w:t>
            </w:r>
          </w:p>
        </w:tc>
        <w:tc>
          <w:tcPr>
            <w:tcW w:w="902" w:type="dxa"/>
            <w:noWrap/>
            <w:hideMark/>
          </w:tcPr>
          <w:p w14:paraId="22325670" w14:textId="77777777" w:rsidR="00BB1E14" w:rsidRPr="003C0201" w:rsidRDefault="00BB1E14" w:rsidP="00344378">
            <w:r w:rsidRPr="003C0201">
              <w:t> </w:t>
            </w:r>
          </w:p>
        </w:tc>
      </w:tr>
      <w:tr w:rsidR="00BB1E14" w:rsidRPr="003C0201" w14:paraId="30AFAF8A" w14:textId="77777777" w:rsidTr="00344378">
        <w:trPr>
          <w:trHeight w:val="300"/>
        </w:trPr>
        <w:tc>
          <w:tcPr>
            <w:tcW w:w="10932" w:type="dxa"/>
            <w:noWrap/>
            <w:hideMark/>
          </w:tcPr>
          <w:p w14:paraId="05E94442" w14:textId="77777777" w:rsidR="00BB1E14" w:rsidRPr="003C0201" w:rsidRDefault="00BB1E14" w:rsidP="00344378">
            <w:r w:rsidRPr="003C0201">
              <w:t>D39</w:t>
            </w:r>
          </w:p>
        </w:tc>
        <w:tc>
          <w:tcPr>
            <w:tcW w:w="3234" w:type="dxa"/>
            <w:noWrap/>
            <w:hideMark/>
          </w:tcPr>
          <w:p w14:paraId="60EC39C5" w14:textId="77777777" w:rsidR="00BB1E14" w:rsidRPr="003C0201" w:rsidRDefault="00BB1E14" w:rsidP="00344378">
            <w:r w:rsidRPr="003C0201">
              <w:t>A3.5</w:t>
            </w:r>
          </w:p>
        </w:tc>
        <w:tc>
          <w:tcPr>
            <w:tcW w:w="813" w:type="dxa"/>
            <w:noWrap/>
            <w:hideMark/>
          </w:tcPr>
          <w:p w14:paraId="61711FB4" w14:textId="77777777" w:rsidR="00BB1E14" w:rsidRPr="003C0201" w:rsidRDefault="00BB1E14" w:rsidP="00344378">
            <w:pPr>
              <w:jc w:val="left"/>
            </w:pPr>
            <w:r w:rsidRPr="003C0201">
              <w:t>10</w:t>
            </w:r>
          </w:p>
        </w:tc>
        <w:tc>
          <w:tcPr>
            <w:tcW w:w="830" w:type="dxa"/>
            <w:noWrap/>
            <w:hideMark/>
          </w:tcPr>
          <w:p w14:paraId="4BDA2DFB" w14:textId="77777777" w:rsidR="00BB1E14" w:rsidRPr="003C0201" w:rsidRDefault="00BB1E14" w:rsidP="00344378">
            <w:pPr>
              <w:jc w:val="left"/>
            </w:pPr>
            <w:r w:rsidRPr="003C0201">
              <w:t> </w:t>
            </w:r>
          </w:p>
        </w:tc>
        <w:tc>
          <w:tcPr>
            <w:tcW w:w="902" w:type="dxa"/>
            <w:noWrap/>
            <w:hideMark/>
          </w:tcPr>
          <w:p w14:paraId="0C22DE1D" w14:textId="77777777" w:rsidR="00BB1E14" w:rsidRPr="003C0201" w:rsidRDefault="00BB1E14" w:rsidP="00344378">
            <w:r w:rsidRPr="003C0201">
              <w:t> </w:t>
            </w:r>
          </w:p>
        </w:tc>
      </w:tr>
    </w:tbl>
    <w:p w14:paraId="06D3C1C1" w14:textId="77777777" w:rsidR="00C44890" w:rsidRPr="00E66C6A" w:rsidRDefault="00C44890" w:rsidP="00C44890">
      <w:pPr>
        <w:rPr>
          <w:lang w:val="en-GB"/>
        </w:rPr>
      </w:pPr>
    </w:p>
    <w:p w14:paraId="04BCC1D7" w14:textId="77777777" w:rsidR="00C44890" w:rsidRPr="00E66C6A" w:rsidRDefault="00C44890" w:rsidP="00772E21">
      <w:pPr>
        <w:rPr>
          <w:lang w:val="en-GB"/>
        </w:rPr>
      </w:pPr>
    </w:p>
    <w:p w14:paraId="5864F579" w14:textId="77777777" w:rsidR="00C44890" w:rsidRPr="00E66C6A" w:rsidRDefault="00C44890" w:rsidP="00772E21">
      <w:pPr>
        <w:rPr>
          <w:lang w:val="en-GB"/>
        </w:rPr>
        <w:sectPr w:rsidR="00C44890" w:rsidRPr="00E66C6A" w:rsidSect="00B808B2">
          <w:headerReference w:type="first" r:id="rId11"/>
          <w:type w:val="oddPage"/>
          <w:pgSz w:w="12240" w:h="15840" w:code="1"/>
          <w:pgMar w:top="1560" w:right="1440" w:bottom="1080" w:left="1440" w:header="142" w:footer="720" w:gutter="0"/>
          <w:cols w:space="720"/>
          <w:titlePg/>
        </w:sectPr>
      </w:pPr>
    </w:p>
    <w:p w14:paraId="24366288" w14:textId="62059255" w:rsidR="00C44890" w:rsidRPr="00E66C6A" w:rsidRDefault="00C44890" w:rsidP="00C44890">
      <w:pPr>
        <w:pStyle w:val="Heading2"/>
      </w:pPr>
      <w:r w:rsidRPr="00E66C6A">
        <w:lastRenderedPageBreak/>
        <w:t>Tenderer’s References</w:t>
      </w:r>
    </w:p>
    <w:p w14:paraId="221D3063" w14:textId="47C9C00D" w:rsidR="00C44890" w:rsidRPr="00E66C6A" w:rsidRDefault="00C44890" w:rsidP="00C44890">
      <w:pPr>
        <w:pStyle w:val="Heading3"/>
        <w:rPr>
          <w:rFonts w:cs="Calibri"/>
          <w:lang w:val="en-GB"/>
        </w:rPr>
      </w:pPr>
      <w:r w:rsidRPr="00E66C6A">
        <w:rPr>
          <w:lang w:val="en-GB"/>
        </w:rPr>
        <w:t xml:space="preserve">Relevant </w:t>
      </w:r>
      <w:r w:rsidR="00772E21" w:rsidRPr="00E66C6A">
        <w:rPr>
          <w:lang w:val="en-GB"/>
        </w:rPr>
        <w:t>similar deliveries</w:t>
      </w:r>
      <w:r w:rsidRPr="00E66C6A">
        <w:rPr>
          <w:lang w:val="en-GB"/>
        </w:rPr>
        <w:t xml:space="preserve"> </w:t>
      </w:r>
      <w:r w:rsidR="00772E21" w:rsidRPr="00E66C6A">
        <w:rPr>
          <w:lang w:val="en-GB"/>
        </w:rPr>
        <w:t>c</w:t>
      </w:r>
      <w:r w:rsidRPr="00E66C6A">
        <w:rPr>
          <w:lang w:val="en-GB"/>
        </w:rPr>
        <w:t xml:space="preserve">arried </w:t>
      </w:r>
      <w:r w:rsidR="00772E21" w:rsidRPr="00E66C6A">
        <w:rPr>
          <w:lang w:val="en-GB"/>
        </w:rPr>
        <w:t>o</w:t>
      </w:r>
      <w:r w:rsidRPr="00E66C6A">
        <w:rPr>
          <w:lang w:val="en-GB"/>
        </w:rPr>
        <w:t xml:space="preserve">ut in the </w:t>
      </w:r>
      <w:r w:rsidR="00772E21" w:rsidRPr="00E66C6A">
        <w:rPr>
          <w:lang w:val="en-GB"/>
        </w:rPr>
        <w:t>l</w:t>
      </w:r>
      <w:r w:rsidRPr="00E66C6A">
        <w:rPr>
          <w:lang w:val="en-GB"/>
        </w:rPr>
        <w:t xml:space="preserve">ast </w:t>
      </w:r>
      <w:r w:rsidR="00772E21" w:rsidRPr="00E66C6A">
        <w:rPr>
          <w:lang w:val="en-GB"/>
        </w:rPr>
        <w:t>f</w:t>
      </w:r>
      <w:r w:rsidRPr="00E66C6A">
        <w:rPr>
          <w:lang w:val="en-GB"/>
        </w:rPr>
        <w:t xml:space="preserve">ive </w:t>
      </w:r>
      <w:r w:rsidR="00772E21" w:rsidRPr="00E66C6A">
        <w:rPr>
          <w:lang w:val="en-GB"/>
        </w:rPr>
        <w:t>y</w:t>
      </w:r>
      <w:r w:rsidRPr="00E66C6A">
        <w:rPr>
          <w:lang w:val="en-GB"/>
        </w:rPr>
        <w:t>ears</w:t>
      </w:r>
    </w:p>
    <w:p w14:paraId="31BD9F7B" w14:textId="2CD29228" w:rsidR="00C44890" w:rsidRPr="00E66C6A" w:rsidRDefault="00772E21" w:rsidP="00C575E1">
      <w:pPr>
        <w:rPr>
          <w:lang w:val="en-GB"/>
        </w:rPr>
      </w:pPr>
      <w:r w:rsidRPr="00E66C6A">
        <w:rPr>
          <w:lang w:val="en-GB"/>
        </w:rPr>
        <w:t>Please</w:t>
      </w:r>
      <w:r w:rsidR="00C44890" w:rsidRPr="00E66C6A">
        <w:rPr>
          <w:lang w:val="en-GB"/>
        </w:rPr>
        <w:t xml:space="preserve">, provide information on each </w:t>
      </w:r>
      <w:r w:rsidRPr="00E66C6A">
        <w:rPr>
          <w:lang w:val="en-GB"/>
        </w:rPr>
        <w:t>delivery</w:t>
      </w:r>
      <w:r w:rsidR="00C44890" w:rsidRPr="00E66C6A">
        <w:rPr>
          <w:lang w:val="en-GB"/>
        </w:rPr>
        <w:t xml:space="preserve"> for which your firm/entity, either individually as a corporate entity or as one of the major companies within an association, was legally contracted.</w:t>
      </w:r>
    </w:p>
    <w:tbl>
      <w:tblPr>
        <w:tblStyle w:val="GridTable1Light"/>
        <w:tblW w:w="0" w:type="auto"/>
        <w:tblLook w:val="04A0" w:firstRow="1" w:lastRow="0" w:firstColumn="1" w:lastColumn="0" w:noHBand="0" w:noVBand="1"/>
      </w:tblPr>
      <w:tblGrid>
        <w:gridCol w:w="2398"/>
        <w:gridCol w:w="1850"/>
        <w:gridCol w:w="3544"/>
        <w:gridCol w:w="1801"/>
      </w:tblGrid>
      <w:tr w:rsidR="00772E21" w:rsidRPr="00E66C6A" w14:paraId="38AD7A2E" w14:textId="77777777" w:rsidTr="00772E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8" w:type="dxa"/>
          </w:tcPr>
          <w:p w14:paraId="0BD6FAEA" w14:textId="3D940988" w:rsidR="00772E21" w:rsidRPr="00E66C6A" w:rsidRDefault="00772E21" w:rsidP="00C575E1">
            <w:pPr>
              <w:rPr>
                <w:lang w:val="en-GB"/>
              </w:rPr>
            </w:pPr>
            <w:r w:rsidRPr="00E66C6A">
              <w:rPr>
                <w:lang w:val="en-GB"/>
              </w:rPr>
              <w:t>Goods delivered</w:t>
            </w:r>
          </w:p>
        </w:tc>
        <w:tc>
          <w:tcPr>
            <w:tcW w:w="1850" w:type="dxa"/>
          </w:tcPr>
          <w:p w14:paraId="51648FE4" w14:textId="0E8893F8" w:rsidR="00772E21" w:rsidRPr="00E66C6A" w:rsidRDefault="00772E21" w:rsidP="00C575E1">
            <w:pPr>
              <w:cnfStyle w:val="100000000000" w:firstRow="1" w:lastRow="0" w:firstColumn="0" w:lastColumn="0" w:oddVBand="0" w:evenVBand="0" w:oddHBand="0" w:evenHBand="0" w:firstRowFirstColumn="0" w:firstRowLastColumn="0" w:lastRowFirstColumn="0" w:lastRowLastColumn="0"/>
              <w:rPr>
                <w:lang w:val="en-GB"/>
              </w:rPr>
            </w:pPr>
            <w:r w:rsidRPr="00E66C6A">
              <w:rPr>
                <w:lang w:val="en-GB"/>
              </w:rPr>
              <w:t>Buyer</w:t>
            </w:r>
          </w:p>
        </w:tc>
        <w:tc>
          <w:tcPr>
            <w:tcW w:w="3544" w:type="dxa"/>
          </w:tcPr>
          <w:p w14:paraId="19F0F01A" w14:textId="0C873ADD" w:rsidR="00772E21" w:rsidRPr="00E66C6A" w:rsidRDefault="00772E21" w:rsidP="00C575E1">
            <w:pPr>
              <w:cnfStyle w:val="100000000000" w:firstRow="1" w:lastRow="0" w:firstColumn="0" w:lastColumn="0" w:oddVBand="0" w:evenVBand="0" w:oddHBand="0" w:evenHBand="0" w:firstRowFirstColumn="0" w:firstRowLastColumn="0" w:lastRowFirstColumn="0" w:lastRowLastColumn="0"/>
              <w:rPr>
                <w:lang w:val="en-GB"/>
              </w:rPr>
            </w:pPr>
            <w:r w:rsidRPr="00E66C6A">
              <w:rPr>
                <w:lang w:val="en-GB"/>
              </w:rPr>
              <w:t>Contact details</w:t>
            </w:r>
          </w:p>
        </w:tc>
        <w:tc>
          <w:tcPr>
            <w:tcW w:w="1801" w:type="dxa"/>
          </w:tcPr>
          <w:p w14:paraId="4B37D9DB" w14:textId="1FC3BB1F" w:rsidR="00772E21" w:rsidRPr="00E66C6A" w:rsidRDefault="00772E21" w:rsidP="00C575E1">
            <w:pPr>
              <w:cnfStyle w:val="100000000000" w:firstRow="1" w:lastRow="0" w:firstColumn="0" w:lastColumn="0" w:oddVBand="0" w:evenVBand="0" w:oddHBand="0" w:evenHBand="0" w:firstRowFirstColumn="0" w:firstRowLastColumn="0" w:lastRowFirstColumn="0" w:lastRowLastColumn="0"/>
              <w:rPr>
                <w:lang w:val="en-GB"/>
              </w:rPr>
            </w:pPr>
            <w:r w:rsidRPr="00E66C6A">
              <w:rPr>
                <w:lang w:val="en-GB"/>
              </w:rPr>
              <w:t>Value</w:t>
            </w:r>
          </w:p>
        </w:tc>
      </w:tr>
      <w:tr w:rsidR="00772E21" w:rsidRPr="00E66C6A" w14:paraId="4F02BDDA"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72350575" w14:textId="77777777" w:rsidR="00772E21" w:rsidRPr="00E66C6A" w:rsidRDefault="00772E21" w:rsidP="00C575E1">
            <w:pPr>
              <w:rPr>
                <w:lang w:val="en-GB"/>
              </w:rPr>
            </w:pPr>
          </w:p>
        </w:tc>
        <w:tc>
          <w:tcPr>
            <w:tcW w:w="1850" w:type="dxa"/>
          </w:tcPr>
          <w:p w14:paraId="771F5608"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08346CEB"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5E431829"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E66C6A" w14:paraId="72373B6B"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65B68837" w14:textId="77777777" w:rsidR="00772E21" w:rsidRPr="00E66C6A" w:rsidRDefault="00772E21" w:rsidP="00C575E1">
            <w:pPr>
              <w:rPr>
                <w:lang w:val="en-GB"/>
              </w:rPr>
            </w:pPr>
          </w:p>
        </w:tc>
        <w:tc>
          <w:tcPr>
            <w:tcW w:w="1850" w:type="dxa"/>
          </w:tcPr>
          <w:p w14:paraId="2694A390"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2F538F46"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33AC409B"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E66C6A" w14:paraId="43E56658"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4062850F" w14:textId="77777777" w:rsidR="00772E21" w:rsidRPr="00E66C6A" w:rsidRDefault="00772E21" w:rsidP="00C575E1">
            <w:pPr>
              <w:rPr>
                <w:lang w:val="en-GB"/>
              </w:rPr>
            </w:pPr>
          </w:p>
        </w:tc>
        <w:tc>
          <w:tcPr>
            <w:tcW w:w="1850" w:type="dxa"/>
          </w:tcPr>
          <w:p w14:paraId="1E976CFD"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323CE5E6"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654C870A"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E66C6A" w14:paraId="263233A5"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43BD5DAF" w14:textId="77777777" w:rsidR="00772E21" w:rsidRPr="00E66C6A" w:rsidRDefault="00772E21" w:rsidP="00C575E1">
            <w:pPr>
              <w:rPr>
                <w:lang w:val="en-GB"/>
              </w:rPr>
            </w:pPr>
          </w:p>
        </w:tc>
        <w:tc>
          <w:tcPr>
            <w:tcW w:w="1850" w:type="dxa"/>
          </w:tcPr>
          <w:p w14:paraId="52BFEBEC"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27CAA569"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24387D78"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bl>
    <w:p w14:paraId="79642D79" w14:textId="12136FFF" w:rsidR="00C44890" w:rsidRPr="00E66C6A" w:rsidRDefault="00C44890" w:rsidP="00772E21">
      <w:pPr>
        <w:rPr>
          <w:lang w:val="en-GB"/>
        </w:rPr>
      </w:pPr>
    </w:p>
    <w:sectPr w:rsidR="00C44890" w:rsidRPr="00E66C6A" w:rsidSect="00B808B2">
      <w:headerReference w:type="default" r:id="rId12"/>
      <w:footerReference w:type="default" r:id="rId13"/>
      <w:headerReference w:type="first" r:id="rId14"/>
      <w:type w:val="oddPage"/>
      <w:pgSz w:w="11907" w:h="16839" w:code="9"/>
      <w:pgMar w:top="1276" w:right="1152" w:bottom="1080" w:left="1152" w:header="11"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DE9425" w14:textId="77777777" w:rsidR="00B808B2" w:rsidRDefault="00B808B2">
      <w:r>
        <w:separator/>
      </w:r>
    </w:p>
  </w:endnote>
  <w:endnote w:type="continuationSeparator" w:id="0">
    <w:p w14:paraId="1E9EE051" w14:textId="77777777" w:rsidR="00B808B2" w:rsidRDefault="00B808B2">
      <w:r>
        <w:continuationSeparator/>
      </w:r>
    </w:p>
  </w:endnote>
  <w:endnote w:type="continuationNotice" w:id="1">
    <w:p w14:paraId="19A9A6FF" w14:textId="77777777" w:rsidR="00B808B2" w:rsidRDefault="00B808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BB1E14" w:rsidRPr="00BB1E14">
      <w:rPr>
        <w:noProof/>
        <w:color w:val="17365D" w:themeColor="text2" w:themeShade="BF"/>
        <w:lang w:val="sv-SE"/>
      </w:rPr>
      <w:t>15</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BB1E14" w:rsidRPr="00BB1E14">
      <w:rPr>
        <w:noProof/>
        <w:color w:val="17365D" w:themeColor="text2" w:themeShade="BF"/>
        <w:lang w:val="sv-SE"/>
      </w:rPr>
      <w:t>15</w:t>
    </w:r>
    <w:r>
      <w:rPr>
        <w:color w:val="17365D" w:themeColor="text2" w:themeShade="BF"/>
      </w:rPr>
      <w:fldChar w:fldCharType="end"/>
    </w:r>
  </w:p>
  <w:p w14:paraId="213B5D63" w14:textId="46CA3F67" w:rsidR="00133D55" w:rsidRDefault="00133D55" w:rsidP="004878F3">
    <w:pPr>
      <w:pStyle w:val="Footer"/>
    </w:pPr>
    <w:r>
      <w:fldChar w:fldCharType="begin"/>
    </w:r>
    <w:r>
      <w:instrText xml:space="preserve"> DATE \@ "yyyy-MM-dd" </w:instrText>
    </w:r>
    <w:r>
      <w:fldChar w:fldCharType="separate"/>
    </w:r>
    <w:r w:rsidR="00E14D4A">
      <w:rPr>
        <w:noProof/>
      </w:rPr>
      <w:t>2024-02-22</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A11E41" w14:textId="77777777" w:rsidR="00B808B2" w:rsidRDefault="00B808B2">
      <w:r>
        <w:separator/>
      </w:r>
    </w:p>
  </w:footnote>
  <w:footnote w:type="continuationSeparator" w:id="0">
    <w:p w14:paraId="0623B19F" w14:textId="77777777" w:rsidR="00B808B2" w:rsidRDefault="00B808B2">
      <w:r>
        <w:continuationSeparator/>
      </w:r>
    </w:p>
  </w:footnote>
  <w:footnote w:type="continuationNotice" w:id="1">
    <w:p w14:paraId="1EB8F298" w14:textId="77777777" w:rsidR="00B808B2" w:rsidRDefault="00B808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D3755" w14:textId="5893B687" w:rsidR="00C44890" w:rsidRPr="00AE7206" w:rsidRDefault="009B7695" w:rsidP="009B7695">
    <w:pPr>
      <w:pStyle w:val="Header"/>
      <w:tabs>
        <w:tab w:val="clear" w:pos="4320"/>
        <w:tab w:val="clear" w:pos="8640"/>
        <w:tab w:val="center" w:pos="4820"/>
        <w:tab w:val="right" w:pos="9356"/>
      </w:tabs>
      <w:rPr>
        <w:rFonts w:asciiTheme="minorHAnsi" w:hAnsiTheme="minorHAnsi" w:cs="Calibri"/>
        <w:sz w:val="20"/>
      </w:rPr>
    </w:pPr>
    <w:r>
      <w:rPr>
        <w:rFonts w:asciiTheme="minorHAnsi" w:hAnsiTheme="minorHAnsi" w:cs="Calibri"/>
        <w:sz w:val="20"/>
      </w:rPr>
      <w:tab/>
    </w:r>
    <w:r w:rsidR="00BD3F80" w:rsidRPr="008F4C08">
      <w:rPr>
        <w:noProof/>
      </w:rPr>
      <w:drawing>
        <wp:inline distT="0" distB="0" distL="0" distR="0" wp14:anchorId="6B971703" wp14:editId="395EE097">
          <wp:extent cx="561975" cy="614867"/>
          <wp:effectExtent l="0" t="0" r="0" b="0"/>
          <wp:docPr id="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555" cy="643949"/>
                  </a:xfrm>
                  <a:prstGeom prst="rect">
                    <a:avLst/>
                  </a:prstGeom>
                  <a:noFill/>
                </pic:spPr>
              </pic:pic>
            </a:graphicData>
          </a:graphic>
        </wp:inline>
      </w:drawing>
    </w:r>
    <w:r w:rsidR="00BD3F80">
      <w:rPr>
        <w:rFonts w:asciiTheme="minorHAnsi" w:hAnsiTheme="minorHAnsi" w:cs="Calibri"/>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516A1" w14:textId="77777777" w:rsidR="001A0764" w:rsidRPr="003E5AE2" w:rsidRDefault="001A0764" w:rsidP="003E5A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5D669" w14:textId="23E8612D" w:rsidR="00133D55" w:rsidRPr="003E5941" w:rsidRDefault="00133D55" w:rsidP="003E59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087640"/>
    <w:multiLevelType w:val="hybridMultilevel"/>
    <w:tmpl w:val="9226572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5"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47731158">
    <w:abstractNumId w:val="2"/>
  </w:num>
  <w:num w:numId="2" w16cid:durableId="888345493">
    <w:abstractNumId w:val="14"/>
  </w:num>
  <w:num w:numId="3" w16cid:durableId="1288967706">
    <w:abstractNumId w:val="15"/>
  </w:num>
  <w:num w:numId="4" w16cid:durableId="597181344">
    <w:abstractNumId w:val="6"/>
  </w:num>
  <w:num w:numId="5" w16cid:durableId="1778059188">
    <w:abstractNumId w:val="5"/>
  </w:num>
  <w:num w:numId="6" w16cid:durableId="1317228066">
    <w:abstractNumId w:val="10"/>
  </w:num>
  <w:num w:numId="7" w16cid:durableId="700907911">
    <w:abstractNumId w:val="7"/>
  </w:num>
  <w:num w:numId="8" w16cid:durableId="1488745497">
    <w:abstractNumId w:val="12"/>
  </w:num>
  <w:num w:numId="9" w16cid:durableId="1641417027">
    <w:abstractNumId w:val="1"/>
  </w:num>
  <w:num w:numId="10" w16cid:durableId="219561047">
    <w:abstractNumId w:val="11"/>
  </w:num>
  <w:num w:numId="11" w16cid:durableId="127404163">
    <w:abstractNumId w:val="3"/>
  </w:num>
  <w:num w:numId="12" w16cid:durableId="532303269">
    <w:abstractNumId w:val="9"/>
  </w:num>
  <w:num w:numId="13" w16cid:durableId="144980751">
    <w:abstractNumId w:val="13"/>
  </w:num>
  <w:num w:numId="14" w16cid:durableId="1577090179">
    <w:abstractNumId w:val="4"/>
  </w:num>
  <w:num w:numId="15" w16cid:durableId="1084760625">
    <w:abstractNumId w:val="8"/>
  </w:num>
  <w:num w:numId="16" w16cid:durableId="49233106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2F0"/>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2D89"/>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77D"/>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AE2"/>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2FFD"/>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B6A"/>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6BEF"/>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34B2"/>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B7695"/>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08B2"/>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1E14"/>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15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3E"/>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4D4A"/>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C6A"/>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uiPriority w:val="99"/>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uiPriority w:val="99"/>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10">
    <w:name w:val="Unresolved Mention1"/>
    <w:basedOn w:val="DefaultParagraphFont"/>
    <w:uiPriority w:val="99"/>
    <w:semiHidden/>
    <w:unhideWhenUsed/>
    <w:rsid w:val="00BB1E14"/>
    <w:rPr>
      <w:color w:val="605E5C"/>
      <w:shd w:val="clear" w:color="auto" w:fill="E1DFDD"/>
    </w:rPr>
  </w:style>
  <w:style w:type="paragraph" w:customStyle="1" w:styleId="font5">
    <w:name w:val="font5"/>
    <w:basedOn w:val="Normal"/>
    <w:rsid w:val="00BB1E14"/>
    <w:pPr>
      <w:spacing w:before="100" w:beforeAutospacing="1" w:after="100" w:afterAutospacing="1"/>
    </w:pPr>
    <w:rPr>
      <w:rFonts w:ascii="Calibri" w:eastAsia="Times New Roman" w:hAnsi="Calibri" w:cs="Calibri"/>
      <w:color w:val="000000"/>
      <w:sz w:val="22"/>
      <w:szCs w:val="22"/>
    </w:rPr>
  </w:style>
  <w:style w:type="paragraph" w:customStyle="1" w:styleId="font6">
    <w:name w:val="font6"/>
    <w:basedOn w:val="Normal"/>
    <w:rsid w:val="00BB1E14"/>
    <w:pPr>
      <w:spacing w:before="100" w:beforeAutospacing="1" w:after="100" w:afterAutospacing="1"/>
    </w:pPr>
    <w:rPr>
      <w:rFonts w:ascii="Calibri" w:eastAsia="Times New Roman" w:hAnsi="Calibri" w:cs="Calibri"/>
      <w:i/>
      <w:iCs/>
      <w:color w:val="000000"/>
      <w:sz w:val="22"/>
      <w:szCs w:val="22"/>
    </w:rPr>
  </w:style>
  <w:style w:type="paragraph" w:customStyle="1" w:styleId="font7">
    <w:name w:val="font7"/>
    <w:basedOn w:val="Normal"/>
    <w:rsid w:val="00BB1E14"/>
    <w:pPr>
      <w:spacing w:before="100" w:beforeAutospacing="1" w:after="100" w:afterAutospacing="1"/>
    </w:pPr>
    <w:rPr>
      <w:rFonts w:ascii="Calibri" w:eastAsia="Times New Roman" w:hAnsi="Calibri" w:cs="Calibri"/>
      <w:b/>
      <w:bCs/>
      <w:i/>
      <w:iCs/>
      <w:color w:val="000000"/>
      <w:sz w:val="22"/>
      <w:szCs w:val="22"/>
    </w:rPr>
  </w:style>
  <w:style w:type="paragraph" w:customStyle="1" w:styleId="font8">
    <w:name w:val="font8"/>
    <w:basedOn w:val="Normal"/>
    <w:rsid w:val="00BB1E14"/>
    <w:pPr>
      <w:spacing w:before="100" w:beforeAutospacing="1" w:after="100" w:afterAutospacing="1"/>
    </w:pPr>
    <w:rPr>
      <w:rFonts w:ascii="Calibri" w:eastAsia="Times New Roman" w:hAnsi="Calibri" w:cs="Calibri"/>
      <w:color w:val="000000"/>
      <w:sz w:val="20"/>
      <w:szCs w:val="20"/>
    </w:rPr>
  </w:style>
  <w:style w:type="paragraph" w:customStyle="1" w:styleId="font9">
    <w:name w:val="font9"/>
    <w:basedOn w:val="Normal"/>
    <w:rsid w:val="00BB1E14"/>
    <w:pPr>
      <w:spacing w:before="100" w:beforeAutospacing="1" w:after="100" w:afterAutospacing="1"/>
    </w:pPr>
    <w:rPr>
      <w:rFonts w:ascii="Calibri" w:eastAsia="Times New Roman" w:hAnsi="Calibri" w:cs="Calibri"/>
      <w:b/>
      <w:bCs/>
      <w:color w:val="000000"/>
      <w:sz w:val="20"/>
      <w:szCs w:val="20"/>
    </w:rPr>
  </w:style>
  <w:style w:type="paragraph" w:customStyle="1" w:styleId="font10">
    <w:name w:val="font10"/>
    <w:basedOn w:val="Normal"/>
    <w:rsid w:val="00BB1E14"/>
    <w:pPr>
      <w:spacing w:before="100" w:beforeAutospacing="1" w:after="100" w:afterAutospacing="1"/>
    </w:pPr>
    <w:rPr>
      <w:rFonts w:ascii="Calibri" w:eastAsia="Times New Roman" w:hAnsi="Calibri" w:cs="Calibri"/>
      <w:i/>
      <w:iCs/>
      <w:color w:val="000000"/>
      <w:sz w:val="20"/>
      <w:szCs w:val="20"/>
    </w:rPr>
  </w:style>
  <w:style w:type="paragraph" w:customStyle="1" w:styleId="xl68">
    <w:name w:val="xl68"/>
    <w:basedOn w:val="Normal"/>
    <w:rsid w:val="00BB1E1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b/>
      <w:bCs/>
      <w:i/>
      <w:iCs/>
    </w:rPr>
  </w:style>
  <w:style w:type="paragraph" w:customStyle="1" w:styleId="xl69">
    <w:name w:val="xl69"/>
    <w:basedOn w:val="Normal"/>
    <w:rsid w:val="00BB1E14"/>
    <w:pPr>
      <w:spacing w:before="100" w:beforeAutospacing="1" w:after="100" w:afterAutospacing="1"/>
    </w:pPr>
    <w:rPr>
      <w:rFonts w:ascii="Calibri" w:eastAsia="Times New Roman" w:hAnsi="Calibri" w:cs="Calibri"/>
    </w:rPr>
  </w:style>
  <w:style w:type="paragraph" w:customStyle="1" w:styleId="xl70">
    <w:name w:val="xl70"/>
    <w:basedOn w:val="Normal"/>
    <w:rsid w:val="00BB1E1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rPr>
  </w:style>
  <w:style w:type="paragraph" w:customStyle="1" w:styleId="xl71">
    <w:name w:val="xl71"/>
    <w:basedOn w:val="Normal"/>
    <w:rsid w:val="00BB1E1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b/>
      <w:bCs/>
    </w:rPr>
  </w:style>
  <w:style w:type="paragraph" w:customStyle="1" w:styleId="xl72">
    <w:name w:val="xl72"/>
    <w:basedOn w:val="Normal"/>
    <w:rsid w:val="00BB1E14"/>
    <w:pPr>
      <w:pBdr>
        <w:top w:val="single" w:sz="4" w:space="0" w:color="auto"/>
        <w:left w:val="single" w:sz="4" w:space="0" w:color="auto"/>
        <w:bottom w:val="single" w:sz="4" w:space="0" w:color="auto"/>
      </w:pBdr>
      <w:spacing w:before="100" w:beforeAutospacing="1" w:after="100" w:afterAutospacing="1"/>
      <w:jc w:val="right"/>
    </w:pPr>
    <w:rPr>
      <w:rFonts w:ascii="Calibri" w:eastAsia="Times New Roman" w:hAnsi="Calibri" w:cs="Calibri"/>
    </w:rPr>
  </w:style>
  <w:style w:type="paragraph" w:customStyle="1" w:styleId="xl73">
    <w:name w:val="xl73"/>
    <w:basedOn w:val="Normal"/>
    <w:rsid w:val="00BB1E14"/>
    <w:pPr>
      <w:pBdr>
        <w:top w:val="single" w:sz="4" w:space="0" w:color="auto"/>
        <w:left w:val="single" w:sz="4" w:space="0" w:color="auto"/>
        <w:bottom w:val="single" w:sz="4" w:space="0" w:color="auto"/>
      </w:pBdr>
      <w:spacing w:before="100" w:beforeAutospacing="1" w:after="100" w:afterAutospacing="1"/>
    </w:pPr>
    <w:rPr>
      <w:rFonts w:ascii="Calibri" w:eastAsia="Times New Roman" w:hAnsi="Calibri" w:cs="Calibri"/>
    </w:rPr>
  </w:style>
  <w:style w:type="paragraph" w:customStyle="1" w:styleId="xl74">
    <w:name w:val="xl74"/>
    <w:basedOn w:val="Normal"/>
    <w:rsid w:val="00BB1E14"/>
    <w:pPr>
      <w:pBdr>
        <w:top w:val="single" w:sz="4" w:space="0" w:color="auto"/>
        <w:left w:val="single" w:sz="4" w:space="0" w:color="auto"/>
        <w:bottom w:val="single" w:sz="4" w:space="0" w:color="auto"/>
        <w:right w:val="single" w:sz="4" w:space="0" w:color="auto"/>
      </w:pBdr>
      <w:shd w:val="clear" w:color="000000" w:fill="FFC7CE"/>
      <w:spacing w:before="100" w:beforeAutospacing="1" w:after="100" w:afterAutospacing="1"/>
    </w:pPr>
    <w:rPr>
      <w:rFonts w:ascii="Calibri" w:eastAsia="Times New Roman" w:hAnsi="Calibri" w:cs="Calibri"/>
      <w:color w:val="9C0006"/>
    </w:rPr>
  </w:style>
  <w:style w:type="paragraph" w:customStyle="1" w:styleId="xl75">
    <w:name w:val="xl75"/>
    <w:basedOn w:val="Normal"/>
    <w:rsid w:val="00BB1E14"/>
    <w:pPr>
      <w:pBdr>
        <w:top w:val="single" w:sz="4" w:space="0" w:color="auto"/>
        <w:left w:val="single" w:sz="4" w:space="0" w:color="auto"/>
        <w:bottom w:val="single" w:sz="4" w:space="0" w:color="auto"/>
      </w:pBdr>
      <w:shd w:val="clear" w:color="000000" w:fill="FFC7CE"/>
      <w:spacing w:before="100" w:beforeAutospacing="1" w:after="100" w:afterAutospacing="1"/>
    </w:pPr>
    <w:rPr>
      <w:rFonts w:ascii="Calibri" w:eastAsia="Times New Roman" w:hAnsi="Calibri" w:cs="Calibri"/>
      <w:color w:val="9C0006"/>
    </w:rPr>
  </w:style>
  <w:style w:type="paragraph" w:customStyle="1" w:styleId="xl76">
    <w:name w:val="xl76"/>
    <w:basedOn w:val="Normal"/>
    <w:rsid w:val="00BB1E14"/>
    <w:pPr>
      <w:pBdr>
        <w:top w:val="single" w:sz="4" w:space="0" w:color="auto"/>
        <w:left w:val="single" w:sz="4" w:space="0" w:color="auto"/>
        <w:bottom w:val="single" w:sz="4" w:space="0" w:color="auto"/>
      </w:pBdr>
      <w:spacing w:before="100" w:beforeAutospacing="1" w:after="100" w:afterAutospacing="1"/>
    </w:pPr>
    <w:rPr>
      <w:rFonts w:ascii="Calibri" w:eastAsia="Times New Roman" w:hAnsi="Calibri" w:cs="Calibri"/>
      <w:b/>
      <w:bCs/>
      <w:i/>
      <w:iCs/>
    </w:rPr>
  </w:style>
  <w:style w:type="paragraph" w:customStyle="1" w:styleId="xl77">
    <w:name w:val="xl77"/>
    <w:basedOn w:val="Normal"/>
    <w:rsid w:val="00BB1E14"/>
    <w:pPr>
      <w:pBdr>
        <w:top w:val="single" w:sz="4" w:space="0" w:color="auto"/>
        <w:left w:val="single" w:sz="4" w:space="0" w:color="auto"/>
        <w:bottom w:val="single" w:sz="4" w:space="0" w:color="auto"/>
      </w:pBdr>
      <w:spacing w:before="100" w:beforeAutospacing="1" w:after="100" w:afterAutospacing="1"/>
    </w:pPr>
    <w:rPr>
      <w:rFonts w:ascii="Calibri" w:eastAsia="Times New Roman" w:hAnsi="Calibri" w:cs="Calibri"/>
      <w:i/>
      <w:iCs/>
    </w:rPr>
  </w:style>
  <w:style w:type="paragraph" w:customStyle="1" w:styleId="xl78">
    <w:name w:val="xl78"/>
    <w:basedOn w:val="Normal"/>
    <w:rsid w:val="00BB1E14"/>
    <w:pPr>
      <w:pBdr>
        <w:top w:val="single" w:sz="4" w:space="0" w:color="auto"/>
        <w:left w:val="single" w:sz="4" w:space="0" w:color="auto"/>
        <w:bottom w:val="single" w:sz="4" w:space="0" w:color="auto"/>
      </w:pBdr>
      <w:spacing w:before="100" w:beforeAutospacing="1" w:after="100" w:afterAutospacing="1"/>
    </w:pPr>
    <w:rPr>
      <w:rFonts w:ascii="Calibri" w:eastAsia="Times New Roman" w:hAnsi="Calibri" w:cs="Calibri"/>
      <w:b/>
      <w:bCs/>
    </w:rPr>
  </w:style>
  <w:style w:type="paragraph" w:customStyle="1" w:styleId="xl79">
    <w:name w:val="xl79"/>
    <w:basedOn w:val="Normal"/>
    <w:rsid w:val="00BB1E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eastAsia="Times New Roman" w:hAnsi="Calibri" w:cs="Calibri"/>
    </w:rPr>
  </w:style>
  <w:style w:type="paragraph" w:customStyle="1" w:styleId="xl80">
    <w:name w:val="xl80"/>
    <w:basedOn w:val="Normal"/>
    <w:rsid w:val="00BB1E1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rPr>
  </w:style>
  <w:style w:type="paragraph" w:customStyle="1" w:styleId="xl81">
    <w:name w:val="xl81"/>
    <w:basedOn w:val="Normal"/>
    <w:rsid w:val="00BB1E14"/>
    <w:pPr>
      <w:pBdr>
        <w:top w:val="single" w:sz="4" w:space="0" w:color="auto"/>
        <w:left w:val="single" w:sz="4" w:space="0" w:color="auto"/>
        <w:bottom w:val="single" w:sz="4" w:space="0" w:color="auto"/>
      </w:pBdr>
      <w:spacing w:before="100" w:beforeAutospacing="1" w:after="100" w:afterAutospacing="1"/>
    </w:pPr>
    <w:rPr>
      <w:rFonts w:ascii="Calibri" w:eastAsia="Times New Roman" w:hAnsi="Calibri" w:cs="Calibri"/>
    </w:rPr>
  </w:style>
  <w:style w:type="paragraph" w:customStyle="1" w:styleId="xl82">
    <w:name w:val="xl82"/>
    <w:basedOn w:val="Normal"/>
    <w:rsid w:val="00BB1E1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b/>
      <w:bCs/>
      <w:i/>
      <w:iCs/>
      <w:sz w:val="20"/>
      <w:szCs w:val="20"/>
    </w:rPr>
  </w:style>
  <w:style w:type="paragraph" w:customStyle="1" w:styleId="xl83">
    <w:name w:val="xl83"/>
    <w:basedOn w:val="Normal"/>
    <w:rsid w:val="00BB1E1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sz w:val="20"/>
      <w:szCs w:val="20"/>
    </w:rPr>
  </w:style>
  <w:style w:type="paragraph" w:customStyle="1" w:styleId="xl84">
    <w:name w:val="xl84"/>
    <w:basedOn w:val="Normal"/>
    <w:rsid w:val="00BB1E1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b/>
      <w:bCs/>
      <w:sz w:val="20"/>
      <w:szCs w:val="20"/>
    </w:rPr>
  </w:style>
  <w:style w:type="paragraph" w:customStyle="1" w:styleId="xl85">
    <w:name w:val="xl85"/>
    <w:basedOn w:val="Normal"/>
    <w:rsid w:val="00BB1E1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i/>
      <w:iCs/>
      <w:sz w:val="20"/>
      <w:szCs w:val="20"/>
    </w:rPr>
  </w:style>
  <w:style w:type="paragraph" w:customStyle="1" w:styleId="xl86">
    <w:name w:val="xl86"/>
    <w:basedOn w:val="Normal"/>
    <w:rsid w:val="00BB1E14"/>
    <w:pPr>
      <w:pBdr>
        <w:top w:val="single" w:sz="4" w:space="0" w:color="auto"/>
        <w:left w:val="single" w:sz="4" w:space="0" w:color="auto"/>
        <w:bottom w:val="single" w:sz="4" w:space="0" w:color="auto"/>
      </w:pBdr>
      <w:spacing w:before="100" w:beforeAutospacing="1" w:after="100" w:afterAutospacing="1"/>
    </w:pPr>
    <w:rPr>
      <w:rFonts w:ascii="Calibri" w:eastAsia="Times New Roman" w:hAnsi="Calibri" w:cs="Calibri"/>
      <w:sz w:val="20"/>
      <w:szCs w:val="20"/>
    </w:rPr>
  </w:style>
  <w:style w:type="paragraph" w:customStyle="1" w:styleId="xl87">
    <w:name w:val="xl87"/>
    <w:basedOn w:val="Normal"/>
    <w:rsid w:val="00BB1E14"/>
    <w:pPr>
      <w:pBdr>
        <w:top w:val="single" w:sz="4" w:space="0" w:color="auto"/>
        <w:left w:val="single" w:sz="4" w:space="0" w:color="auto"/>
        <w:bottom w:val="single" w:sz="4" w:space="0" w:color="auto"/>
      </w:pBdr>
      <w:shd w:val="clear" w:color="000000" w:fill="FFFFFF"/>
      <w:spacing w:before="100" w:beforeAutospacing="1" w:after="100" w:afterAutospacing="1"/>
    </w:pPr>
    <w:rPr>
      <w:rFonts w:ascii="Calibri" w:eastAsia="Times New Roman" w:hAnsi="Calibri" w:cs="Calibri"/>
    </w:rPr>
  </w:style>
  <w:style w:type="paragraph" w:customStyle="1" w:styleId="xl88">
    <w:name w:val="xl88"/>
    <w:basedOn w:val="Normal"/>
    <w:rsid w:val="00BB1E14"/>
    <w:pPr>
      <w:pBdr>
        <w:top w:val="single" w:sz="4" w:space="0" w:color="auto"/>
        <w:left w:val="single" w:sz="4" w:space="0" w:color="auto"/>
        <w:bottom w:val="single" w:sz="4" w:space="0" w:color="auto"/>
      </w:pBdr>
      <w:shd w:val="clear" w:color="000000" w:fill="FFFFFF"/>
      <w:spacing w:before="100" w:beforeAutospacing="1" w:after="100" w:afterAutospacing="1"/>
    </w:pPr>
    <w:rPr>
      <w:rFonts w:ascii="Calibri" w:eastAsia="Times New Roman" w:hAnsi="Calibri" w:cs="Calibri"/>
    </w:rPr>
  </w:style>
  <w:style w:type="paragraph" w:customStyle="1" w:styleId="xl89">
    <w:name w:val="xl89"/>
    <w:basedOn w:val="Normal"/>
    <w:rsid w:val="00BB1E14"/>
    <w:pPr>
      <w:pBdr>
        <w:left w:val="single" w:sz="4" w:space="0" w:color="auto"/>
        <w:right w:val="single" w:sz="4" w:space="0" w:color="auto"/>
      </w:pBdr>
      <w:spacing w:before="100" w:beforeAutospacing="1" w:after="100" w:afterAutospacing="1"/>
    </w:pPr>
    <w:rPr>
      <w:rFonts w:ascii="Calibri" w:eastAsia="Times New Roman" w:hAnsi="Calibri" w:cs="Calibri"/>
    </w:rPr>
  </w:style>
  <w:style w:type="paragraph" w:customStyle="1" w:styleId="xl90">
    <w:name w:val="xl90"/>
    <w:basedOn w:val="Normal"/>
    <w:rsid w:val="00BB1E1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eastAsia="Times New Roman" w:hAnsi="Calibri" w:cs="Calibri"/>
    </w:rPr>
  </w:style>
  <w:style w:type="paragraph" w:customStyle="1" w:styleId="xl91">
    <w:name w:val="xl91"/>
    <w:basedOn w:val="Normal"/>
    <w:rsid w:val="00BB1E1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rPr>
  </w:style>
  <w:style w:type="paragraph" w:customStyle="1" w:styleId="xl92">
    <w:name w:val="xl92"/>
    <w:basedOn w:val="Normal"/>
    <w:rsid w:val="00BB1E1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rPr>
  </w:style>
  <w:style w:type="paragraph" w:customStyle="1" w:styleId="xl93">
    <w:name w:val="xl93"/>
    <w:basedOn w:val="Normal"/>
    <w:rsid w:val="00BB1E1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i/>
      <w:iCs/>
    </w:rPr>
  </w:style>
  <w:style w:type="paragraph" w:customStyle="1" w:styleId="xl94">
    <w:name w:val="xl94"/>
    <w:basedOn w:val="Normal"/>
    <w:rsid w:val="00BB1E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cs="Calibri"/>
    </w:rPr>
  </w:style>
  <w:style w:type="paragraph" w:customStyle="1" w:styleId="xl95">
    <w:name w:val="xl95"/>
    <w:basedOn w:val="Normal"/>
    <w:rsid w:val="00BB1E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cs="Calibri"/>
      <w:b/>
      <w:bCs/>
    </w:rPr>
  </w:style>
  <w:style w:type="paragraph" w:customStyle="1" w:styleId="xl96">
    <w:name w:val="xl96"/>
    <w:basedOn w:val="Normal"/>
    <w:rsid w:val="00BB1E14"/>
    <w:pPr>
      <w:pBdr>
        <w:top w:val="single" w:sz="4" w:space="0" w:color="auto"/>
        <w:left w:val="single" w:sz="4" w:space="0" w:color="auto"/>
        <w:bottom w:val="single" w:sz="4" w:space="0" w:color="auto"/>
      </w:pBdr>
      <w:spacing w:before="100" w:beforeAutospacing="1" w:after="100" w:afterAutospacing="1"/>
      <w:jc w:val="right"/>
    </w:pPr>
    <w:rPr>
      <w:rFonts w:ascii="Calibri" w:eastAsia="Times New Roman" w:hAnsi="Calibri" w:cs="Calibri"/>
    </w:rPr>
  </w:style>
  <w:style w:type="paragraph" w:customStyle="1" w:styleId="xl97">
    <w:name w:val="xl97"/>
    <w:basedOn w:val="Normal"/>
    <w:rsid w:val="00BB1E14"/>
    <w:pPr>
      <w:pBdr>
        <w:top w:val="single" w:sz="4" w:space="0" w:color="auto"/>
        <w:left w:val="single" w:sz="4" w:space="0" w:color="auto"/>
        <w:bottom w:val="single" w:sz="4" w:space="0" w:color="auto"/>
      </w:pBdr>
      <w:shd w:val="clear" w:color="000000" w:fill="FFFFFF"/>
      <w:spacing w:before="100" w:beforeAutospacing="1" w:after="100" w:afterAutospacing="1"/>
      <w:jc w:val="right"/>
    </w:pPr>
    <w:rPr>
      <w:rFonts w:ascii="Calibri" w:eastAsia="Times New Roman" w:hAnsi="Calibri" w:cs="Calibri"/>
    </w:rPr>
  </w:style>
  <w:style w:type="paragraph" w:customStyle="1" w:styleId="xl98">
    <w:name w:val="xl98"/>
    <w:basedOn w:val="Normal"/>
    <w:rsid w:val="00BB1E14"/>
    <w:pPr>
      <w:pBdr>
        <w:top w:val="single" w:sz="4" w:space="0" w:color="auto"/>
        <w:left w:val="single" w:sz="4" w:space="0" w:color="auto"/>
        <w:bottom w:val="single" w:sz="4" w:space="0" w:color="auto"/>
      </w:pBdr>
      <w:spacing w:before="100" w:beforeAutospacing="1" w:after="100" w:afterAutospacing="1"/>
    </w:pPr>
    <w:rPr>
      <w:rFonts w:ascii="Calibri" w:eastAsia="Times New Roman" w:hAnsi="Calibri" w:cs="Calibri"/>
    </w:rPr>
  </w:style>
  <w:style w:type="paragraph" w:customStyle="1" w:styleId="xl99">
    <w:name w:val="xl99"/>
    <w:basedOn w:val="Normal"/>
    <w:rsid w:val="00BB1E1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rPr>
  </w:style>
  <w:style w:type="paragraph" w:customStyle="1" w:styleId="xl100">
    <w:name w:val="xl100"/>
    <w:basedOn w:val="Normal"/>
    <w:rsid w:val="00BB1E14"/>
    <w:pPr>
      <w:pBdr>
        <w:bottom w:val="single" w:sz="4" w:space="0" w:color="auto"/>
      </w:pBdr>
      <w:spacing w:before="100" w:beforeAutospacing="1" w:after="100" w:afterAutospacing="1"/>
      <w:jc w:val="center"/>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F1F0A01-AEB6-4CD1-8D18-1106C6D3A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15</Pages>
  <Words>1918</Words>
  <Characters>10936</Characters>
  <Application>Microsoft Office Word</Application>
  <DocSecurity>0</DocSecurity>
  <Lines>91</Lines>
  <Paragraphs>25</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12829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2</cp:revision>
  <cp:lastPrinted>2013-10-18T08:32:00Z</cp:lastPrinted>
  <dcterms:created xsi:type="dcterms:W3CDTF">2024-02-21T23:09:00Z</dcterms:created>
  <dcterms:modified xsi:type="dcterms:W3CDTF">2024-02-21T23:09:00Z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